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shd w:val="clear" w:color="auto" w:fill="00AEEF"/>
        <w:tblLook w:val="04A0" w:firstRow="1" w:lastRow="0" w:firstColumn="1" w:lastColumn="0" w:noHBand="0" w:noVBand="1"/>
      </w:tblPr>
      <w:tblGrid>
        <w:gridCol w:w="4834"/>
      </w:tblGrid>
      <w:tr w:rsidR="003948E1" w:rsidRPr="004443D8" w14:paraId="00DFA3FD" w14:textId="77777777" w:rsidTr="00891818">
        <w:trPr>
          <w:trHeight w:val="454"/>
        </w:trPr>
        <w:tc>
          <w:tcPr>
            <w:tcW w:w="0" w:type="auto"/>
            <w:shd w:val="clear" w:color="auto" w:fill="00AEEF"/>
            <w:vAlign w:val="center"/>
          </w:tcPr>
          <w:tbl>
            <w:tblPr>
              <w:tblW w:w="0" w:type="auto"/>
              <w:shd w:val="clear" w:color="auto" w:fill="00AEEF"/>
              <w:tblLook w:val="04A0" w:firstRow="1" w:lastRow="0" w:firstColumn="1" w:lastColumn="0" w:noHBand="0" w:noVBand="1"/>
            </w:tblPr>
            <w:tblGrid>
              <w:gridCol w:w="4618"/>
            </w:tblGrid>
            <w:tr w:rsidR="004443D8" w:rsidRPr="004443D8" w14:paraId="2FBCD2A0" w14:textId="77777777" w:rsidTr="00A85E85">
              <w:trPr>
                <w:trHeight w:val="454"/>
              </w:trPr>
              <w:tc>
                <w:tcPr>
                  <w:tcW w:w="0" w:type="auto"/>
                  <w:shd w:val="clear" w:color="auto" w:fill="00AEEF"/>
                  <w:vAlign w:val="center"/>
                </w:tcPr>
                <w:p w14:paraId="6AD6064E" w14:textId="77777777" w:rsidR="004443D8" w:rsidRPr="004443D8" w:rsidRDefault="004443D8" w:rsidP="004443D8">
                  <w:pPr>
                    <w:pStyle w:val="i-worksheettype"/>
                    <w:rPr>
                      <w:i/>
                      <w:iCs/>
                    </w:rPr>
                  </w:pPr>
                  <w:bookmarkStart w:id="0" w:name="_Toc413953868"/>
                  <w:r w:rsidRPr="004443D8">
                    <w:rPr>
                      <w:i/>
                      <w:iCs/>
                    </w:rPr>
                    <w:t>Human Perspectives ATAR Units 1 &amp; 2</w:t>
                  </w:r>
                </w:p>
              </w:tc>
            </w:tr>
          </w:tbl>
          <w:p w14:paraId="6777FADB" w14:textId="2632182C" w:rsidR="003948E1" w:rsidRPr="004443D8" w:rsidRDefault="003948E1" w:rsidP="00FD5816">
            <w:pPr>
              <w:pStyle w:val="i-worksheettype"/>
              <w:rPr>
                <w:i/>
                <w:iCs/>
              </w:rPr>
            </w:pPr>
          </w:p>
        </w:tc>
      </w:tr>
    </w:tbl>
    <w:p w14:paraId="65FD2191" w14:textId="5AAD6A86" w:rsidR="004443D8" w:rsidRDefault="00CB3385" w:rsidP="00C209F8">
      <w:pPr>
        <w:pStyle w:val="i-worksheettitle"/>
      </w:pPr>
      <w:r>
        <w:t>Answers</w:t>
      </w:r>
    </w:p>
    <w:bookmarkEnd w:id="0"/>
    <w:p w14:paraId="4177FFF3" w14:textId="77777777" w:rsidR="002F4A87" w:rsidRPr="000F0588" w:rsidRDefault="002F4A87" w:rsidP="002F4A87">
      <w:pPr>
        <w:pStyle w:val="i-bhead"/>
      </w:pPr>
      <w:r w:rsidRPr="000F0588">
        <w:t xml:space="preserve">Chapter 10 Cells divide for growth, repair, replacement and reproduction </w:t>
      </w:r>
    </w:p>
    <w:p w14:paraId="2361D364" w14:textId="77777777" w:rsidR="002F4A87" w:rsidRDefault="002F4A87" w:rsidP="002F4A87">
      <w:pPr>
        <w:pStyle w:val="i-chead"/>
      </w:pPr>
      <w:r>
        <w:t>Questions 10.1</w:t>
      </w:r>
    </w:p>
    <w:p w14:paraId="7AF757A0" w14:textId="77777777" w:rsidR="002F4A87" w:rsidRDefault="002F4A87" w:rsidP="002F4A87">
      <w:pPr>
        <w:pStyle w:val="i-chead"/>
      </w:pPr>
      <w:r>
        <w:t xml:space="preserve">Recall knowledge </w:t>
      </w:r>
    </w:p>
    <w:p w14:paraId="7DE98D15" w14:textId="77777777" w:rsidR="002F4A87" w:rsidRDefault="002F4A87" w:rsidP="00FA7043">
      <w:pPr>
        <w:pStyle w:val="answers-question"/>
      </w:pPr>
      <w:r w:rsidRPr="00001670">
        <w:rPr>
          <w:b/>
        </w:rPr>
        <w:t xml:space="preserve">1 </w:t>
      </w:r>
      <w:r w:rsidRPr="00001670">
        <w:t>List the reasons that cells need to divide.</w:t>
      </w:r>
    </w:p>
    <w:p w14:paraId="03D6577E" w14:textId="77777777" w:rsidR="002F4A87" w:rsidRPr="007D66CC" w:rsidRDefault="002F4A87" w:rsidP="00FA7043">
      <w:pPr>
        <w:pStyle w:val="answers-answer"/>
        <w:rPr>
          <w:b/>
          <w:bCs/>
        </w:rPr>
      </w:pPr>
      <w:r w:rsidRPr="00FA7043">
        <w:rPr>
          <w:rStyle w:val="answer"/>
        </w:rPr>
        <w:t>Answer</w:t>
      </w:r>
      <w:r w:rsidRPr="00552CD2">
        <w:rPr>
          <w:i/>
        </w:rPr>
        <w:t>:</w:t>
      </w:r>
      <w:r>
        <w:t xml:space="preserve"> New cells are needed for growth and replacement of cells that have died or been damaged. </w:t>
      </w:r>
    </w:p>
    <w:p w14:paraId="50E72FCD" w14:textId="77777777" w:rsidR="002F4A87" w:rsidRDefault="002F4A87" w:rsidP="00FA7043">
      <w:pPr>
        <w:pStyle w:val="answers-question"/>
      </w:pPr>
      <w:r w:rsidRPr="00001670">
        <w:rPr>
          <w:b/>
        </w:rPr>
        <w:t xml:space="preserve">2 </w:t>
      </w:r>
      <w:r w:rsidRPr="00001670">
        <w:t>Place the stages of the cell cycle in order: metaphase, G1, G2, telophase, anaphase, S,</w:t>
      </w:r>
      <w:r>
        <w:t xml:space="preserve"> </w:t>
      </w:r>
      <w:r w:rsidRPr="00001670">
        <w:t>prophase.</w:t>
      </w:r>
    </w:p>
    <w:p w14:paraId="502199B2" w14:textId="77777777" w:rsidR="002F4A87" w:rsidRPr="007D66CC" w:rsidRDefault="002F4A87" w:rsidP="00FA7043">
      <w:pPr>
        <w:pStyle w:val="answers-answer"/>
      </w:pPr>
      <w:r w:rsidRPr="00FA7043">
        <w:rPr>
          <w:rStyle w:val="answer"/>
        </w:rPr>
        <w:t>Answer</w:t>
      </w:r>
      <w:r w:rsidRPr="00552CD2">
        <w:rPr>
          <w:i/>
        </w:rPr>
        <w:t>:</w:t>
      </w:r>
      <w:r>
        <w:t xml:space="preserve"> G1 → S → G2 → prophase → </w:t>
      </w:r>
      <w:r w:rsidRPr="007D66CC">
        <w:rPr>
          <w:rFonts w:cstheme="minorHAnsi"/>
        </w:rPr>
        <w:t>metaphase → anaphase → telophase</w:t>
      </w:r>
    </w:p>
    <w:p w14:paraId="341233C8" w14:textId="77777777" w:rsidR="002F4A87" w:rsidRPr="00001670" w:rsidRDefault="002F4A87" w:rsidP="00FA7043">
      <w:pPr>
        <w:pStyle w:val="answers-question"/>
        <w:rPr>
          <w:b/>
        </w:rPr>
      </w:pPr>
      <w:r w:rsidRPr="00001670">
        <w:rPr>
          <w:b/>
        </w:rPr>
        <w:t xml:space="preserve">3 </w:t>
      </w:r>
      <w:r w:rsidRPr="00001670">
        <w:t>Name the stage where each of the following occurs:</w:t>
      </w:r>
    </w:p>
    <w:p w14:paraId="39594BA2" w14:textId="77777777" w:rsidR="002F4A87" w:rsidRDefault="002F4A87" w:rsidP="00FA7043">
      <w:pPr>
        <w:pStyle w:val="answers-question"/>
      </w:pPr>
      <w:proofErr w:type="spellStart"/>
      <w:r w:rsidRPr="00001670">
        <w:rPr>
          <w:b/>
        </w:rPr>
        <w:t>a</w:t>
      </w:r>
      <w:proofErr w:type="spellEnd"/>
      <w:r w:rsidRPr="00001670">
        <w:rPr>
          <w:b/>
        </w:rPr>
        <w:t xml:space="preserve"> </w:t>
      </w:r>
      <w:proofErr w:type="gramStart"/>
      <w:r w:rsidRPr="00001670">
        <w:t>The</w:t>
      </w:r>
      <w:proofErr w:type="gramEnd"/>
      <w:r w:rsidRPr="00001670">
        <w:t xml:space="preserve"> chromosomes line up on the equator.</w:t>
      </w:r>
    </w:p>
    <w:p w14:paraId="31B766BC" w14:textId="77777777" w:rsidR="002F4A87" w:rsidRPr="007D66CC" w:rsidRDefault="002F4A87" w:rsidP="00FA7043">
      <w:pPr>
        <w:pStyle w:val="answers-answer"/>
      </w:pPr>
      <w:r w:rsidRPr="00FA7043">
        <w:rPr>
          <w:rStyle w:val="answer"/>
        </w:rPr>
        <w:t>Answer</w:t>
      </w:r>
      <w:r w:rsidRPr="00552CD2">
        <w:rPr>
          <w:i/>
        </w:rPr>
        <w:t>:</w:t>
      </w:r>
      <w:r>
        <w:t xml:space="preserve"> Metaphase</w:t>
      </w:r>
    </w:p>
    <w:p w14:paraId="63ED0ED0" w14:textId="77777777" w:rsidR="002F4A87" w:rsidRDefault="002F4A87" w:rsidP="00FA7043">
      <w:pPr>
        <w:pStyle w:val="answers-question"/>
      </w:pPr>
      <w:r w:rsidRPr="00001670">
        <w:rPr>
          <w:b/>
        </w:rPr>
        <w:t xml:space="preserve">b </w:t>
      </w:r>
      <w:r w:rsidRPr="00001670">
        <w:t>The DNA replicates.</w:t>
      </w:r>
    </w:p>
    <w:p w14:paraId="185E3D92" w14:textId="1BEAD719" w:rsidR="002F4A87" w:rsidRPr="007D66CC" w:rsidRDefault="002F4A87" w:rsidP="00FA7043">
      <w:pPr>
        <w:pStyle w:val="answers-answer"/>
        <w:rPr>
          <w:b/>
          <w:bCs/>
        </w:rPr>
      </w:pPr>
      <w:r w:rsidRPr="00FA7043">
        <w:rPr>
          <w:rStyle w:val="answer"/>
        </w:rPr>
        <w:t>Answer</w:t>
      </w:r>
      <w:r w:rsidRPr="00552CD2">
        <w:rPr>
          <w:i/>
        </w:rPr>
        <w:t>:</w:t>
      </w:r>
      <w:r>
        <w:t xml:space="preserve"> Synthesis phase or </w:t>
      </w:r>
      <w:r w:rsidR="006C0E09">
        <w:t>i</w:t>
      </w:r>
      <w:r>
        <w:t>nterphase may be accepted</w:t>
      </w:r>
    </w:p>
    <w:p w14:paraId="726CD51D" w14:textId="77777777" w:rsidR="002F4A87" w:rsidRDefault="002F4A87" w:rsidP="00FA7043">
      <w:pPr>
        <w:pStyle w:val="answers-question"/>
      </w:pPr>
      <w:r w:rsidRPr="00001670">
        <w:rPr>
          <w:b/>
        </w:rPr>
        <w:t xml:space="preserve">c </w:t>
      </w:r>
      <w:r w:rsidRPr="00001670">
        <w:t>Chromatin condenses and becomes visible.</w:t>
      </w:r>
    </w:p>
    <w:p w14:paraId="5438B9E3" w14:textId="77777777" w:rsidR="002F4A87" w:rsidRPr="007D66CC" w:rsidRDefault="002F4A87" w:rsidP="00FA7043">
      <w:pPr>
        <w:pStyle w:val="answers-answer"/>
      </w:pPr>
      <w:r w:rsidRPr="00FA7043">
        <w:rPr>
          <w:rStyle w:val="answer"/>
        </w:rPr>
        <w:t>Answer</w:t>
      </w:r>
      <w:r w:rsidRPr="00552CD2">
        <w:rPr>
          <w:i/>
        </w:rPr>
        <w:t>:</w:t>
      </w:r>
      <w:r>
        <w:t xml:space="preserve"> Prophase</w:t>
      </w:r>
    </w:p>
    <w:p w14:paraId="1F401927" w14:textId="77777777" w:rsidR="002F4A87" w:rsidRDefault="002F4A87" w:rsidP="00FA7043">
      <w:pPr>
        <w:pStyle w:val="answers-question"/>
      </w:pPr>
      <w:r w:rsidRPr="00001670">
        <w:rPr>
          <w:b/>
        </w:rPr>
        <w:t xml:space="preserve">d </w:t>
      </w:r>
      <w:proofErr w:type="gramStart"/>
      <w:r w:rsidRPr="00001670">
        <w:t>The</w:t>
      </w:r>
      <w:proofErr w:type="gramEnd"/>
      <w:r w:rsidRPr="00001670">
        <w:t xml:space="preserve"> nuclear membrane forms.</w:t>
      </w:r>
    </w:p>
    <w:p w14:paraId="79119EEB" w14:textId="77777777" w:rsidR="002F4A87" w:rsidRPr="007D66CC" w:rsidRDefault="002F4A87" w:rsidP="00FA7043">
      <w:pPr>
        <w:pStyle w:val="answers-answer"/>
        <w:rPr>
          <w:b/>
          <w:bCs/>
        </w:rPr>
      </w:pPr>
      <w:r w:rsidRPr="00FA7043">
        <w:rPr>
          <w:rStyle w:val="answer"/>
        </w:rPr>
        <w:t>Answer</w:t>
      </w:r>
      <w:r w:rsidRPr="00552CD2">
        <w:rPr>
          <w:i/>
        </w:rPr>
        <w:t>:</w:t>
      </w:r>
      <w:r>
        <w:t xml:space="preserve"> Telophase</w:t>
      </w:r>
    </w:p>
    <w:p w14:paraId="340A8E97" w14:textId="77777777" w:rsidR="002F4A87" w:rsidRDefault="002F4A87" w:rsidP="00FA7043">
      <w:pPr>
        <w:pStyle w:val="answers-question"/>
      </w:pPr>
      <w:r w:rsidRPr="00001670">
        <w:rPr>
          <w:b/>
        </w:rPr>
        <w:t xml:space="preserve">e </w:t>
      </w:r>
      <w:r w:rsidRPr="00001670">
        <w:t>Chromosomes move to opposite sides of the cell.</w:t>
      </w:r>
    </w:p>
    <w:p w14:paraId="140CFC04" w14:textId="77777777" w:rsidR="002F4A87" w:rsidRPr="007D66CC" w:rsidRDefault="002F4A87" w:rsidP="00FA7043">
      <w:pPr>
        <w:pStyle w:val="answers-answer"/>
        <w:rPr>
          <w:b/>
          <w:bCs/>
        </w:rPr>
      </w:pPr>
      <w:r w:rsidRPr="00FA7043">
        <w:rPr>
          <w:rStyle w:val="answer"/>
        </w:rPr>
        <w:t>Answer</w:t>
      </w:r>
      <w:r w:rsidRPr="00552CD2">
        <w:rPr>
          <w:i/>
        </w:rPr>
        <w:t>:</w:t>
      </w:r>
      <w:r>
        <w:t xml:space="preserve"> Anaphase</w:t>
      </w:r>
    </w:p>
    <w:p w14:paraId="512CF207" w14:textId="77777777" w:rsidR="002F4A87" w:rsidRDefault="002F4A87" w:rsidP="00FA7043">
      <w:pPr>
        <w:pStyle w:val="answers-question"/>
      </w:pPr>
      <w:proofErr w:type="spellStart"/>
      <w:r w:rsidRPr="00001670">
        <w:rPr>
          <w:b/>
        </w:rPr>
        <w:t>f</w:t>
      </w:r>
      <w:proofErr w:type="spellEnd"/>
      <w:r w:rsidRPr="00001670">
        <w:rPr>
          <w:b/>
        </w:rPr>
        <w:t xml:space="preserve"> </w:t>
      </w:r>
      <w:proofErr w:type="gramStart"/>
      <w:r w:rsidRPr="00001670">
        <w:t>The</w:t>
      </w:r>
      <w:proofErr w:type="gramEnd"/>
      <w:r w:rsidRPr="00001670">
        <w:t xml:space="preserve"> nuclear membrane disappears.</w:t>
      </w:r>
    </w:p>
    <w:p w14:paraId="444DE8CF" w14:textId="77777777" w:rsidR="002F4A87" w:rsidRPr="007D66CC" w:rsidRDefault="002F4A87" w:rsidP="00FA7043">
      <w:pPr>
        <w:pStyle w:val="answers-answer"/>
      </w:pPr>
      <w:r w:rsidRPr="00FA7043">
        <w:rPr>
          <w:rStyle w:val="answer"/>
        </w:rPr>
        <w:t>Answer</w:t>
      </w:r>
      <w:r w:rsidRPr="00552CD2">
        <w:rPr>
          <w:i/>
        </w:rPr>
        <w:t>:</w:t>
      </w:r>
      <w:r>
        <w:t xml:space="preserve"> Prophase</w:t>
      </w:r>
    </w:p>
    <w:p w14:paraId="7BE9271C" w14:textId="77777777" w:rsidR="002F4A87" w:rsidRDefault="002F4A87" w:rsidP="00FA7043">
      <w:pPr>
        <w:pStyle w:val="answers-question"/>
      </w:pPr>
      <w:r w:rsidRPr="00001670">
        <w:rPr>
          <w:b/>
        </w:rPr>
        <w:t xml:space="preserve">4 </w:t>
      </w:r>
      <w:r w:rsidRPr="00001670">
        <w:t>List the types of stem cells.</w:t>
      </w:r>
    </w:p>
    <w:p w14:paraId="3A8E5C2D" w14:textId="77777777" w:rsidR="002F4A87" w:rsidRPr="007D66CC" w:rsidRDefault="002F4A87" w:rsidP="00FA7043">
      <w:pPr>
        <w:pStyle w:val="answers-answer"/>
      </w:pPr>
      <w:r w:rsidRPr="00FA7043">
        <w:rPr>
          <w:rStyle w:val="answer"/>
        </w:rPr>
        <w:t>Answer</w:t>
      </w:r>
      <w:r w:rsidRPr="00552CD2">
        <w:rPr>
          <w:i/>
        </w:rPr>
        <w:t>:</w:t>
      </w:r>
      <w:r>
        <w:t xml:space="preserve"> Totipotent, Pluripotent, Multipotent</w:t>
      </w:r>
    </w:p>
    <w:p w14:paraId="0272FFB2" w14:textId="77777777" w:rsidR="002F4A87" w:rsidRDefault="002F4A87" w:rsidP="002F4A87">
      <w:pPr>
        <w:pStyle w:val="i-chead"/>
      </w:pPr>
      <w:r>
        <w:lastRenderedPageBreak/>
        <w:t xml:space="preserve">Apply knowledge </w:t>
      </w:r>
    </w:p>
    <w:p w14:paraId="10C7FEDF" w14:textId="77777777" w:rsidR="002F4A87" w:rsidRDefault="002F4A87" w:rsidP="00FA7043">
      <w:pPr>
        <w:pStyle w:val="answers-question"/>
      </w:pPr>
      <w:r w:rsidRPr="00001670">
        <w:rPr>
          <w:b/>
        </w:rPr>
        <w:t xml:space="preserve">5 </w:t>
      </w:r>
      <w:r w:rsidRPr="00001670">
        <w:t>Explain why liver cells live for approximately 450 days, while cells lining the stomach live for</w:t>
      </w:r>
      <w:r>
        <w:t xml:space="preserve"> </w:t>
      </w:r>
      <w:r w:rsidRPr="00001670">
        <w:t>only 2.9 days.</w:t>
      </w:r>
    </w:p>
    <w:p w14:paraId="6389751F" w14:textId="42982BFB" w:rsidR="002F4A87" w:rsidRPr="007D66CC" w:rsidRDefault="002F4A87" w:rsidP="00FA7043">
      <w:pPr>
        <w:pStyle w:val="answers-answer"/>
      </w:pPr>
      <w:r w:rsidRPr="00FA7043">
        <w:rPr>
          <w:rStyle w:val="answer"/>
        </w:rPr>
        <w:t>Answer</w:t>
      </w:r>
      <w:r w:rsidRPr="00552CD2">
        <w:rPr>
          <w:i/>
        </w:rPr>
        <w:t>:</w:t>
      </w:r>
      <w:r>
        <w:t xml:space="preserve"> The cells lining the stomach are exposed to hydrochloric acid and gastric juices that damage the cells</w:t>
      </w:r>
      <w:r w:rsidR="006C0E09">
        <w:t xml:space="preserve"> and</w:t>
      </w:r>
      <w:r>
        <w:t xml:space="preserve"> therefore need to be replaced more rapidly. Liver cells are not exposed to as much damage, and </w:t>
      </w:r>
      <w:r w:rsidR="006C0E09">
        <w:t>therefore</w:t>
      </w:r>
      <w:r>
        <w:t xml:space="preserve"> have a longer life span. </w:t>
      </w:r>
    </w:p>
    <w:p w14:paraId="2B5F1B60" w14:textId="77777777" w:rsidR="002F4A87" w:rsidRDefault="002F4A87" w:rsidP="00FA7043">
      <w:pPr>
        <w:pStyle w:val="answers-question"/>
      </w:pPr>
      <w:r w:rsidRPr="00001670">
        <w:rPr>
          <w:b/>
        </w:rPr>
        <w:t xml:space="preserve">6 </w:t>
      </w:r>
      <w:r w:rsidRPr="00001670">
        <w:t xml:space="preserve">Explain why interphase was not listed in </w:t>
      </w:r>
      <w:r>
        <w:t>Q</w:t>
      </w:r>
      <w:r w:rsidRPr="00001670">
        <w:t>uestion 2.</w:t>
      </w:r>
    </w:p>
    <w:p w14:paraId="7AAA080A" w14:textId="7F4529A5" w:rsidR="002F4A87" w:rsidRPr="007D66CC" w:rsidRDefault="002F4A87" w:rsidP="00FA7043">
      <w:pPr>
        <w:pStyle w:val="answers-answer"/>
      </w:pPr>
      <w:r w:rsidRPr="00FA7043">
        <w:rPr>
          <w:rStyle w:val="answer"/>
        </w:rPr>
        <w:t>Answer</w:t>
      </w:r>
      <w:r w:rsidRPr="00552CD2">
        <w:rPr>
          <w:i/>
        </w:rPr>
        <w:t>:</w:t>
      </w:r>
      <w:r>
        <w:t xml:space="preserve"> Interphase contains the G1, S and G2 phases</w:t>
      </w:r>
      <w:r w:rsidR="006C0E09">
        <w:t xml:space="preserve"> –</w:t>
      </w:r>
      <w:r>
        <w:t xml:space="preserve"> it is the </w:t>
      </w:r>
      <w:proofErr w:type="gramStart"/>
      <w:r>
        <w:t>period of time</w:t>
      </w:r>
      <w:proofErr w:type="gramEnd"/>
      <w:r>
        <w:t xml:space="preserve"> between nuclear divisions. </w:t>
      </w:r>
    </w:p>
    <w:p w14:paraId="6803637D" w14:textId="77777777" w:rsidR="002F4A87" w:rsidRDefault="002F4A87" w:rsidP="00FA7043">
      <w:pPr>
        <w:pStyle w:val="answers-question"/>
      </w:pPr>
      <w:r w:rsidRPr="00001670">
        <w:rPr>
          <w:b/>
        </w:rPr>
        <w:t xml:space="preserve">7 </w:t>
      </w:r>
      <w:r w:rsidRPr="00001670">
        <w:t>Contrast mitosis and cytokinesis.</w:t>
      </w:r>
    </w:p>
    <w:p w14:paraId="650C95FD" w14:textId="77777777" w:rsidR="002F4A87" w:rsidRPr="007D66CC" w:rsidRDefault="002F4A87" w:rsidP="00FA7043">
      <w:pPr>
        <w:pStyle w:val="answers-answer"/>
        <w:rPr>
          <w:b/>
          <w:bCs/>
        </w:rPr>
      </w:pPr>
      <w:r w:rsidRPr="00FA7043">
        <w:rPr>
          <w:rStyle w:val="answer"/>
        </w:rPr>
        <w:t>Answer</w:t>
      </w:r>
      <w:r w:rsidRPr="00552CD2">
        <w:rPr>
          <w:i/>
        </w:rPr>
        <w:t>:</w:t>
      </w:r>
      <w:r>
        <w:t xml:space="preserve"> Mitosis is the division of the nucleus whereas cytokinesis is the division of the cytoplasm between the two nuclei. </w:t>
      </w:r>
    </w:p>
    <w:p w14:paraId="2EE2F41C" w14:textId="77777777" w:rsidR="002F4A87" w:rsidRDefault="002F4A87" w:rsidP="00FA7043">
      <w:pPr>
        <w:pStyle w:val="answers-question"/>
      </w:pPr>
      <w:r w:rsidRPr="00001670">
        <w:rPr>
          <w:b/>
        </w:rPr>
        <w:t xml:space="preserve">8 </w:t>
      </w:r>
      <w:r w:rsidRPr="00001670">
        <w:t>Explain why it is important that embryonic cells from the first few cell divisions are</w:t>
      </w:r>
      <w:r>
        <w:t xml:space="preserve"> </w:t>
      </w:r>
      <w:r w:rsidRPr="00001670">
        <w:t>totipotent.</w:t>
      </w:r>
    </w:p>
    <w:p w14:paraId="53BBB0E9" w14:textId="7D568F71" w:rsidR="002F4A87" w:rsidRDefault="002F4A87" w:rsidP="00FA7043">
      <w:pPr>
        <w:pStyle w:val="answers-answer"/>
      </w:pPr>
      <w:r w:rsidRPr="00FA7043">
        <w:rPr>
          <w:rStyle w:val="answer"/>
        </w:rPr>
        <w:t>Answer</w:t>
      </w:r>
      <w:r w:rsidRPr="00552CD2">
        <w:rPr>
          <w:i/>
        </w:rPr>
        <w:t>:</w:t>
      </w:r>
      <w:r>
        <w:t xml:space="preserve"> Totipotent cells have the potential to create any type of cell needed for embryonic development</w:t>
      </w:r>
      <w:r w:rsidR="006C0E09">
        <w:t>. This</w:t>
      </w:r>
      <w:r>
        <w:t xml:space="preserve"> includes the embryo itself and the membranes necessary to surround, support and nourish the developing embryo. If the cells produced were anything other than totipotent, there would not be successful embryonic development. </w:t>
      </w:r>
    </w:p>
    <w:p w14:paraId="31ADECEB" w14:textId="77777777" w:rsidR="002F4A87" w:rsidRDefault="002F4A87" w:rsidP="002F4A87">
      <w:pPr>
        <w:pStyle w:val="i-chead"/>
      </w:pPr>
      <w:r>
        <w:t>Questions 10.2</w:t>
      </w:r>
    </w:p>
    <w:p w14:paraId="7866C617" w14:textId="77777777" w:rsidR="002F4A87" w:rsidRDefault="002F4A87" w:rsidP="002F4A87">
      <w:pPr>
        <w:pStyle w:val="i-chead"/>
      </w:pPr>
      <w:r>
        <w:t xml:space="preserve">Recall knowledge </w:t>
      </w:r>
    </w:p>
    <w:p w14:paraId="19CA4E94" w14:textId="77777777" w:rsidR="002F4A87" w:rsidRDefault="002F4A87" w:rsidP="00FA7043">
      <w:pPr>
        <w:pStyle w:val="answers-question"/>
      </w:pPr>
      <w:r w:rsidRPr="00001670">
        <w:rPr>
          <w:b/>
        </w:rPr>
        <w:t xml:space="preserve">1 </w:t>
      </w:r>
      <w:r w:rsidRPr="00001670">
        <w:t>Where does meiosis occur?</w:t>
      </w:r>
    </w:p>
    <w:p w14:paraId="01353EBD" w14:textId="77777777" w:rsidR="002F4A87" w:rsidRPr="00CA6B0D" w:rsidRDefault="002F4A87" w:rsidP="00FA7043">
      <w:pPr>
        <w:pStyle w:val="answers-answer"/>
        <w:rPr>
          <w:b/>
          <w:bCs/>
        </w:rPr>
      </w:pPr>
      <w:r w:rsidRPr="00FA7043">
        <w:rPr>
          <w:rStyle w:val="answer"/>
        </w:rPr>
        <w:t>Answer</w:t>
      </w:r>
      <w:r w:rsidRPr="00552CD2">
        <w:rPr>
          <w:i/>
        </w:rPr>
        <w:t>:</w:t>
      </w:r>
      <w:r>
        <w:t xml:space="preserve"> Meiosis occurs in the gonads; ovaries for females and testes for males. </w:t>
      </w:r>
    </w:p>
    <w:p w14:paraId="72B48A43" w14:textId="77777777" w:rsidR="002F4A87" w:rsidRDefault="002F4A87" w:rsidP="00FA7043">
      <w:pPr>
        <w:pStyle w:val="answers-question"/>
      </w:pPr>
      <w:r w:rsidRPr="00001670">
        <w:rPr>
          <w:b/>
        </w:rPr>
        <w:t xml:space="preserve">2 </w:t>
      </w:r>
      <w:r w:rsidRPr="00001670">
        <w:t>Match the stage of meiosis with the process.</w:t>
      </w:r>
    </w:p>
    <w:p w14:paraId="13290FA0" w14:textId="77777777" w:rsidR="002F4A87" w:rsidRDefault="002F4A87" w:rsidP="00FA7043">
      <w:pPr>
        <w:pStyle w:val="answers-answer"/>
      </w:pPr>
      <w:r w:rsidRPr="00FA7043">
        <w:rPr>
          <w:rStyle w:val="answer"/>
        </w:rPr>
        <w:t>Answer</w:t>
      </w:r>
      <w:r w:rsidRPr="00552CD2">
        <w:t>:</w:t>
      </w:r>
    </w:p>
    <w:tbl>
      <w:tblPr>
        <w:tblStyle w:val="TableGrid"/>
        <w:tblW w:w="0" w:type="auto"/>
        <w:tblLook w:val="04A0" w:firstRow="1" w:lastRow="0" w:firstColumn="1" w:lastColumn="0" w:noHBand="0" w:noVBand="1"/>
      </w:tblPr>
      <w:tblGrid>
        <w:gridCol w:w="4508"/>
        <w:gridCol w:w="4508"/>
      </w:tblGrid>
      <w:tr w:rsidR="002F4A87" w14:paraId="66E9E119" w14:textId="77777777" w:rsidTr="00371CDE">
        <w:tc>
          <w:tcPr>
            <w:tcW w:w="4508" w:type="dxa"/>
          </w:tcPr>
          <w:p w14:paraId="29491FB4" w14:textId="77777777" w:rsidR="002F4A87" w:rsidRDefault="002F4A87" w:rsidP="00371CDE">
            <w:pPr>
              <w:rPr>
                <w:b/>
                <w:bCs/>
              </w:rPr>
            </w:pPr>
            <w:r>
              <w:rPr>
                <w:b/>
                <w:bCs/>
              </w:rPr>
              <w:t>Stage</w:t>
            </w:r>
          </w:p>
        </w:tc>
        <w:tc>
          <w:tcPr>
            <w:tcW w:w="4508" w:type="dxa"/>
          </w:tcPr>
          <w:p w14:paraId="7552072B" w14:textId="77777777" w:rsidR="002F4A87" w:rsidRDefault="002F4A87" w:rsidP="00371CDE">
            <w:pPr>
              <w:rPr>
                <w:b/>
                <w:bCs/>
              </w:rPr>
            </w:pPr>
            <w:r>
              <w:rPr>
                <w:b/>
                <w:bCs/>
              </w:rPr>
              <w:t>Process</w:t>
            </w:r>
          </w:p>
        </w:tc>
      </w:tr>
      <w:tr w:rsidR="002F4A87" w14:paraId="16278297" w14:textId="77777777" w:rsidTr="00371CDE">
        <w:tc>
          <w:tcPr>
            <w:tcW w:w="4508" w:type="dxa"/>
          </w:tcPr>
          <w:p w14:paraId="356D6C40" w14:textId="77777777" w:rsidR="002F4A87" w:rsidRPr="00AB50D9" w:rsidRDefault="002F4A87" w:rsidP="00371CDE">
            <w:r>
              <w:t>Interphase</w:t>
            </w:r>
          </w:p>
        </w:tc>
        <w:tc>
          <w:tcPr>
            <w:tcW w:w="4508" w:type="dxa"/>
          </w:tcPr>
          <w:p w14:paraId="41DEA9DE" w14:textId="77777777" w:rsidR="002F4A87" w:rsidRPr="00AB50D9" w:rsidRDefault="002F4A87" w:rsidP="00371CDE">
            <w:r>
              <w:t>DNA replicates</w:t>
            </w:r>
          </w:p>
        </w:tc>
      </w:tr>
      <w:tr w:rsidR="002F4A87" w14:paraId="381FB29C" w14:textId="77777777" w:rsidTr="00371CDE">
        <w:tc>
          <w:tcPr>
            <w:tcW w:w="4508" w:type="dxa"/>
          </w:tcPr>
          <w:p w14:paraId="04C9A5A3" w14:textId="77777777" w:rsidR="002F4A87" w:rsidRPr="00AB50D9" w:rsidRDefault="002F4A87" w:rsidP="00371CDE">
            <w:r>
              <w:t>Meiosis I</w:t>
            </w:r>
          </w:p>
        </w:tc>
        <w:tc>
          <w:tcPr>
            <w:tcW w:w="4508" w:type="dxa"/>
          </w:tcPr>
          <w:p w14:paraId="46E41C55" w14:textId="77777777" w:rsidR="002F4A87" w:rsidRPr="00AB50D9" w:rsidRDefault="002F4A87" w:rsidP="00371CDE">
            <w:r>
              <w:t>Homologous pairs separate</w:t>
            </w:r>
          </w:p>
        </w:tc>
      </w:tr>
      <w:tr w:rsidR="002F4A87" w14:paraId="177C6D9A" w14:textId="77777777" w:rsidTr="00371CDE">
        <w:tc>
          <w:tcPr>
            <w:tcW w:w="4508" w:type="dxa"/>
          </w:tcPr>
          <w:p w14:paraId="3313DA52" w14:textId="77777777" w:rsidR="002F4A87" w:rsidRPr="00AB50D9" w:rsidRDefault="002F4A87" w:rsidP="00371CDE">
            <w:r>
              <w:t>Meiosis II</w:t>
            </w:r>
          </w:p>
        </w:tc>
        <w:tc>
          <w:tcPr>
            <w:tcW w:w="4508" w:type="dxa"/>
          </w:tcPr>
          <w:p w14:paraId="1BAB58DA" w14:textId="77777777" w:rsidR="002F4A87" w:rsidRPr="00AB50D9" w:rsidRDefault="002F4A87" w:rsidP="00371CDE">
            <w:r>
              <w:t>Sister chromatids separate</w:t>
            </w:r>
          </w:p>
        </w:tc>
      </w:tr>
    </w:tbl>
    <w:p w14:paraId="66CEB6CF" w14:textId="77777777" w:rsidR="006C0E09" w:rsidRDefault="006C0E09" w:rsidP="00FA7043">
      <w:pPr>
        <w:pStyle w:val="answers-question"/>
        <w:rPr>
          <w:b/>
        </w:rPr>
      </w:pPr>
    </w:p>
    <w:p w14:paraId="1DBD238C" w14:textId="77777777" w:rsidR="006C0E09" w:rsidRDefault="006C0E09">
      <w:pPr>
        <w:spacing w:line="240" w:lineRule="auto"/>
        <w:rPr>
          <w:b/>
          <w:bCs/>
          <w:sz w:val="24"/>
          <w:szCs w:val="24"/>
          <w:lang w:val="en-US"/>
        </w:rPr>
      </w:pPr>
      <w:r>
        <w:rPr>
          <w:b/>
        </w:rPr>
        <w:br w:type="page"/>
      </w:r>
    </w:p>
    <w:p w14:paraId="1B856E96" w14:textId="23480A3A" w:rsidR="002F4A87" w:rsidRDefault="002F4A87" w:rsidP="00FA7043">
      <w:pPr>
        <w:pStyle w:val="answers-question"/>
      </w:pPr>
      <w:r>
        <w:rPr>
          <w:b/>
          <w:noProof/>
        </w:rPr>
        <w:lastRenderedPageBreak/>
        <mc:AlternateContent>
          <mc:Choice Requires="wpi">
            <w:drawing>
              <wp:anchor distT="0" distB="0" distL="114300" distR="114300" simplePos="0" relativeHeight="251658240" behindDoc="0" locked="0" layoutInCell="1" allowOverlap="1" wp14:anchorId="1B3F99A5" wp14:editId="75F1958E">
                <wp:simplePos x="0" y="0"/>
                <wp:positionH relativeFrom="column">
                  <wp:posOffset>415757</wp:posOffset>
                </wp:positionH>
                <wp:positionV relativeFrom="paragraph">
                  <wp:posOffset>26893</wp:posOffset>
                </wp:positionV>
                <wp:extent cx="360" cy="360"/>
                <wp:effectExtent l="0" t="0" r="0" b="0"/>
                <wp:wrapNone/>
                <wp:docPr id="7" name="Ink 7"/>
                <wp:cNvGraphicFramePr/>
                <a:graphic xmlns:a="http://schemas.openxmlformats.org/drawingml/2006/main">
                  <a:graphicData uri="http://schemas.microsoft.com/office/word/2010/wordprocessingInk">
                    <w14:contentPart bwMode="auto" r:id="rId9">
                      <w14:nvContentPartPr>
                        <w14:cNvContentPartPr/>
                      </w14:nvContentPartPr>
                      <w14:xfrm>
                        <a:off x="0" y="0"/>
                        <a:ext cx="360" cy="360"/>
                      </w14:xfrm>
                    </w14:contentPart>
                  </a:graphicData>
                </a:graphic>
              </wp:anchor>
            </w:drawing>
          </mc:Choice>
          <mc:Fallback>
            <w:pict>
              <v:shapetype w14:anchorId="0C62D368"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7" o:spid="_x0000_s1026" type="#_x0000_t75" style="position:absolute;margin-left:32.05pt;margin-top:1.4pt;width:1.45pt;height:1.45pt;z-index:25165824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">
                <v:imagedata r:id="rId10" o:title=""/>
              </v:shape>
            </w:pict>
          </mc:Fallback>
        </mc:AlternateContent>
      </w:r>
      <w:r w:rsidRPr="00001670">
        <w:rPr>
          <w:b/>
        </w:rPr>
        <w:t xml:space="preserve">3 </w:t>
      </w:r>
      <w:r w:rsidRPr="00001670">
        <w:t>For each of the diagrams below, name the phase of meiosis and state how you decided</w:t>
      </w:r>
      <w:r>
        <w:t xml:space="preserve"> this</w:t>
      </w:r>
      <w:r w:rsidRPr="00001670">
        <w:t>.</w:t>
      </w:r>
    </w:p>
    <w:p w14:paraId="68F02876" w14:textId="77777777" w:rsidR="002F4A87" w:rsidRDefault="002F4A87" w:rsidP="00FA7043">
      <w:pPr>
        <w:pStyle w:val="answers-answer"/>
      </w:pPr>
      <w:r w:rsidRPr="00FA7043">
        <w:rPr>
          <w:rStyle w:val="answer"/>
        </w:rPr>
        <w:t>Answer</w:t>
      </w:r>
      <w:r w:rsidRPr="00552CD2">
        <w:rPr>
          <w:i/>
        </w:rPr>
        <w:t>:</w:t>
      </w:r>
      <w:r>
        <w:t xml:space="preserve"> </w:t>
      </w:r>
      <w:proofErr w:type="gramStart"/>
      <w:r w:rsidRPr="00AB50D9">
        <w:rPr>
          <w:b/>
          <w:bCs/>
        </w:rPr>
        <w:t>a</w:t>
      </w:r>
      <w:proofErr w:type="gramEnd"/>
      <w:r>
        <w:t xml:space="preserve"> Anaphase II – the sister chromosomes are being pulled to opposite poles of the cell </w:t>
      </w:r>
    </w:p>
    <w:p w14:paraId="604D2B01" w14:textId="77777777" w:rsidR="002F4A87" w:rsidRDefault="002F4A87" w:rsidP="00FA7043">
      <w:pPr>
        <w:pStyle w:val="answers-answer"/>
      </w:pPr>
      <w:r w:rsidRPr="00AB50D9">
        <w:rPr>
          <w:b/>
          <w:bCs/>
        </w:rPr>
        <w:t>b</w:t>
      </w:r>
      <w:r>
        <w:t xml:space="preserve"> Metaphase I – the chromosomes are lined up on the equator of the cell in their homologous pairs or tetrad</w:t>
      </w:r>
    </w:p>
    <w:p w14:paraId="0B77B409" w14:textId="77777777" w:rsidR="002F4A87" w:rsidRPr="00001670" w:rsidRDefault="002F4A87" w:rsidP="00FA7043">
      <w:pPr>
        <w:pStyle w:val="answers-question"/>
        <w:rPr>
          <w:b/>
        </w:rPr>
      </w:pPr>
      <w:r w:rsidRPr="00001670">
        <w:rPr>
          <w:b/>
        </w:rPr>
        <w:t xml:space="preserve">4 </w:t>
      </w:r>
      <w:r w:rsidRPr="00001670">
        <w:t>How many chromosomes are in a cell at the</w:t>
      </w:r>
    </w:p>
    <w:p w14:paraId="0A427B9D" w14:textId="77777777" w:rsidR="002F4A87" w:rsidRDefault="002F4A87" w:rsidP="00FA7043">
      <w:pPr>
        <w:pStyle w:val="answers-question"/>
      </w:pPr>
      <w:r w:rsidRPr="00001670">
        <w:rPr>
          <w:b/>
        </w:rPr>
        <w:t xml:space="preserve">a </w:t>
      </w:r>
      <w:r w:rsidRPr="00001670">
        <w:t>start of meiosis?</w:t>
      </w:r>
    </w:p>
    <w:p w14:paraId="338CEE4F" w14:textId="77777777" w:rsidR="002F4A87" w:rsidRPr="00CA6B0D" w:rsidRDefault="002F4A87" w:rsidP="00FA7043">
      <w:pPr>
        <w:pStyle w:val="answers-answer"/>
      </w:pPr>
      <w:r w:rsidRPr="00FA7043">
        <w:rPr>
          <w:rStyle w:val="answer"/>
        </w:rPr>
        <w:t>Answer</w:t>
      </w:r>
      <w:r w:rsidRPr="00552CD2">
        <w:rPr>
          <w:i/>
        </w:rPr>
        <w:t>:</w:t>
      </w:r>
      <w:r>
        <w:t xml:space="preserve"> 46 or 23 pairs or diploid</w:t>
      </w:r>
    </w:p>
    <w:p w14:paraId="409F0FFC" w14:textId="77777777" w:rsidR="002F4A87" w:rsidRDefault="002F4A87" w:rsidP="00FA7043">
      <w:pPr>
        <w:pStyle w:val="answers-question"/>
      </w:pPr>
      <w:r w:rsidRPr="00001670">
        <w:rPr>
          <w:b/>
        </w:rPr>
        <w:t xml:space="preserve">b </w:t>
      </w:r>
      <w:r w:rsidRPr="00001670">
        <w:t>end of meiosis I?</w:t>
      </w:r>
    </w:p>
    <w:p w14:paraId="313514BC" w14:textId="77777777" w:rsidR="002F4A87" w:rsidRPr="00CA6B0D" w:rsidRDefault="002F4A87" w:rsidP="00FA7043">
      <w:pPr>
        <w:pStyle w:val="answers-answer"/>
      </w:pPr>
      <w:r w:rsidRPr="00FA7043">
        <w:rPr>
          <w:rStyle w:val="answer"/>
        </w:rPr>
        <w:t>Answer</w:t>
      </w:r>
      <w:r w:rsidRPr="00552CD2">
        <w:rPr>
          <w:i/>
        </w:rPr>
        <w:t>:</w:t>
      </w:r>
      <w:r>
        <w:t xml:space="preserve"> 23 chromosomes or haploid</w:t>
      </w:r>
    </w:p>
    <w:p w14:paraId="5C693022" w14:textId="77777777" w:rsidR="002F4A87" w:rsidRDefault="002F4A87" w:rsidP="00FA7043">
      <w:pPr>
        <w:pStyle w:val="answers-question"/>
      </w:pPr>
      <w:r w:rsidRPr="00001670">
        <w:rPr>
          <w:b/>
        </w:rPr>
        <w:t xml:space="preserve">c </w:t>
      </w:r>
      <w:r w:rsidRPr="00001670">
        <w:t>end of meiosis II?</w:t>
      </w:r>
    </w:p>
    <w:p w14:paraId="4A687F43" w14:textId="77777777" w:rsidR="002F4A87" w:rsidRPr="00CA6B0D" w:rsidRDefault="002F4A87" w:rsidP="00FA7043">
      <w:pPr>
        <w:pStyle w:val="answers-answer"/>
      </w:pPr>
      <w:r w:rsidRPr="00FA7043">
        <w:rPr>
          <w:rStyle w:val="answer"/>
        </w:rPr>
        <w:t>Answer</w:t>
      </w:r>
      <w:r w:rsidRPr="00552CD2">
        <w:rPr>
          <w:i/>
        </w:rPr>
        <w:t>:</w:t>
      </w:r>
      <w:r>
        <w:t xml:space="preserve"> 23 chromatids</w:t>
      </w:r>
    </w:p>
    <w:p w14:paraId="25E7114C" w14:textId="77777777" w:rsidR="002F4A87" w:rsidRDefault="002F4A87" w:rsidP="00FA7043">
      <w:pPr>
        <w:pStyle w:val="answers-question"/>
      </w:pPr>
      <w:r w:rsidRPr="00001670">
        <w:rPr>
          <w:b/>
        </w:rPr>
        <w:t>5</w:t>
      </w:r>
      <w:r w:rsidRPr="00001670">
        <w:t xml:space="preserve"> Define ‘</w:t>
      </w:r>
      <w:r w:rsidRPr="00866EF2">
        <w:t>diploid’</w:t>
      </w:r>
      <w:r w:rsidRPr="00001670">
        <w:t>.</w:t>
      </w:r>
    </w:p>
    <w:p w14:paraId="2C8F4FED" w14:textId="253CFCE2" w:rsidR="002F4A87" w:rsidRDefault="002F4A87" w:rsidP="00FA7043">
      <w:pPr>
        <w:pStyle w:val="answers-answer"/>
      </w:pPr>
      <w:r w:rsidRPr="00FA7043">
        <w:rPr>
          <w:rStyle w:val="answer"/>
        </w:rPr>
        <w:t>Answer</w:t>
      </w:r>
      <w:r w:rsidRPr="00552CD2">
        <w:rPr>
          <w:i/>
        </w:rPr>
        <w:t>:</w:t>
      </w:r>
      <w:r>
        <w:t xml:space="preserve"> When a cell has 2 of each type of chromosome, the chromosomes exist in pairs, and can be represented as 2</w:t>
      </w:r>
      <w:r w:rsidRPr="00E87033">
        <w:rPr>
          <w:i/>
        </w:rPr>
        <w:t>n</w:t>
      </w:r>
      <w:r>
        <w:t>.</w:t>
      </w:r>
      <w:r w:rsidR="006C0E09">
        <w:t xml:space="preserve"> </w:t>
      </w:r>
    </w:p>
    <w:p w14:paraId="10F9FD3C" w14:textId="77777777" w:rsidR="002F4A87" w:rsidRDefault="002F4A87" w:rsidP="002F4A87">
      <w:pPr>
        <w:pStyle w:val="i-chead"/>
      </w:pPr>
      <w:r>
        <w:t xml:space="preserve">Apply knowledge </w:t>
      </w:r>
    </w:p>
    <w:p w14:paraId="61749ADF" w14:textId="77777777" w:rsidR="002F4A87" w:rsidRDefault="002F4A87" w:rsidP="00FA7043">
      <w:pPr>
        <w:pStyle w:val="answers-question"/>
      </w:pPr>
      <w:r w:rsidRPr="00001670">
        <w:rPr>
          <w:b/>
        </w:rPr>
        <w:t xml:space="preserve">6 </w:t>
      </w:r>
      <w:r w:rsidRPr="00001670">
        <w:t>The Tasmanian devil has a diploid number of 14. State its haploid number.</w:t>
      </w:r>
    </w:p>
    <w:p w14:paraId="51664011" w14:textId="77777777" w:rsidR="002F4A87" w:rsidRPr="00001670" w:rsidRDefault="002F4A87" w:rsidP="00FA7043">
      <w:pPr>
        <w:pStyle w:val="answers-answer"/>
        <w:rPr>
          <w:b/>
          <w:bCs/>
        </w:rPr>
      </w:pPr>
      <w:r w:rsidRPr="00FA7043">
        <w:rPr>
          <w:rStyle w:val="answer"/>
        </w:rPr>
        <w:t>Answer</w:t>
      </w:r>
      <w:r w:rsidRPr="00552CD2">
        <w:t>:</w:t>
      </w:r>
      <w:r>
        <w:t xml:space="preserve"> 7</w:t>
      </w:r>
    </w:p>
    <w:p w14:paraId="0FFA207C" w14:textId="77777777" w:rsidR="006C0E09" w:rsidRDefault="006C0E09">
      <w:pPr>
        <w:spacing w:line="240" w:lineRule="auto"/>
        <w:rPr>
          <w:b/>
          <w:bCs/>
          <w:sz w:val="24"/>
          <w:szCs w:val="24"/>
          <w:lang w:val="en-US"/>
        </w:rPr>
      </w:pPr>
      <w:r>
        <w:rPr>
          <w:b/>
        </w:rPr>
        <w:br w:type="page"/>
      </w:r>
    </w:p>
    <w:p w14:paraId="5AB4AAF5" w14:textId="7C09687B" w:rsidR="002F4A87" w:rsidRDefault="002F4A87" w:rsidP="00FA7043">
      <w:pPr>
        <w:pStyle w:val="answers-question"/>
      </w:pPr>
      <w:r w:rsidRPr="00001670">
        <w:rPr>
          <w:b/>
        </w:rPr>
        <w:lastRenderedPageBreak/>
        <w:t xml:space="preserve">7 </w:t>
      </w:r>
      <w:r w:rsidRPr="00001670">
        <w:t xml:space="preserve">Draw a Venn diagram to </w:t>
      </w:r>
      <w:proofErr w:type="gramStart"/>
      <w:r w:rsidRPr="00001670">
        <w:t>compare and contrast</w:t>
      </w:r>
      <w:proofErr w:type="gramEnd"/>
      <w:r w:rsidRPr="00001670">
        <w:t xml:space="preserve"> mitosis and meiosis.</w:t>
      </w:r>
    </w:p>
    <w:p w14:paraId="600F7096" w14:textId="01322CFC" w:rsidR="002F4A87" w:rsidRDefault="006C0E09" w:rsidP="00FA7043">
      <w:pPr>
        <w:pStyle w:val="answers-answer"/>
      </w:pPr>
      <w:r>
        <w:rPr>
          <w:i/>
          <w:noProof/>
          <w:color w:val="00CCFF"/>
        </w:rPr>
        <mc:AlternateContent>
          <mc:Choice Requires="wpg">
            <w:drawing>
              <wp:anchor distT="0" distB="0" distL="114300" distR="114300" simplePos="0" relativeHeight="251661312" behindDoc="0" locked="0" layoutInCell="1" allowOverlap="1" wp14:anchorId="7CF48201" wp14:editId="25E6F27F">
                <wp:simplePos x="0" y="0"/>
                <wp:positionH relativeFrom="column">
                  <wp:posOffset>1537335</wp:posOffset>
                </wp:positionH>
                <wp:positionV relativeFrom="paragraph">
                  <wp:posOffset>27305</wp:posOffset>
                </wp:positionV>
                <wp:extent cx="2467154" cy="2093343"/>
                <wp:effectExtent l="0" t="0" r="28575" b="40640"/>
                <wp:wrapNone/>
                <wp:docPr id="8" name="Group 8"/>
                <wp:cNvGraphicFramePr/>
                <a:graphic xmlns:a="http://schemas.openxmlformats.org/drawingml/2006/main">
                  <a:graphicData uri="http://schemas.microsoft.com/office/word/2010/wordprocessingGroup">
                    <wpg:wgp>
                      <wpg:cNvGrpSpPr/>
                      <wpg:grpSpPr>
                        <a:xfrm>
                          <a:off x="0" y="0"/>
                          <a:ext cx="2467154" cy="2093343"/>
                          <a:chOff x="0" y="0"/>
                          <a:chExt cx="2467154" cy="2093343"/>
                        </a:xfrm>
                      </wpg:grpSpPr>
                      <wps:wsp>
                        <wps:cNvPr id="11" name="Arrow: Down 11"/>
                        <wps:cNvSpPr/>
                        <wps:spPr>
                          <a:xfrm>
                            <a:off x="1076325" y="428625"/>
                            <a:ext cx="311785" cy="1664718"/>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tangle 12"/>
                        <wps:cNvSpPr/>
                        <wps:spPr>
                          <a:xfrm>
                            <a:off x="0" y="0"/>
                            <a:ext cx="2467154" cy="6477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CFE2605" w14:textId="77777777" w:rsidR="002F4A87" w:rsidRPr="0054422D" w:rsidRDefault="002F4A87" w:rsidP="002F4A87">
                              <w:pPr>
                                <w:jc w:val="center"/>
                                <w:rPr>
                                  <w:lang w:val="en-US"/>
                                </w:rPr>
                              </w:pPr>
                              <w:r>
                                <w:rPr>
                                  <w:lang w:val="en-US"/>
                                </w:rPr>
                                <w:t xml:space="preserve">Interphase, DNA replication, Cytokinesis occurs, Spindle </w:t>
                              </w:r>
                              <w:proofErr w:type="spellStart"/>
                              <w:r>
                                <w:rPr>
                                  <w:lang w:val="en-US"/>
                                </w:rPr>
                                <w:t>fibres</w:t>
                              </w:r>
                              <w:proofErr w:type="spellEnd"/>
                              <w:r>
                                <w:rPr>
                                  <w:lang w:val="en-US"/>
                                </w:rPr>
                                <w:t xml:space="preserve"> used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CF48201" id="Group 8" o:spid="_x0000_s1026" style="position:absolute;margin-left:121.05pt;margin-top:2.15pt;width:194.25pt;height:164.85pt;z-index:251661312" coordsize="24671,209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">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11" o:spid="_x0000_s1027" type="#_x0000_t67" style="position:absolute;left:10763;top:4286;width:3118;height:166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" adj="19577" fillcolor="#4472c4 [3204]" strokecolor="#1f3763 [1604]" strokeweight="1pt"/>
                <v:rect id="Rectangle 12" o:spid="_x0000_s1028" style="position:absolute;width:24671;height:6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" fillcolor="#4472c4 [3204]" strokecolor="#1f3763 [1604]" strokeweight="1pt">
                  <v:textbox>
                    <w:txbxContent>
                      <w:p w14:paraId="2CFE2605" w14:textId="77777777" w:rsidR="002F4A87" w:rsidRPr="0054422D" w:rsidRDefault="002F4A87" w:rsidP="002F4A87">
                        <w:pPr>
                          <w:jc w:val="center"/>
                          <w:rPr>
                            <w:lang w:val="en-US"/>
                          </w:rPr>
                        </w:pPr>
                        <w:r>
                          <w:rPr>
                            <w:lang w:val="en-US"/>
                          </w:rPr>
                          <w:t xml:space="preserve">Interphase, DNA replication, Cytokinesis occurs, Spindle </w:t>
                        </w:r>
                        <w:proofErr w:type="spellStart"/>
                        <w:r>
                          <w:rPr>
                            <w:lang w:val="en-US"/>
                          </w:rPr>
                          <w:t>fibres</w:t>
                        </w:r>
                        <w:proofErr w:type="spellEnd"/>
                        <w:r>
                          <w:rPr>
                            <w:lang w:val="en-US"/>
                          </w:rPr>
                          <w:t xml:space="preserve"> used</w:t>
                        </w:r>
                      </w:p>
                    </w:txbxContent>
                  </v:textbox>
                </v:rect>
              </v:group>
            </w:pict>
          </mc:Fallback>
        </mc:AlternateContent>
      </w:r>
      <w:r w:rsidR="002F4A87" w:rsidRPr="00FA7043">
        <w:rPr>
          <w:rStyle w:val="answer"/>
        </w:rPr>
        <w:t>Answer</w:t>
      </w:r>
      <w:r w:rsidR="002F4A87" w:rsidRPr="00552CD2">
        <w:t>:</w:t>
      </w:r>
      <w:r w:rsidR="002F4A87">
        <w:t xml:space="preserve"> </w:t>
      </w:r>
    </w:p>
    <w:p w14:paraId="4B5F26CC" w14:textId="77777777" w:rsidR="002F4A87" w:rsidRDefault="002F4A87" w:rsidP="002F4A87"/>
    <w:p w14:paraId="1C604710" w14:textId="4E816A4B" w:rsidR="002F4A87" w:rsidRPr="00AB50D9" w:rsidRDefault="002F4A87" w:rsidP="002F4A87">
      <w:r>
        <w:rPr>
          <w:noProof/>
        </w:rPr>
        <w:drawing>
          <wp:inline distT="0" distB="0" distL="0" distR="0" wp14:anchorId="337756CE" wp14:editId="78E4CC08">
            <wp:extent cx="5486400" cy="3200400"/>
            <wp:effectExtent l="0" t="0" r="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3492FA51" w14:textId="77777777" w:rsidR="002F4A87" w:rsidRDefault="002F4A87" w:rsidP="00FA7043">
      <w:pPr>
        <w:pStyle w:val="answers-question"/>
      </w:pPr>
      <w:r>
        <w:t xml:space="preserve"> </w:t>
      </w:r>
      <w:r w:rsidRPr="00001670">
        <w:rPr>
          <w:b/>
        </w:rPr>
        <w:t xml:space="preserve">8 </w:t>
      </w:r>
      <w:r w:rsidRPr="00001670">
        <w:t>Explain why meiosis has two stages, whereas mitosis has only one.</w:t>
      </w:r>
    </w:p>
    <w:p w14:paraId="0599D689" w14:textId="6DE00516" w:rsidR="002F4A87" w:rsidRPr="00E87033" w:rsidRDefault="002F4A87" w:rsidP="00FA7043">
      <w:pPr>
        <w:pStyle w:val="answers-answer"/>
      </w:pPr>
      <w:r w:rsidRPr="00FA7043">
        <w:rPr>
          <w:rStyle w:val="answer"/>
        </w:rPr>
        <w:t>Answer</w:t>
      </w:r>
      <w:r w:rsidRPr="00552CD2">
        <w:rPr>
          <w:i/>
        </w:rPr>
        <w:t>:</w:t>
      </w:r>
      <w:r>
        <w:t xml:space="preserve"> Meiosis can also be known as reduction division, where the chromosome number needs to reduce by half. As such, two stages of meiosis </w:t>
      </w:r>
      <w:r w:rsidR="006C0E09">
        <w:t>need</w:t>
      </w:r>
      <w:r>
        <w:t xml:space="preserve"> to occur, without replication of DNA between, to reduce the chromosome number. Mitosis results in two genetically identical diploid daughter cells, whereas meiosis results in four genetically different haploid daughter cells. </w:t>
      </w:r>
    </w:p>
    <w:p w14:paraId="0A079CAA" w14:textId="77777777" w:rsidR="002F4A87" w:rsidRDefault="002F4A87" w:rsidP="002F4A87">
      <w:pPr>
        <w:pStyle w:val="i-chead"/>
      </w:pPr>
      <w:r>
        <w:t>Questions 10.3</w:t>
      </w:r>
    </w:p>
    <w:p w14:paraId="6111CBBF" w14:textId="77777777" w:rsidR="002F4A87" w:rsidRDefault="002F4A87" w:rsidP="002F4A87">
      <w:pPr>
        <w:pStyle w:val="i-chead"/>
      </w:pPr>
      <w:r>
        <w:t xml:space="preserve">Recall knowledge </w:t>
      </w:r>
    </w:p>
    <w:p w14:paraId="02C23BC0" w14:textId="77777777" w:rsidR="002F4A87" w:rsidRDefault="002F4A87" w:rsidP="00FA7043">
      <w:pPr>
        <w:pStyle w:val="answers-question"/>
      </w:pPr>
      <w:r w:rsidRPr="00001670">
        <w:rPr>
          <w:b/>
        </w:rPr>
        <w:t xml:space="preserve">1 </w:t>
      </w:r>
      <w:r w:rsidRPr="00001670">
        <w:t>List three processes that lead to variation</w:t>
      </w:r>
      <w:r>
        <w:t xml:space="preserve"> </w:t>
      </w:r>
      <w:r w:rsidRPr="00001670">
        <w:t>between daughter cells.</w:t>
      </w:r>
    </w:p>
    <w:p w14:paraId="707AF4A9" w14:textId="77777777" w:rsidR="002F4A87" w:rsidRPr="00001670" w:rsidRDefault="002F4A87" w:rsidP="00FA7043">
      <w:pPr>
        <w:pStyle w:val="answers-answer"/>
      </w:pPr>
      <w:r w:rsidRPr="00FA7043">
        <w:rPr>
          <w:rStyle w:val="answer"/>
        </w:rPr>
        <w:t>Answer</w:t>
      </w:r>
      <w:r w:rsidRPr="00092B43">
        <w:t>: Crossing over</w:t>
      </w:r>
      <w:r>
        <w:t xml:space="preserve">, non-disjunction, random (or independent) assortment </w:t>
      </w:r>
    </w:p>
    <w:p w14:paraId="3808F547" w14:textId="77777777" w:rsidR="002F4A87" w:rsidRDefault="002F4A87" w:rsidP="00FA7043">
      <w:pPr>
        <w:pStyle w:val="answers-question"/>
      </w:pPr>
      <w:r w:rsidRPr="00001670">
        <w:rPr>
          <w:b/>
        </w:rPr>
        <w:t xml:space="preserve">2 </w:t>
      </w:r>
      <w:r w:rsidRPr="00001670">
        <w:t>Define ‘chiasma’.</w:t>
      </w:r>
    </w:p>
    <w:p w14:paraId="4AB67557" w14:textId="77777777" w:rsidR="002F4A87" w:rsidRPr="00092B43" w:rsidRDefault="002F4A87" w:rsidP="00FA7043">
      <w:pPr>
        <w:pStyle w:val="answers-answer"/>
      </w:pPr>
      <w:r w:rsidRPr="00FA7043">
        <w:rPr>
          <w:rStyle w:val="answer"/>
        </w:rPr>
        <w:t>Answer</w:t>
      </w:r>
      <w:r w:rsidRPr="00552CD2">
        <w:rPr>
          <w:i/>
        </w:rPr>
        <w:t>:</w:t>
      </w:r>
      <w:r>
        <w:t xml:space="preserve"> The point at which crossing over occurs between non-sister chromatids. </w:t>
      </w:r>
    </w:p>
    <w:p w14:paraId="54C06E8F" w14:textId="77777777" w:rsidR="002F4A87" w:rsidRDefault="002F4A87" w:rsidP="00FA7043">
      <w:pPr>
        <w:pStyle w:val="answers-question"/>
      </w:pPr>
      <w:r w:rsidRPr="00001670">
        <w:rPr>
          <w:b/>
        </w:rPr>
        <w:t xml:space="preserve">3 </w:t>
      </w:r>
      <w:r w:rsidRPr="00001670">
        <w:t>Explain how non-disjunction can lead to Down syndrome.</w:t>
      </w:r>
    </w:p>
    <w:p w14:paraId="755E49A0" w14:textId="0F3A4E47" w:rsidR="002F4A87" w:rsidRPr="00866EF2" w:rsidRDefault="002F4A87" w:rsidP="00FA7043">
      <w:pPr>
        <w:pStyle w:val="answers-answer"/>
      </w:pPr>
      <w:r w:rsidRPr="00FA7043">
        <w:rPr>
          <w:rStyle w:val="answer"/>
        </w:rPr>
        <w:t>Answer</w:t>
      </w:r>
      <w:r w:rsidRPr="00552CD2">
        <w:rPr>
          <w:i/>
        </w:rPr>
        <w:t>:</w:t>
      </w:r>
      <w:r>
        <w:t xml:space="preserve"> Non-disjunction results when one or more of the homologous chromosomes (in meiosis I) or one or more chromatids (meiosis II) fail to separate properly. This results in one of the daughter cells receiving one more or one less chromosome. In the case of Down syndrome</w:t>
      </w:r>
      <w:r w:rsidR="006C0E09">
        <w:t>,</w:t>
      </w:r>
      <w:r>
        <w:t xml:space="preserve"> one of the daughter cells has 2 copies of chromosome 21</w:t>
      </w:r>
      <w:r w:rsidR="006C0E09">
        <w:t>.</w:t>
      </w:r>
      <w:r>
        <w:t xml:space="preserve"> </w:t>
      </w:r>
      <w:r w:rsidR="006C0E09">
        <w:t>W</w:t>
      </w:r>
      <w:r>
        <w:t xml:space="preserve">hen this cell is </w:t>
      </w:r>
      <w:proofErr w:type="spellStart"/>
      <w:r w:rsidR="006C0E09">
        <w:t>fertili</w:t>
      </w:r>
      <w:r w:rsidR="0011165C">
        <w:t>s</w:t>
      </w:r>
      <w:r w:rsidR="006C0E09">
        <w:t>ed</w:t>
      </w:r>
      <w:proofErr w:type="spellEnd"/>
      <w:r w:rsidR="006C0E09">
        <w:t>,</w:t>
      </w:r>
      <w:r>
        <w:t xml:space="preserve"> the resulting embryo has </w:t>
      </w:r>
      <w:r>
        <w:lastRenderedPageBreak/>
        <w:t>3 copies of chromosome 21. Down syndrome can also be called trisomy 21 (indicating 3 of chromosome 21 present in the individual).</w:t>
      </w:r>
    </w:p>
    <w:p w14:paraId="3D3B6B9F" w14:textId="77777777" w:rsidR="002F4A87" w:rsidRPr="00FA7043" w:rsidRDefault="002F4A87" w:rsidP="00FA7043">
      <w:pPr>
        <w:pStyle w:val="answers-question"/>
      </w:pPr>
      <w:r w:rsidRPr="00001670">
        <w:rPr>
          <w:b/>
        </w:rPr>
        <w:t xml:space="preserve">4 </w:t>
      </w:r>
      <w:r w:rsidRPr="00001670">
        <w:t xml:space="preserve">Draw a series of diagrams to show how nondisjunction in the first meiotic division can lead to </w:t>
      </w:r>
      <w:r w:rsidRPr="00FA7043">
        <w:t>trisomy.</w:t>
      </w:r>
    </w:p>
    <w:p w14:paraId="2B9C8D34" w14:textId="77777777" w:rsidR="002F4A87" w:rsidRDefault="002F4A87" w:rsidP="00FA7043">
      <w:pPr>
        <w:pStyle w:val="answers-answer"/>
      </w:pPr>
      <w:r w:rsidRPr="00FA7043">
        <w:rPr>
          <w:rStyle w:val="answer"/>
        </w:rPr>
        <w:t>Answer</w:t>
      </w:r>
      <w:r w:rsidRPr="00552CD2">
        <w:rPr>
          <w:i/>
        </w:rPr>
        <w:t>:</w:t>
      </w:r>
      <w:r>
        <w:t xml:space="preserve"> Refer to Figure 10.12b on page 259 of the student book. </w:t>
      </w:r>
    </w:p>
    <w:p w14:paraId="2FE1C095" w14:textId="77777777" w:rsidR="002F4A87" w:rsidRDefault="002F4A87" w:rsidP="00FA7043">
      <w:pPr>
        <w:pStyle w:val="answers-question"/>
      </w:pPr>
      <w:r w:rsidRPr="00001670">
        <w:rPr>
          <w:b/>
        </w:rPr>
        <w:t xml:space="preserve">5 </w:t>
      </w:r>
      <w:r w:rsidRPr="00001670">
        <w:t>Describe random (or independent) assortment with reference to chromosomes.</w:t>
      </w:r>
    </w:p>
    <w:p w14:paraId="02A5F2EB" w14:textId="0864B6B2" w:rsidR="002F4A87" w:rsidRDefault="002F4A87" w:rsidP="00FA7043">
      <w:pPr>
        <w:pStyle w:val="answers-answer"/>
      </w:pPr>
      <w:r w:rsidRPr="00FA7043">
        <w:rPr>
          <w:rStyle w:val="answer"/>
        </w:rPr>
        <w:t>Answer</w:t>
      </w:r>
      <w:r w:rsidRPr="00552CD2">
        <w:rPr>
          <w:i/>
        </w:rPr>
        <w:t>:</w:t>
      </w:r>
      <w:r w:rsidR="006C0E09">
        <w:t xml:space="preserve"> </w:t>
      </w:r>
      <w:r>
        <w:t>During the first meiotic division</w:t>
      </w:r>
      <w:r w:rsidR="006C0E09">
        <w:t>,</w:t>
      </w:r>
      <w:r>
        <w:t xml:space="preserve"> the homologous chromosomes separate at random, meaning that when they move to the opposite poles, they have no influence over how the other homologous chromosomes separate. All 23 pairs of chromosomes behave this way, so there are 2</w:t>
      </w:r>
      <w:r w:rsidRPr="000E3CC2">
        <w:rPr>
          <w:vertAlign w:val="superscript"/>
        </w:rPr>
        <w:t>23</w:t>
      </w:r>
      <w:r>
        <w:t xml:space="preserve"> possible combinations of chromosomes that each daughter cell can receive. </w:t>
      </w:r>
    </w:p>
    <w:p w14:paraId="3364CC3B" w14:textId="77777777" w:rsidR="002F4A87" w:rsidRDefault="002F4A87" w:rsidP="002F4A87">
      <w:pPr>
        <w:pStyle w:val="i-chead"/>
      </w:pPr>
      <w:r>
        <w:t xml:space="preserve">Apply knowledge </w:t>
      </w:r>
    </w:p>
    <w:p w14:paraId="3CFBC961" w14:textId="77777777" w:rsidR="002F4A87" w:rsidRDefault="002F4A87" w:rsidP="00FA7043">
      <w:pPr>
        <w:pStyle w:val="answers-question"/>
      </w:pPr>
      <w:r w:rsidRPr="00001670">
        <w:rPr>
          <w:b/>
        </w:rPr>
        <w:t xml:space="preserve">6 </w:t>
      </w:r>
      <w:r w:rsidRPr="00001670">
        <w:t>Explain the difference between crossing over and recombination.</w:t>
      </w:r>
    </w:p>
    <w:p w14:paraId="226965D5" w14:textId="1C2FFEEC" w:rsidR="002F4A87" w:rsidRDefault="002F4A87" w:rsidP="00FA7043">
      <w:pPr>
        <w:pStyle w:val="answers-answer"/>
      </w:pPr>
      <w:r w:rsidRPr="00FA7043">
        <w:rPr>
          <w:rStyle w:val="answer"/>
        </w:rPr>
        <w:t>Answer</w:t>
      </w:r>
      <w:r w:rsidRPr="00552CD2">
        <w:rPr>
          <w:i/>
        </w:rPr>
        <w:t>:</w:t>
      </w:r>
      <w:r w:rsidR="006C0E09">
        <w:t xml:space="preserve"> </w:t>
      </w:r>
      <w:r>
        <w:t xml:space="preserve">Crossing over occurs in Prophase I and involves swapping genetic material between non-sister chromatids. This will reorder the alleles found along the chromosome. Recombination is the changing of the order of alleles along a chromosome, it is a direct result of crossing over. </w:t>
      </w:r>
    </w:p>
    <w:p w14:paraId="40745CD1" w14:textId="77777777" w:rsidR="002F4A87" w:rsidRDefault="002F4A87" w:rsidP="00FA7043">
      <w:pPr>
        <w:pStyle w:val="answers-question"/>
      </w:pPr>
      <w:r w:rsidRPr="00001670">
        <w:rPr>
          <w:b/>
        </w:rPr>
        <w:t xml:space="preserve">7 </w:t>
      </w:r>
      <w:r w:rsidRPr="00001670">
        <w:t>If a cell has 15 pairs of chromosomes, how many different combinations of chromosomes are there in the gametes?</w:t>
      </w:r>
    </w:p>
    <w:p w14:paraId="4B199FDB" w14:textId="32988985" w:rsidR="002F4A87" w:rsidRDefault="002F4A87" w:rsidP="00FA7043">
      <w:pPr>
        <w:pStyle w:val="answers-answer"/>
      </w:pPr>
      <w:r w:rsidRPr="00FA7043">
        <w:rPr>
          <w:rStyle w:val="answer"/>
        </w:rPr>
        <w:t>Answer</w:t>
      </w:r>
      <w:r w:rsidRPr="00552CD2">
        <w:rPr>
          <w:i/>
        </w:rPr>
        <w:t>:</w:t>
      </w:r>
      <w:r w:rsidR="006C0E09">
        <w:t xml:space="preserve"> </w:t>
      </w:r>
      <w:r>
        <w:t>2</w:t>
      </w:r>
      <w:r w:rsidRPr="009120FD">
        <w:rPr>
          <w:vertAlign w:val="superscript"/>
        </w:rPr>
        <w:t>15</w:t>
      </w:r>
      <w:r>
        <w:t xml:space="preserve"> which equals 32 768.</w:t>
      </w:r>
    </w:p>
    <w:p w14:paraId="46E915F5" w14:textId="77777777" w:rsidR="002F4A87" w:rsidRDefault="002F4A87" w:rsidP="002F4A87">
      <w:pPr>
        <w:pStyle w:val="i-chead"/>
      </w:pPr>
      <w:r>
        <w:t>Questions 10.4</w:t>
      </w:r>
    </w:p>
    <w:p w14:paraId="76FC2853" w14:textId="77777777" w:rsidR="002F4A87" w:rsidRDefault="002F4A87" w:rsidP="002F4A87">
      <w:pPr>
        <w:pStyle w:val="i-chead"/>
      </w:pPr>
      <w:r>
        <w:t xml:space="preserve">Recall knowledge </w:t>
      </w:r>
    </w:p>
    <w:p w14:paraId="42A3ED91" w14:textId="77777777" w:rsidR="002F4A87" w:rsidRDefault="002F4A87" w:rsidP="00FA7043">
      <w:pPr>
        <w:pStyle w:val="answers-question"/>
      </w:pPr>
      <w:r w:rsidRPr="00001670">
        <w:rPr>
          <w:b/>
        </w:rPr>
        <w:t xml:space="preserve">1 </w:t>
      </w:r>
      <w:r w:rsidRPr="00001670">
        <w:t>Define ‘cancer’.</w:t>
      </w:r>
    </w:p>
    <w:p w14:paraId="25DD9F6E" w14:textId="013FC3D6" w:rsidR="002F4A87" w:rsidRPr="00001670" w:rsidRDefault="002F4A87" w:rsidP="00FA7043">
      <w:pPr>
        <w:pStyle w:val="answers-answer"/>
        <w:rPr>
          <w:b/>
          <w:bCs/>
        </w:rPr>
      </w:pPr>
      <w:r w:rsidRPr="00FA7043">
        <w:rPr>
          <w:rStyle w:val="answer"/>
        </w:rPr>
        <w:t>Answer</w:t>
      </w:r>
      <w:r w:rsidRPr="00552CD2">
        <w:rPr>
          <w:i/>
        </w:rPr>
        <w:t>:</w:t>
      </w:r>
      <w:r w:rsidR="006C0E09">
        <w:t xml:space="preserve"> </w:t>
      </w:r>
      <w:r>
        <w:t xml:space="preserve">Cancer can be defined as uncontrolled cell division that can produce a </w:t>
      </w:r>
      <w:proofErr w:type="spellStart"/>
      <w:r>
        <w:t>tumour</w:t>
      </w:r>
      <w:proofErr w:type="spellEnd"/>
      <w:r>
        <w:t>.</w:t>
      </w:r>
      <w:r w:rsidR="006C0E09">
        <w:t xml:space="preserve"> </w:t>
      </w:r>
    </w:p>
    <w:p w14:paraId="423A0AF0" w14:textId="77777777" w:rsidR="002F4A87" w:rsidRDefault="002F4A87" w:rsidP="00FA7043">
      <w:pPr>
        <w:pStyle w:val="answers-question"/>
      </w:pPr>
      <w:r w:rsidRPr="00001670">
        <w:rPr>
          <w:b/>
        </w:rPr>
        <w:t xml:space="preserve">2 </w:t>
      </w:r>
      <w:r w:rsidRPr="00001670">
        <w:t>List five different types of cancer.</w:t>
      </w:r>
    </w:p>
    <w:p w14:paraId="47C27A12" w14:textId="77777777" w:rsidR="002F4A87" w:rsidRPr="00001670" w:rsidRDefault="002F4A87" w:rsidP="00FA7043">
      <w:pPr>
        <w:pStyle w:val="answers-answer"/>
        <w:rPr>
          <w:b/>
          <w:bCs/>
        </w:rPr>
      </w:pPr>
      <w:r w:rsidRPr="00FA7043">
        <w:rPr>
          <w:rStyle w:val="answer"/>
        </w:rPr>
        <w:t>Answer</w:t>
      </w:r>
      <w:r w:rsidRPr="00552CD2">
        <w:rPr>
          <w:i/>
        </w:rPr>
        <w:t>:</w:t>
      </w:r>
      <w:r>
        <w:t xml:space="preserve"> Examples include: Breast, bowel, brain, pancreatic, skin, cervical, throat, stomach. Other options may be accepted.</w:t>
      </w:r>
    </w:p>
    <w:p w14:paraId="0AD1D910" w14:textId="77777777" w:rsidR="002F4A87" w:rsidRDefault="002F4A87" w:rsidP="00FA7043">
      <w:pPr>
        <w:pStyle w:val="answers-question"/>
      </w:pPr>
      <w:r w:rsidRPr="00001670">
        <w:rPr>
          <w:b/>
        </w:rPr>
        <w:t xml:space="preserve">3 </w:t>
      </w:r>
      <w:r w:rsidRPr="00001670">
        <w:t>List three carcinogens.</w:t>
      </w:r>
    </w:p>
    <w:p w14:paraId="2F80EA18" w14:textId="59454BB3" w:rsidR="002F4A87" w:rsidRPr="00001670" w:rsidRDefault="002F4A87" w:rsidP="00FA7043">
      <w:pPr>
        <w:pStyle w:val="answers-answer"/>
        <w:rPr>
          <w:b/>
          <w:bCs/>
        </w:rPr>
      </w:pPr>
      <w:r w:rsidRPr="00FA7043">
        <w:rPr>
          <w:rStyle w:val="answer"/>
        </w:rPr>
        <w:t>Answer</w:t>
      </w:r>
      <w:r w:rsidRPr="00552CD2">
        <w:rPr>
          <w:i/>
        </w:rPr>
        <w:t>:</w:t>
      </w:r>
      <w:r>
        <w:t xml:space="preserve"> Examples include: Ultraviolet (UV) radiation, X-rays, ionising radiation, viruses, alcohol, tobacco, asbestos. Other examples m</w:t>
      </w:r>
      <w:r w:rsidR="006C0E09">
        <w:t>ay</w:t>
      </w:r>
      <w:r>
        <w:t xml:space="preserve"> be accepted. </w:t>
      </w:r>
    </w:p>
    <w:p w14:paraId="0AAF6CA9" w14:textId="77777777" w:rsidR="006C0E09" w:rsidRDefault="006C0E09">
      <w:pPr>
        <w:spacing w:line="240" w:lineRule="auto"/>
        <w:rPr>
          <w:b/>
          <w:bCs/>
          <w:sz w:val="24"/>
          <w:szCs w:val="24"/>
          <w:lang w:val="en-US"/>
        </w:rPr>
      </w:pPr>
      <w:r>
        <w:rPr>
          <w:b/>
        </w:rPr>
        <w:br w:type="page"/>
      </w:r>
    </w:p>
    <w:p w14:paraId="7FA165CB" w14:textId="1AC174ED" w:rsidR="002F4A87" w:rsidRDefault="002F4A87" w:rsidP="00FA7043">
      <w:pPr>
        <w:pStyle w:val="answers-question"/>
      </w:pPr>
      <w:r w:rsidRPr="00001670">
        <w:rPr>
          <w:b/>
        </w:rPr>
        <w:lastRenderedPageBreak/>
        <w:t xml:space="preserve">4 </w:t>
      </w:r>
      <w:r w:rsidRPr="00001670">
        <w:t>Describe how cervical cancer can be detected</w:t>
      </w:r>
      <w:r>
        <w:t xml:space="preserve"> </w:t>
      </w:r>
      <w:r w:rsidRPr="00001670">
        <w:t>in its early stage.</w:t>
      </w:r>
    </w:p>
    <w:p w14:paraId="6DCB1D19" w14:textId="4C706FD9" w:rsidR="002F4A87" w:rsidRPr="00001670" w:rsidRDefault="002F4A87" w:rsidP="00FA7043">
      <w:pPr>
        <w:pStyle w:val="answers-answer"/>
      </w:pPr>
      <w:r w:rsidRPr="00FA7043">
        <w:rPr>
          <w:rStyle w:val="answer"/>
        </w:rPr>
        <w:t>Answer</w:t>
      </w:r>
      <w:r w:rsidRPr="00552CD2">
        <w:rPr>
          <w:i/>
        </w:rPr>
        <w:t>:</w:t>
      </w:r>
      <w:r>
        <w:t xml:space="preserve"> The cervical screening test detects abnormal cells or changes in the cervical cells that may develop into cancer. Cells are taken from the cervix and examined under a microscope</w:t>
      </w:r>
      <w:r w:rsidR="006C0E09">
        <w:t>,</w:t>
      </w:r>
      <w:r>
        <w:t xml:space="preserve"> </w:t>
      </w:r>
      <w:r w:rsidR="006C0E09">
        <w:t xml:space="preserve">to </w:t>
      </w:r>
      <w:r>
        <w:t>look</w:t>
      </w:r>
      <w:r w:rsidR="006C0E09">
        <w:t xml:space="preserve"> </w:t>
      </w:r>
      <w:r>
        <w:t xml:space="preserve">for any unusual cells. </w:t>
      </w:r>
    </w:p>
    <w:p w14:paraId="242827C4" w14:textId="77777777" w:rsidR="002F4A87" w:rsidRDefault="002F4A87" w:rsidP="00FA7043">
      <w:pPr>
        <w:pStyle w:val="answers-question"/>
      </w:pPr>
      <w:r w:rsidRPr="00001670">
        <w:rPr>
          <w:b/>
        </w:rPr>
        <w:t xml:space="preserve">5 </w:t>
      </w:r>
      <w:r w:rsidRPr="00001670">
        <w:t>Name the diagnostic tests for prostate cancer.</w:t>
      </w:r>
    </w:p>
    <w:p w14:paraId="338A6265" w14:textId="2BC314D4" w:rsidR="002F4A87" w:rsidRDefault="002F4A87" w:rsidP="00FA7043">
      <w:pPr>
        <w:pStyle w:val="answers-answer"/>
      </w:pPr>
      <w:r w:rsidRPr="00FA7043">
        <w:rPr>
          <w:rStyle w:val="answer"/>
        </w:rPr>
        <w:t>Answer</w:t>
      </w:r>
      <w:r w:rsidRPr="00552CD2">
        <w:rPr>
          <w:i/>
        </w:rPr>
        <w:t>:</w:t>
      </w:r>
      <w:r w:rsidR="006C0E09">
        <w:t xml:space="preserve"> </w:t>
      </w:r>
      <w:r>
        <w:t>Digital rectal examination (DRE), prostate-specific antigen (PSA) blood test, and biopsy.</w:t>
      </w:r>
    </w:p>
    <w:p w14:paraId="5EED8E83" w14:textId="77777777" w:rsidR="002F4A87" w:rsidRDefault="002F4A87" w:rsidP="002F4A87">
      <w:pPr>
        <w:pStyle w:val="i-chead"/>
      </w:pPr>
      <w:r>
        <w:t xml:space="preserve">Apply knowledge </w:t>
      </w:r>
    </w:p>
    <w:p w14:paraId="5A811EEA" w14:textId="77777777" w:rsidR="002F4A87" w:rsidRDefault="002F4A87" w:rsidP="00FA7043">
      <w:pPr>
        <w:pStyle w:val="answers-question"/>
      </w:pPr>
      <w:r>
        <w:rPr>
          <w:b/>
        </w:rPr>
        <w:t xml:space="preserve">6 </w:t>
      </w:r>
      <w:r w:rsidRPr="00A63713">
        <w:t>Explain how cancer cells are different from</w:t>
      </w:r>
      <w:r>
        <w:t xml:space="preserve"> </w:t>
      </w:r>
      <w:r w:rsidRPr="00A63713">
        <w:t>normal cells.</w:t>
      </w:r>
    </w:p>
    <w:p w14:paraId="268BE35B" w14:textId="63ED0B84" w:rsidR="002F4A87" w:rsidRPr="00A63713" w:rsidRDefault="002F4A87" w:rsidP="00FA7043">
      <w:pPr>
        <w:pStyle w:val="answers-answer"/>
      </w:pPr>
      <w:r w:rsidRPr="00FA7043">
        <w:rPr>
          <w:rStyle w:val="answer"/>
        </w:rPr>
        <w:t>Answer</w:t>
      </w:r>
      <w:r w:rsidRPr="00552CD2">
        <w:rPr>
          <w:i/>
        </w:rPr>
        <w:t>:</w:t>
      </w:r>
      <w:r w:rsidR="006C0E09">
        <w:t xml:space="preserve"> </w:t>
      </w:r>
      <w:r>
        <w:t xml:space="preserve">Cancer cells have uncontrolled rates of cell division and do not specialise/differentiate into the normal tissue cells that surround them. This makes them more easily identified. </w:t>
      </w:r>
    </w:p>
    <w:p w14:paraId="5F9DE68F" w14:textId="77777777" w:rsidR="002F4A87" w:rsidRDefault="002F4A87" w:rsidP="00FA7043">
      <w:pPr>
        <w:pStyle w:val="answers-question"/>
      </w:pPr>
      <w:r w:rsidRPr="00A63713">
        <w:rPr>
          <w:b/>
        </w:rPr>
        <w:t xml:space="preserve">7 </w:t>
      </w:r>
      <w:r w:rsidRPr="00A63713">
        <w:t>Explain why tumours can be identified when a</w:t>
      </w:r>
      <w:r>
        <w:t xml:space="preserve"> </w:t>
      </w:r>
      <w:r w:rsidRPr="00A63713">
        <w:t>sample is viewed under a microscope.</w:t>
      </w:r>
    </w:p>
    <w:p w14:paraId="47A2E73F" w14:textId="7D7DEB7F" w:rsidR="002F4A87" w:rsidRPr="00A63713" w:rsidRDefault="002F4A87" w:rsidP="00FA7043">
      <w:pPr>
        <w:pStyle w:val="answers-answer"/>
      </w:pPr>
      <w:r w:rsidRPr="00FA7043">
        <w:rPr>
          <w:rStyle w:val="answer"/>
        </w:rPr>
        <w:t>Answer</w:t>
      </w:r>
      <w:r w:rsidRPr="00552CD2">
        <w:rPr>
          <w:i/>
        </w:rPr>
        <w:t>:</w:t>
      </w:r>
      <w:r w:rsidR="006C0E09">
        <w:t xml:space="preserve"> </w:t>
      </w:r>
      <w:r>
        <w:t xml:space="preserve">The </w:t>
      </w:r>
      <w:proofErr w:type="spellStart"/>
      <w:r>
        <w:t>tumour</w:t>
      </w:r>
      <w:proofErr w:type="spellEnd"/>
      <w:r>
        <w:t xml:space="preserve"> cells do not look like the surrounding normal tissue cells as they have not differentiated. </w:t>
      </w:r>
    </w:p>
    <w:p w14:paraId="4F8E39EC" w14:textId="77777777" w:rsidR="002F4A87" w:rsidRDefault="002F4A87" w:rsidP="00FA7043">
      <w:pPr>
        <w:pStyle w:val="answers-question"/>
      </w:pPr>
      <w:r w:rsidRPr="00A63713">
        <w:rPr>
          <w:b/>
        </w:rPr>
        <w:t xml:space="preserve">8 </w:t>
      </w:r>
      <w:r w:rsidRPr="00A63713">
        <w:t>Compare and contrast benign tumours and</w:t>
      </w:r>
      <w:r>
        <w:t xml:space="preserve"> </w:t>
      </w:r>
      <w:r w:rsidRPr="00A63713">
        <w:t>malignant tumours.</w:t>
      </w:r>
    </w:p>
    <w:p w14:paraId="1E50EB01" w14:textId="3BBBEB61" w:rsidR="002F4A87" w:rsidRPr="00A63713" w:rsidRDefault="002F4A87" w:rsidP="00FA7043">
      <w:pPr>
        <w:pStyle w:val="answers-answer"/>
      </w:pPr>
      <w:r w:rsidRPr="00FA7043">
        <w:rPr>
          <w:rStyle w:val="answer"/>
        </w:rPr>
        <w:t>Answer</w:t>
      </w:r>
      <w:r w:rsidRPr="00552CD2">
        <w:rPr>
          <w:i/>
        </w:rPr>
        <w:t>:</w:t>
      </w:r>
      <w:r w:rsidR="006C0E09">
        <w:t xml:space="preserve"> </w:t>
      </w:r>
      <w:r>
        <w:t xml:space="preserve">A benign </w:t>
      </w:r>
      <w:proofErr w:type="spellStart"/>
      <w:r>
        <w:t>tumour</w:t>
      </w:r>
      <w:proofErr w:type="spellEnd"/>
      <w:r>
        <w:t xml:space="preserve"> does not spread or invade normal tissues and do</w:t>
      </w:r>
      <w:r w:rsidR="00584507">
        <w:t>es</w:t>
      </w:r>
      <w:r>
        <w:t xml:space="preserve"> not spread around the body. Benign tumours form a mass that can press onto surrounding tissues. Malignant tumours </w:t>
      </w:r>
      <w:proofErr w:type="gramStart"/>
      <w:r>
        <w:t>are able to</w:t>
      </w:r>
      <w:proofErr w:type="gramEnd"/>
      <w:r>
        <w:t xml:space="preserve"> spread into other parts of the body, they can enter the blood stream or lymph and grow secondary tumours away from the original tumour. </w:t>
      </w:r>
    </w:p>
    <w:p w14:paraId="215437CB" w14:textId="77777777" w:rsidR="002F4A87" w:rsidRDefault="002F4A87" w:rsidP="00FA7043">
      <w:pPr>
        <w:pStyle w:val="answers-question"/>
      </w:pPr>
      <w:r w:rsidRPr="00A63713">
        <w:rPr>
          <w:b/>
        </w:rPr>
        <w:t xml:space="preserve">9 </w:t>
      </w:r>
      <w:r w:rsidRPr="00A63713">
        <w:t>Explain how education has been able to reduce</w:t>
      </w:r>
      <w:r>
        <w:t xml:space="preserve"> </w:t>
      </w:r>
      <w:r w:rsidRPr="00A63713">
        <w:t>the incidence of some cancers.</w:t>
      </w:r>
    </w:p>
    <w:p w14:paraId="36ED2397" w14:textId="12A2C5FB" w:rsidR="002F4A87" w:rsidRPr="00A63713" w:rsidRDefault="002F4A87" w:rsidP="00FA7043">
      <w:pPr>
        <w:pStyle w:val="answers-answer"/>
      </w:pPr>
      <w:r w:rsidRPr="00FA7043">
        <w:rPr>
          <w:rStyle w:val="answer"/>
        </w:rPr>
        <w:t>Answer</w:t>
      </w:r>
      <w:r w:rsidRPr="00552CD2">
        <w:rPr>
          <w:i/>
        </w:rPr>
        <w:t>:</w:t>
      </w:r>
      <w:r w:rsidR="006C0E09">
        <w:t xml:space="preserve"> </w:t>
      </w:r>
      <w:r>
        <w:t>Education has made the public aware o</w:t>
      </w:r>
      <w:r w:rsidR="00584507">
        <w:t>f</w:t>
      </w:r>
      <w:r>
        <w:t xml:space="preserve"> ways to limit their exposure to known carcinogens including UV radiation (Slip, Slop, Slap campaign), tobacco (plain packaging with large warning signs) and alcohol (labelling on bottles or cans).</w:t>
      </w:r>
    </w:p>
    <w:p w14:paraId="427B1E37" w14:textId="77777777" w:rsidR="002F4A87" w:rsidRDefault="002F4A87" w:rsidP="00FA7043">
      <w:pPr>
        <w:pStyle w:val="answers-question"/>
      </w:pPr>
      <w:r w:rsidRPr="00A63713">
        <w:rPr>
          <w:b/>
        </w:rPr>
        <w:t xml:space="preserve">10 </w:t>
      </w:r>
      <w:r w:rsidRPr="00A63713">
        <w:t>Suggest why some people who receive the</w:t>
      </w:r>
      <w:r>
        <w:t xml:space="preserve"> </w:t>
      </w:r>
      <w:r w:rsidRPr="00A63713">
        <w:t>faecal occult blood test kit still do not do the</w:t>
      </w:r>
      <w:r>
        <w:t xml:space="preserve"> </w:t>
      </w:r>
      <w:r w:rsidRPr="00A63713">
        <w:t>test.</w:t>
      </w:r>
    </w:p>
    <w:p w14:paraId="0842ECF7" w14:textId="6EAA96BE" w:rsidR="002F4A87" w:rsidRDefault="002F4A87" w:rsidP="00FA7043">
      <w:pPr>
        <w:pStyle w:val="answers-answer"/>
      </w:pPr>
      <w:r w:rsidRPr="00FA7043">
        <w:rPr>
          <w:rStyle w:val="answer"/>
        </w:rPr>
        <w:t>Answer</w:t>
      </w:r>
      <w:r w:rsidRPr="00552CD2">
        <w:rPr>
          <w:i/>
        </w:rPr>
        <w:t>:</w:t>
      </w:r>
      <w:r w:rsidR="006C0E09">
        <w:t xml:space="preserve"> </w:t>
      </w:r>
      <w:r>
        <w:t xml:space="preserve">The </w:t>
      </w:r>
      <w:proofErr w:type="spellStart"/>
      <w:r>
        <w:t>faecal</w:t>
      </w:r>
      <w:proofErr w:type="spellEnd"/>
      <w:r>
        <w:t xml:space="preserve"> occult test involves taking a small sample of faeces from two separate bowel movements using a test kit. These samples are then sent off for testing. People may choose not to test if they feel the testing is unhygienic, or they have no history of bowel cancer in their family (are low risk), or they are fearful of the test results. Receiving a positive test result may result in further testing and invasive techniques including a colonoscopy. </w:t>
      </w:r>
    </w:p>
    <w:p w14:paraId="0A897010" w14:textId="77777777" w:rsidR="002F4A87" w:rsidRDefault="002F4A87" w:rsidP="002F4A87"/>
    <w:p w14:paraId="559CCF5B" w14:textId="77777777" w:rsidR="002F4A87" w:rsidRDefault="002F4A87" w:rsidP="002F4A87">
      <w:pPr>
        <w:pStyle w:val="i-chead"/>
      </w:pPr>
      <w:r>
        <w:lastRenderedPageBreak/>
        <w:t xml:space="preserve">Chapter 10 Activities </w:t>
      </w:r>
    </w:p>
    <w:p w14:paraId="7BCBC313" w14:textId="77777777" w:rsidR="002F4A87" w:rsidRDefault="002F4A87" w:rsidP="002F4A87">
      <w:pPr>
        <w:pStyle w:val="i-chead"/>
      </w:pPr>
      <w:r>
        <w:t>Activity 10.2 Observing mitosis</w:t>
      </w:r>
    </w:p>
    <w:p w14:paraId="5307BB1E" w14:textId="77777777" w:rsidR="002F4A87" w:rsidRDefault="002F4A87" w:rsidP="002F4A87">
      <w:pPr>
        <w:pStyle w:val="i-chead"/>
      </w:pPr>
      <w:r>
        <w:t>Results</w:t>
      </w:r>
    </w:p>
    <w:p w14:paraId="6AA25A9E" w14:textId="77777777" w:rsidR="002F4A87" w:rsidRDefault="002F4A87" w:rsidP="00FA7043">
      <w:pPr>
        <w:pStyle w:val="answers-question"/>
      </w:pPr>
      <w:r w:rsidRPr="00A63713">
        <w:rPr>
          <w:b/>
        </w:rPr>
        <w:t xml:space="preserve">1 </w:t>
      </w:r>
      <w:r w:rsidRPr="00A63713">
        <w:t>Draw a cell that is in each of the four phases.</w:t>
      </w:r>
    </w:p>
    <w:p w14:paraId="717B4EBD" w14:textId="77777777" w:rsidR="002F4A87" w:rsidRPr="00A63713" w:rsidRDefault="002F4A87" w:rsidP="00FA7043">
      <w:pPr>
        <w:pStyle w:val="answers-answer"/>
      </w:pPr>
      <w:r w:rsidRPr="00FA7043">
        <w:rPr>
          <w:rStyle w:val="answer"/>
        </w:rPr>
        <w:t>Answer</w:t>
      </w:r>
      <w:r w:rsidRPr="00552CD2">
        <w:rPr>
          <w:i/>
        </w:rPr>
        <w:t>:</w:t>
      </w:r>
      <w:r w:rsidRPr="00552CD2">
        <w:t xml:space="preserve"> See Figure </w:t>
      </w:r>
      <w:r>
        <w:t>10.5</w:t>
      </w:r>
      <w:r w:rsidRPr="00552CD2">
        <w:t xml:space="preserve"> on page </w:t>
      </w:r>
      <w:r>
        <w:t>252 of the student book</w:t>
      </w:r>
      <w:r w:rsidRPr="00552CD2">
        <w:t xml:space="preserve"> for illustrations of the four phases.</w:t>
      </w:r>
    </w:p>
    <w:p w14:paraId="2288A5B8" w14:textId="77777777" w:rsidR="002F4A87" w:rsidRDefault="002F4A87" w:rsidP="00FA7043">
      <w:pPr>
        <w:pStyle w:val="answers-question"/>
      </w:pPr>
      <w:r w:rsidRPr="00A63713">
        <w:rPr>
          <w:b/>
        </w:rPr>
        <w:t xml:space="preserve">2 </w:t>
      </w:r>
      <w:r w:rsidRPr="00A63713">
        <w:t>You cannot see the spindle in any of the cells. Suggest why it cannot be seen.</w:t>
      </w:r>
    </w:p>
    <w:p w14:paraId="6F4A3D76" w14:textId="77777777" w:rsidR="002F4A87" w:rsidRPr="00A63713" w:rsidRDefault="002F4A87" w:rsidP="00FA7043">
      <w:pPr>
        <w:pStyle w:val="answers-answer"/>
      </w:pPr>
      <w:r w:rsidRPr="00FA7043">
        <w:rPr>
          <w:rStyle w:val="answer"/>
        </w:rPr>
        <w:t>Answer</w:t>
      </w:r>
      <w:r w:rsidRPr="008247F6">
        <w:rPr>
          <w:i/>
        </w:rPr>
        <w:t>:</w:t>
      </w:r>
      <w:r>
        <w:t xml:space="preserve"> The spindle is made up of very narrow fibres that are too small to be seen with a school microscope.</w:t>
      </w:r>
    </w:p>
    <w:p w14:paraId="0E24CBDC" w14:textId="77777777" w:rsidR="002F4A87" w:rsidRDefault="002F4A87" w:rsidP="00FA7043">
      <w:pPr>
        <w:pStyle w:val="answers-question"/>
      </w:pPr>
      <w:r w:rsidRPr="00584507">
        <w:rPr>
          <w:b/>
          <w:bCs w:val="0"/>
        </w:rPr>
        <w:t>3</w:t>
      </w:r>
      <w:r w:rsidRPr="00FA7043">
        <w:t xml:space="preserve"> Estimate the number of chromosomes in the cells you are observing. How does your estimate</w:t>
      </w:r>
      <w:r w:rsidRPr="00A63713">
        <w:t xml:space="preserve"> compare with that of others in your class?</w:t>
      </w:r>
    </w:p>
    <w:p w14:paraId="34AD714B" w14:textId="77777777" w:rsidR="002F4A87" w:rsidRPr="00A63713" w:rsidRDefault="002F4A87" w:rsidP="00FA7043">
      <w:pPr>
        <w:pStyle w:val="answers-answer"/>
      </w:pPr>
      <w:r w:rsidRPr="00FA7043">
        <w:rPr>
          <w:rStyle w:val="answer"/>
        </w:rPr>
        <w:t>Answer</w:t>
      </w:r>
      <w:r w:rsidRPr="008247F6">
        <w:rPr>
          <w:i/>
        </w:rPr>
        <w:t>:</w:t>
      </w:r>
      <w:r w:rsidRPr="008247F6">
        <w:t xml:space="preserve"> Answers will depend on the species observed. Onions have a chromosome number of 8.</w:t>
      </w:r>
    </w:p>
    <w:p w14:paraId="7CE010D3" w14:textId="77777777" w:rsidR="002F4A87" w:rsidRDefault="002F4A87" w:rsidP="00FA7043">
      <w:pPr>
        <w:pStyle w:val="answers-question"/>
      </w:pPr>
      <w:r w:rsidRPr="00A63713">
        <w:rPr>
          <w:b/>
        </w:rPr>
        <w:t xml:space="preserve">4 </w:t>
      </w:r>
      <w:r w:rsidRPr="00A63713">
        <w:t>If you observed onion cells, what major difference did you see between those cells and the</w:t>
      </w:r>
      <w:r>
        <w:t xml:space="preserve"> </w:t>
      </w:r>
      <w:r w:rsidRPr="00A63713">
        <w:t>animal cells we have discussed in this chapter?</w:t>
      </w:r>
    </w:p>
    <w:p w14:paraId="3AF272E7" w14:textId="77777777" w:rsidR="002F4A87" w:rsidRDefault="002F4A87" w:rsidP="00FA7043">
      <w:pPr>
        <w:pStyle w:val="answers-answer"/>
      </w:pPr>
      <w:r w:rsidRPr="00FA7043">
        <w:rPr>
          <w:rStyle w:val="answer"/>
        </w:rPr>
        <w:t>Answer</w:t>
      </w:r>
      <w:r w:rsidRPr="008247F6">
        <w:rPr>
          <w:i/>
        </w:rPr>
        <w:t>:</w:t>
      </w:r>
      <w:r>
        <w:t xml:space="preserve"> The main difference is that plant cells have a cell wall and the animal cells do not. Cytokinesis is also different in plant and animal cells. In animal cells a deepening furrow forms between the two daughter cells and eventually divides the cytoplasm into two. In plant cells a cell plate forms – a disc of cellulose between two dividing cells. The cell plate gradually increases in diameter until it divides the cytoplasm into two.</w:t>
      </w:r>
    </w:p>
    <w:p w14:paraId="59477BCA" w14:textId="77777777" w:rsidR="002F4A87" w:rsidRDefault="002F4A87" w:rsidP="002F4A87">
      <w:pPr>
        <w:pStyle w:val="i-chead"/>
      </w:pPr>
      <w:r>
        <w:t xml:space="preserve">Activity 10.3 Modelling meiosis </w:t>
      </w:r>
    </w:p>
    <w:p w14:paraId="2664D2B9" w14:textId="77777777" w:rsidR="002F4A87" w:rsidRDefault="002F4A87" w:rsidP="002F4A87">
      <w:pPr>
        <w:pStyle w:val="i-chead"/>
      </w:pPr>
      <w:r>
        <w:t>Studying your results</w:t>
      </w:r>
    </w:p>
    <w:p w14:paraId="04F4C1A0" w14:textId="77777777" w:rsidR="002F4A87" w:rsidRDefault="002F4A87" w:rsidP="00FA7043">
      <w:pPr>
        <w:pStyle w:val="answers-question"/>
      </w:pPr>
      <w:r w:rsidRPr="009251DA">
        <w:rPr>
          <w:b/>
        </w:rPr>
        <w:t xml:space="preserve">1 </w:t>
      </w:r>
      <w:r w:rsidRPr="009251DA">
        <w:t>What is meant by a ‘model’ in science?</w:t>
      </w:r>
    </w:p>
    <w:p w14:paraId="3CB4D65D" w14:textId="3341B770" w:rsidR="002F4A87" w:rsidRPr="00EA2C1E" w:rsidRDefault="002F4A87" w:rsidP="00FA7043">
      <w:pPr>
        <w:pStyle w:val="answers-answer"/>
      </w:pPr>
      <w:r w:rsidRPr="00FA7043">
        <w:rPr>
          <w:rStyle w:val="answer"/>
        </w:rPr>
        <w:t>Answer</w:t>
      </w:r>
      <w:r w:rsidRPr="00EA2C1E">
        <w:rPr>
          <w:i/>
        </w:rPr>
        <w:t>:</w:t>
      </w:r>
      <w:r w:rsidRPr="00EA2C1E">
        <w:t xml:space="preserve"> A model is a simplified representation of a complex idea, object or process. For example,</w:t>
      </w:r>
      <w:r>
        <w:t xml:space="preserve"> </w:t>
      </w:r>
      <w:r w:rsidRPr="00EA2C1E">
        <w:t xml:space="preserve">Figure </w:t>
      </w:r>
      <w:r>
        <w:t>2</w:t>
      </w:r>
      <w:r w:rsidRPr="00EA2C1E">
        <w:t>.2 on page 2</w:t>
      </w:r>
      <w:r>
        <w:t>7 of the student book</w:t>
      </w:r>
      <w:r w:rsidRPr="00EA2C1E">
        <w:t xml:space="preserve"> is a model of a cell. It shows most of the structures that make up a cell, but no real</w:t>
      </w:r>
      <w:r>
        <w:t xml:space="preserve"> </w:t>
      </w:r>
      <w:r w:rsidRPr="00EA2C1E">
        <w:t>cell would have all those structures in the same proportions.</w:t>
      </w:r>
    </w:p>
    <w:p w14:paraId="00909351" w14:textId="77777777" w:rsidR="002F4A87" w:rsidRDefault="002F4A87" w:rsidP="00FA7043">
      <w:pPr>
        <w:pStyle w:val="answers-question"/>
      </w:pPr>
      <w:r w:rsidRPr="009251DA">
        <w:rPr>
          <w:b/>
        </w:rPr>
        <w:t xml:space="preserve">2 </w:t>
      </w:r>
      <w:r w:rsidRPr="009251DA">
        <w:t>With respect to the colours of the chromosomes, how many different types of gametes did</w:t>
      </w:r>
      <w:r>
        <w:t xml:space="preserve"> </w:t>
      </w:r>
      <w:r w:rsidRPr="009251DA">
        <w:t>your model produce? How many colour combinations are possible?</w:t>
      </w:r>
    </w:p>
    <w:p w14:paraId="4570429F" w14:textId="77777777" w:rsidR="002F4A87" w:rsidRPr="009251DA" w:rsidRDefault="002F4A87" w:rsidP="00FA7043">
      <w:pPr>
        <w:pStyle w:val="answers-answer"/>
      </w:pPr>
      <w:r w:rsidRPr="00FA7043">
        <w:rPr>
          <w:rStyle w:val="answer"/>
        </w:rPr>
        <w:t>Answer</w:t>
      </w:r>
      <w:r w:rsidRPr="00EA2C1E">
        <w:rPr>
          <w:i/>
        </w:rPr>
        <w:t>:</w:t>
      </w:r>
      <w:r>
        <w:t xml:space="preserve"> There will be two different types of gametes. The combination of colours will depend on how students arranged the chromosomes before separation. Four combinations of colours are possible, but each pair of students will have only two combinations.</w:t>
      </w:r>
    </w:p>
    <w:p w14:paraId="7EB8B071" w14:textId="77777777" w:rsidR="002F4A87" w:rsidRDefault="002F4A87" w:rsidP="00FA7043">
      <w:pPr>
        <w:pStyle w:val="answers-question"/>
      </w:pPr>
      <w:r w:rsidRPr="009251DA">
        <w:rPr>
          <w:b/>
        </w:rPr>
        <w:lastRenderedPageBreak/>
        <w:t xml:space="preserve">3 </w:t>
      </w:r>
      <w:r w:rsidRPr="009251DA">
        <w:t>Suppose the chromosome number of your cell was 10. How many combinations of</w:t>
      </w:r>
      <w:r>
        <w:t xml:space="preserve"> </w:t>
      </w:r>
      <w:r w:rsidRPr="009251DA">
        <w:t>chromosomes would now be possible?</w:t>
      </w:r>
    </w:p>
    <w:p w14:paraId="0E55CCD3" w14:textId="77777777" w:rsidR="002F4A87" w:rsidRPr="0010573E" w:rsidRDefault="002F4A87" w:rsidP="00FA7043">
      <w:pPr>
        <w:pStyle w:val="answers-answer"/>
      </w:pPr>
      <w:r w:rsidRPr="00FA7043">
        <w:rPr>
          <w:rStyle w:val="answer"/>
        </w:rPr>
        <w:t>Answer</w:t>
      </w:r>
      <w:r w:rsidRPr="00EA2C1E">
        <w:rPr>
          <w:i/>
        </w:rPr>
        <w:t>:</w:t>
      </w:r>
      <w:r>
        <w:t xml:space="preserve"> 2</w:t>
      </w:r>
      <w:r w:rsidRPr="0010573E">
        <w:rPr>
          <w:vertAlign w:val="superscript"/>
        </w:rPr>
        <w:t>5</w:t>
      </w:r>
      <w:r>
        <w:t xml:space="preserve"> which equals 32 possible combinations of chromosomes. </w:t>
      </w:r>
    </w:p>
    <w:p w14:paraId="0C9F722D" w14:textId="77777777" w:rsidR="002F4A87" w:rsidRDefault="002F4A87" w:rsidP="00FA7043">
      <w:pPr>
        <w:pStyle w:val="answers-question"/>
      </w:pPr>
      <w:r w:rsidRPr="009251DA">
        <w:rPr>
          <w:b/>
        </w:rPr>
        <w:t xml:space="preserve">4 </w:t>
      </w:r>
      <w:r w:rsidRPr="009251DA">
        <w:t>Humans have a chromosome number of 46. What can you say about the number of possible</w:t>
      </w:r>
      <w:r>
        <w:t xml:space="preserve"> </w:t>
      </w:r>
      <w:r w:rsidRPr="009251DA">
        <w:t>chromosome combinations in human eggs and sperm?</w:t>
      </w:r>
    </w:p>
    <w:p w14:paraId="5BEBF2AD" w14:textId="77777777" w:rsidR="002F4A87" w:rsidRPr="009251DA" w:rsidRDefault="002F4A87" w:rsidP="00FA7043">
      <w:pPr>
        <w:pStyle w:val="answers-answer"/>
      </w:pPr>
      <w:r w:rsidRPr="00FA7043">
        <w:rPr>
          <w:rStyle w:val="answer"/>
        </w:rPr>
        <w:t>Answer</w:t>
      </w:r>
      <w:r w:rsidRPr="00EA2C1E">
        <w:rPr>
          <w:i/>
        </w:rPr>
        <w:t>:</w:t>
      </w:r>
      <w:r w:rsidRPr="00EA2C1E">
        <w:t xml:space="preserve"> There are more than 8 million possible combinations; that is, 2</w:t>
      </w:r>
      <w:r w:rsidRPr="00EA2C1E">
        <w:rPr>
          <w:vertAlign w:val="superscript"/>
        </w:rPr>
        <w:t>23</w:t>
      </w:r>
      <w:r w:rsidRPr="00EA2C1E">
        <w:t>.</w:t>
      </w:r>
    </w:p>
    <w:p w14:paraId="05C9B7E2" w14:textId="77777777" w:rsidR="002F4A87" w:rsidRDefault="002F4A87" w:rsidP="00FA7043">
      <w:pPr>
        <w:pStyle w:val="answers-question"/>
      </w:pPr>
      <w:r w:rsidRPr="009251DA">
        <w:rPr>
          <w:b/>
        </w:rPr>
        <w:t xml:space="preserve">5 </w:t>
      </w:r>
      <w:r w:rsidRPr="009251DA">
        <w:t>Why is it that children of the same parents do not inherit identical chromosomes (except</w:t>
      </w:r>
      <w:r>
        <w:t xml:space="preserve"> </w:t>
      </w:r>
      <w:r w:rsidRPr="009251DA">
        <w:t>for identical twins)?</w:t>
      </w:r>
    </w:p>
    <w:p w14:paraId="26A01532" w14:textId="77777777" w:rsidR="002F4A87" w:rsidRPr="009251DA" w:rsidRDefault="002F4A87" w:rsidP="00FA7043">
      <w:pPr>
        <w:pStyle w:val="answers-answer"/>
      </w:pPr>
      <w:r w:rsidRPr="00FA7043">
        <w:rPr>
          <w:rStyle w:val="answer"/>
        </w:rPr>
        <w:t>Answer</w:t>
      </w:r>
      <w:r w:rsidRPr="00EA2C1E">
        <w:rPr>
          <w:i/>
        </w:rPr>
        <w:t>:</w:t>
      </w:r>
      <w:r>
        <w:t xml:space="preserve"> Each time meiosis occurs to produce an egg or a sperm, a new combination of chromosomes is possible, as well as the chance of recombination of genes through crossing over. That, together with the chance occurrence of which sperm fertilises which egg, means that there is very little chance of siblings being identical. There are more than 8 million possible combinations of chromosomes in the egg, and more than 8 million in the sperm. The number of possible combinations in the zygote is 8 million </w:t>
      </w:r>
      <w:r>
        <w:sym w:font="Symbol" w:char="F0B4"/>
      </w:r>
      <w:r>
        <w:t xml:space="preserve"> 8 million.</w:t>
      </w:r>
    </w:p>
    <w:p w14:paraId="6659EC90" w14:textId="77777777" w:rsidR="002F4A87" w:rsidRDefault="002F4A87" w:rsidP="00FA7043">
      <w:pPr>
        <w:pStyle w:val="answers-question"/>
      </w:pPr>
      <w:r w:rsidRPr="009251DA">
        <w:rPr>
          <w:b/>
        </w:rPr>
        <w:t xml:space="preserve">6 </w:t>
      </w:r>
      <w:r w:rsidRPr="009251DA">
        <w:t>How did your movie demonstrate independent assortment of chromosomes?</w:t>
      </w:r>
    </w:p>
    <w:p w14:paraId="22D54281" w14:textId="77777777" w:rsidR="002F4A87" w:rsidRDefault="002F4A87" w:rsidP="00FA7043">
      <w:pPr>
        <w:pStyle w:val="answers-answer"/>
      </w:pPr>
      <w:r w:rsidRPr="00FA7043">
        <w:rPr>
          <w:rStyle w:val="answer"/>
        </w:rPr>
        <w:t>Answer</w:t>
      </w:r>
      <w:r w:rsidRPr="00EA2C1E">
        <w:rPr>
          <w:i/>
        </w:rPr>
        <w:t>:</w:t>
      </w:r>
      <w:r>
        <w:t xml:space="preserve"> Students responses will vary. </w:t>
      </w:r>
    </w:p>
    <w:p w14:paraId="44CEDEF6" w14:textId="77777777" w:rsidR="002F4A87" w:rsidRPr="000F0588" w:rsidRDefault="002F4A87" w:rsidP="002F4A87">
      <w:pPr>
        <w:pStyle w:val="i-chead"/>
      </w:pPr>
      <w:r w:rsidRPr="000F0588">
        <w:t>Activity 10.</w:t>
      </w:r>
      <w:r>
        <w:t>4</w:t>
      </w:r>
      <w:r w:rsidRPr="000F0588">
        <w:t xml:space="preserve"> Investigating the incidence of cancer in Australia</w:t>
      </w:r>
    </w:p>
    <w:p w14:paraId="4F4C5843" w14:textId="77777777" w:rsidR="002F4A87" w:rsidRPr="0011165C" w:rsidRDefault="002F4A87" w:rsidP="0011165C">
      <w:pPr>
        <w:pStyle w:val="answers-question"/>
      </w:pPr>
      <w:r w:rsidRPr="0011165C">
        <w:t>Many people are treated successfully for cancer each year, but cancer is still a major cause of death in Australia. Use references to find out:</w:t>
      </w:r>
    </w:p>
    <w:p w14:paraId="3EE2D476" w14:textId="77777777" w:rsidR="002F4A87" w:rsidRPr="0011165C" w:rsidRDefault="002F4A87" w:rsidP="0011165C">
      <w:pPr>
        <w:pStyle w:val="answers-question"/>
      </w:pPr>
      <w:r w:rsidRPr="0011165C">
        <w:t>• which cancers are most common in Australia</w:t>
      </w:r>
    </w:p>
    <w:p w14:paraId="1EFD8FB5" w14:textId="77777777" w:rsidR="002F4A87" w:rsidRPr="0011165C" w:rsidRDefault="002F4A87" w:rsidP="0011165C">
      <w:pPr>
        <w:pStyle w:val="answers-question"/>
      </w:pPr>
      <w:r w:rsidRPr="0011165C">
        <w:t>• whether there is any relationship between the type of cancer and where people live in Australia</w:t>
      </w:r>
    </w:p>
    <w:p w14:paraId="007EC842" w14:textId="77777777" w:rsidR="002F4A87" w:rsidRPr="0011165C" w:rsidRDefault="002F4A87" w:rsidP="0011165C">
      <w:pPr>
        <w:pStyle w:val="answers-question"/>
      </w:pPr>
      <w:r w:rsidRPr="0011165C">
        <w:t xml:space="preserve">• the age groups at which </w:t>
      </w:r>
      <w:proofErr w:type="gramStart"/>
      <w:r w:rsidRPr="0011165C">
        <w:t>particular cancers</w:t>
      </w:r>
      <w:proofErr w:type="gramEnd"/>
      <w:r w:rsidRPr="0011165C">
        <w:t xml:space="preserve"> are more common in Australia</w:t>
      </w:r>
    </w:p>
    <w:p w14:paraId="1AD5339E" w14:textId="77777777" w:rsidR="002F4A87" w:rsidRPr="0011165C" w:rsidRDefault="002F4A87" w:rsidP="0011165C">
      <w:pPr>
        <w:pStyle w:val="answers-question"/>
      </w:pPr>
      <w:r w:rsidRPr="0011165C">
        <w:t xml:space="preserve">• whether there are any upward or downward trends in the incidence of </w:t>
      </w:r>
      <w:proofErr w:type="gramStart"/>
      <w:r w:rsidRPr="0011165C">
        <w:t>particular cancers</w:t>
      </w:r>
      <w:proofErr w:type="gramEnd"/>
      <w:r w:rsidRPr="0011165C">
        <w:t xml:space="preserve"> in Australia.</w:t>
      </w:r>
    </w:p>
    <w:p w14:paraId="0029EB40" w14:textId="77777777" w:rsidR="002F4A87" w:rsidRDefault="002F4A87" w:rsidP="00FA7043">
      <w:pPr>
        <w:pStyle w:val="answers-answer"/>
      </w:pPr>
      <w:r w:rsidRPr="00FA7043">
        <w:rPr>
          <w:rStyle w:val="answer"/>
        </w:rPr>
        <w:t>Answer</w:t>
      </w:r>
      <w:r w:rsidRPr="00EA2C1E">
        <w:rPr>
          <w:i/>
        </w:rPr>
        <w:t>:</w:t>
      </w:r>
      <w:r>
        <w:t xml:space="preserve"> A suggested table is included here. Students responses to research may vary.</w:t>
      </w:r>
    </w:p>
    <w:tbl>
      <w:tblPr>
        <w:tblStyle w:val="TableGrid"/>
        <w:tblW w:w="9168" w:type="dxa"/>
        <w:tblLook w:val="04A0" w:firstRow="1" w:lastRow="0" w:firstColumn="1" w:lastColumn="0" w:noHBand="0" w:noVBand="1"/>
      </w:tblPr>
      <w:tblGrid>
        <w:gridCol w:w="1615"/>
        <w:gridCol w:w="3985"/>
        <w:gridCol w:w="3568"/>
      </w:tblGrid>
      <w:tr w:rsidR="002F4A87" w14:paraId="71842689" w14:textId="77777777" w:rsidTr="00584507">
        <w:trPr>
          <w:trHeight w:val="651"/>
        </w:trPr>
        <w:tc>
          <w:tcPr>
            <w:tcW w:w="1615" w:type="dxa"/>
          </w:tcPr>
          <w:p w14:paraId="6332B3BA" w14:textId="77777777" w:rsidR="002F4A87" w:rsidRPr="002B5942" w:rsidRDefault="002F4A87" w:rsidP="00371CDE">
            <w:pPr>
              <w:rPr>
                <w:b/>
                <w:bCs/>
              </w:rPr>
            </w:pPr>
            <w:r w:rsidRPr="002B5942">
              <w:rPr>
                <w:b/>
                <w:bCs/>
              </w:rPr>
              <w:t>Cancer type</w:t>
            </w:r>
          </w:p>
        </w:tc>
        <w:tc>
          <w:tcPr>
            <w:tcW w:w="3985" w:type="dxa"/>
          </w:tcPr>
          <w:p w14:paraId="2B25D4FB" w14:textId="77777777" w:rsidR="002F4A87" w:rsidRPr="002B5942" w:rsidRDefault="002F4A87" w:rsidP="00371CDE">
            <w:pPr>
              <w:rPr>
                <w:b/>
                <w:bCs/>
              </w:rPr>
            </w:pPr>
            <w:r w:rsidRPr="002B5942">
              <w:rPr>
                <w:b/>
                <w:bCs/>
              </w:rPr>
              <w:t>Frequency</w:t>
            </w:r>
          </w:p>
        </w:tc>
        <w:tc>
          <w:tcPr>
            <w:tcW w:w="3568" w:type="dxa"/>
          </w:tcPr>
          <w:p w14:paraId="656868AA" w14:textId="77777777" w:rsidR="002F4A87" w:rsidRPr="002B5942" w:rsidRDefault="002F4A87" w:rsidP="00371CDE">
            <w:pPr>
              <w:rPr>
                <w:b/>
                <w:bCs/>
              </w:rPr>
            </w:pPr>
            <w:r w:rsidRPr="002B5942">
              <w:rPr>
                <w:b/>
                <w:bCs/>
              </w:rPr>
              <w:t>Age groups most at risk</w:t>
            </w:r>
          </w:p>
        </w:tc>
      </w:tr>
      <w:tr w:rsidR="002F4A87" w14:paraId="53A7196D" w14:textId="77777777" w:rsidTr="00584507">
        <w:trPr>
          <w:trHeight w:val="124"/>
        </w:trPr>
        <w:tc>
          <w:tcPr>
            <w:tcW w:w="1615" w:type="dxa"/>
          </w:tcPr>
          <w:p w14:paraId="75C73B5F" w14:textId="77777777" w:rsidR="002F4A87" w:rsidRPr="0042762A" w:rsidRDefault="002F4A87" w:rsidP="00371CDE">
            <w:r w:rsidRPr="0042762A">
              <w:t>Prostate</w:t>
            </w:r>
          </w:p>
        </w:tc>
        <w:tc>
          <w:tcPr>
            <w:tcW w:w="3985" w:type="dxa"/>
          </w:tcPr>
          <w:p w14:paraId="773D9109" w14:textId="77777777" w:rsidR="002F4A87" w:rsidRPr="0042762A" w:rsidRDefault="002F4A87" w:rsidP="00371CDE">
            <w:r>
              <w:t>5</w:t>
            </w:r>
            <w:r w:rsidRPr="0042762A">
              <w:rPr>
                <w:vertAlign w:val="superscript"/>
              </w:rPr>
              <w:t>th</w:t>
            </w:r>
            <w:r>
              <w:t xml:space="preserve"> most common cancer in men </w:t>
            </w:r>
          </w:p>
        </w:tc>
        <w:tc>
          <w:tcPr>
            <w:tcW w:w="3568" w:type="dxa"/>
          </w:tcPr>
          <w:p w14:paraId="0FF20B45" w14:textId="77777777" w:rsidR="002F4A87" w:rsidRPr="0042762A" w:rsidRDefault="002F4A87" w:rsidP="00371CDE">
            <w:r>
              <w:t>Over 65</w:t>
            </w:r>
          </w:p>
        </w:tc>
      </w:tr>
      <w:tr w:rsidR="002F4A87" w14:paraId="1C9C6068" w14:textId="77777777" w:rsidTr="00584507">
        <w:trPr>
          <w:trHeight w:val="131"/>
        </w:trPr>
        <w:tc>
          <w:tcPr>
            <w:tcW w:w="1615" w:type="dxa"/>
          </w:tcPr>
          <w:p w14:paraId="4C874FC0" w14:textId="77777777" w:rsidR="002F4A87" w:rsidRPr="0042762A" w:rsidRDefault="002F4A87" w:rsidP="00371CDE">
            <w:r w:rsidRPr="0042762A">
              <w:t>Melanoma</w:t>
            </w:r>
          </w:p>
        </w:tc>
        <w:tc>
          <w:tcPr>
            <w:tcW w:w="3985" w:type="dxa"/>
          </w:tcPr>
          <w:p w14:paraId="7E0B5AD4" w14:textId="77777777" w:rsidR="002F4A87" w:rsidRPr="0042762A" w:rsidRDefault="002F4A87" w:rsidP="00371CDE">
            <w:r>
              <w:t>Third most common cancer</w:t>
            </w:r>
          </w:p>
        </w:tc>
        <w:tc>
          <w:tcPr>
            <w:tcW w:w="3568" w:type="dxa"/>
          </w:tcPr>
          <w:p w14:paraId="14A86E4E" w14:textId="77777777" w:rsidR="002F4A87" w:rsidRPr="0042762A" w:rsidRDefault="002F4A87" w:rsidP="00371CDE"/>
        </w:tc>
      </w:tr>
      <w:tr w:rsidR="002F4A87" w14:paraId="4D6659FB" w14:textId="77777777" w:rsidTr="00584507">
        <w:trPr>
          <w:trHeight w:val="124"/>
        </w:trPr>
        <w:tc>
          <w:tcPr>
            <w:tcW w:w="1615" w:type="dxa"/>
          </w:tcPr>
          <w:p w14:paraId="362B46DB" w14:textId="77777777" w:rsidR="002F4A87" w:rsidRPr="0042762A" w:rsidRDefault="002F4A87" w:rsidP="00371CDE">
            <w:r w:rsidRPr="0042762A">
              <w:lastRenderedPageBreak/>
              <w:t>Bowel</w:t>
            </w:r>
          </w:p>
        </w:tc>
        <w:tc>
          <w:tcPr>
            <w:tcW w:w="3985" w:type="dxa"/>
          </w:tcPr>
          <w:p w14:paraId="354A0791" w14:textId="77777777" w:rsidR="002F4A87" w:rsidRPr="0042762A" w:rsidRDefault="002F4A87" w:rsidP="00371CDE">
            <w:r>
              <w:t>2</w:t>
            </w:r>
            <w:r w:rsidRPr="0042762A">
              <w:rPr>
                <w:vertAlign w:val="superscript"/>
              </w:rPr>
              <w:t>nd</w:t>
            </w:r>
            <w:r>
              <w:t xml:space="preserve"> </w:t>
            </w:r>
            <w:r w:rsidRPr="0042762A">
              <w:t>most common</w:t>
            </w:r>
            <w:r>
              <w:t xml:space="preserve"> cancer in both men and women </w:t>
            </w:r>
          </w:p>
        </w:tc>
        <w:tc>
          <w:tcPr>
            <w:tcW w:w="3568" w:type="dxa"/>
          </w:tcPr>
          <w:p w14:paraId="74110E81" w14:textId="77777777" w:rsidR="002F4A87" w:rsidRPr="0042762A" w:rsidRDefault="002F4A87" w:rsidP="00371CDE">
            <w:r>
              <w:t>Over the age of 50</w:t>
            </w:r>
          </w:p>
        </w:tc>
      </w:tr>
      <w:tr w:rsidR="002F4A87" w14:paraId="24B20EA7" w14:textId="77777777" w:rsidTr="00584507">
        <w:trPr>
          <w:trHeight w:val="131"/>
        </w:trPr>
        <w:tc>
          <w:tcPr>
            <w:tcW w:w="1615" w:type="dxa"/>
          </w:tcPr>
          <w:p w14:paraId="6A96DA68" w14:textId="77777777" w:rsidR="002F4A87" w:rsidRPr="0042762A" w:rsidRDefault="002F4A87" w:rsidP="00371CDE">
            <w:r w:rsidRPr="0042762A">
              <w:t>Lung</w:t>
            </w:r>
          </w:p>
        </w:tc>
        <w:tc>
          <w:tcPr>
            <w:tcW w:w="3985" w:type="dxa"/>
          </w:tcPr>
          <w:p w14:paraId="3845BB06" w14:textId="77777777" w:rsidR="002F4A87" w:rsidRPr="0042762A" w:rsidRDefault="002F4A87" w:rsidP="00371CDE">
            <w:r>
              <w:t>5</w:t>
            </w:r>
            <w:r w:rsidRPr="0042762A">
              <w:rPr>
                <w:vertAlign w:val="superscript"/>
              </w:rPr>
              <w:t>th</w:t>
            </w:r>
            <w:r>
              <w:t xml:space="preserve"> most common cancer and the leading cause of cancer death</w:t>
            </w:r>
          </w:p>
        </w:tc>
        <w:tc>
          <w:tcPr>
            <w:tcW w:w="3568" w:type="dxa"/>
          </w:tcPr>
          <w:p w14:paraId="66249697" w14:textId="77777777" w:rsidR="002F4A87" w:rsidRPr="0042762A" w:rsidRDefault="002F4A87" w:rsidP="00371CDE"/>
        </w:tc>
      </w:tr>
      <w:tr w:rsidR="002F4A87" w14:paraId="66067522" w14:textId="77777777" w:rsidTr="00584507">
        <w:trPr>
          <w:trHeight w:val="131"/>
        </w:trPr>
        <w:tc>
          <w:tcPr>
            <w:tcW w:w="1615" w:type="dxa"/>
          </w:tcPr>
          <w:p w14:paraId="5DE8D071" w14:textId="77777777" w:rsidR="002F4A87" w:rsidRPr="0042762A" w:rsidRDefault="002F4A87" w:rsidP="00371CDE">
            <w:r w:rsidRPr="0042762A">
              <w:t>Breast</w:t>
            </w:r>
          </w:p>
        </w:tc>
        <w:tc>
          <w:tcPr>
            <w:tcW w:w="3985" w:type="dxa"/>
          </w:tcPr>
          <w:p w14:paraId="47916C99" w14:textId="77777777" w:rsidR="002F4A87" w:rsidRPr="0042762A" w:rsidRDefault="002F4A87" w:rsidP="00371CDE">
            <w:r w:rsidRPr="0042762A">
              <w:t>Most common cancer in women</w:t>
            </w:r>
          </w:p>
        </w:tc>
        <w:tc>
          <w:tcPr>
            <w:tcW w:w="3568" w:type="dxa"/>
          </w:tcPr>
          <w:p w14:paraId="30FFF27D" w14:textId="77777777" w:rsidR="002F4A87" w:rsidRPr="0042762A" w:rsidRDefault="002F4A87" w:rsidP="00371CDE">
            <w:r>
              <w:t>Over the age of 50 unless there is a family history</w:t>
            </w:r>
          </w:p>
        </w:tc>
      </w:tr>
    </w:tbl>
    <w:p w14:paraId="20C87D62" w14:textId="77777777" w:rsidR="002F4A87" w:rsidRDefault="002F4A87" w:rsidP="00584507">
      <w:pPr>
        <w:pStyle w:val="answers-answer"/>
      </w:pPr>
      <w:r>
        <w:t xml:space="preserve">There seems to be a relationship with the state or territory you live in the incidence of cancers, for example the Northern Territory shows a higher mortality to incidence </w:t>
      </w:r>
      <w:proofErr w:type="gramStart"/>
      <w:r>
        <w:t>ratio, but</w:t>
      </w:r>
      <w:proofErr w:type="gramEnd"/>
      <w:r>
        <w:t xml:space="preserve"> does have a smaller population with respect other states in Australia. </w:t>
      </w:r>
    </w:p>
    <w:p w14:paraId="467EDEE2" w14:textId="77777777" w:rsidR="002F4A87" w:rsidRDefault="002F4A87" w:rsidP="00584507">
      <w:pPr>
        <w:pStyle w:val="answers-answer"/>
      </w:pPr>
      <w:r>
        <w:t xml:space="preserve">Some cancers show an overall decrease in new cases and mortality associated with </w:t>
      </w:r>
      <w:proofErr w:type="gramStart"/>
      <w:r>
        <w:t>them,</w:t>
      </w:r>
      <w:proofErr w:type="gramEnd"/>
      <w:r>
        <w:t xml:space="preserve"> others have an increase.</w:t>
      </w:r>
    </w:p>
    <w:p w14:paraId="12035F23" w14:textId="77777777" w:rsidR="002F4A87" w:rsidRDefault="002F4A87" w:rsidP="002F4A87">
      <w:pPr>
        <w:pStyle w:val="i-chead"/>
      </w:pPr>
      <w:r>
        <w:t xml:space="preserve">Chapter 10 review questions </w:t>
      </w:r>
    </w:p>
    <w:p w14:paraId="26657AE3" w14:textId="77777777" w:rsidR="002F4A87" w:rsidRDefault="002F4A87" w:rsidP="002F4A87">
      <w:pPr>
        <w:pStyle w:val="i-chead"/>
      </w:pPr>
      <w:r>
        <w:t>Recall</w:t>
      </w:r>
    </w:p>
    <w:p w14:paraId="1E2820A5" w14:textId="77777777" w:rsidR="002F4A87" w:rsidRDefault="002F4A87" w:rsidP="00FA7043">
      <w:pPr>
        <w:pStyle w:val="answers-question"/>
      </w:pPr>
      <w:r w:rsidRPr="000F0588">
        <w:rPr>
          <w:b/>
        </w:rPr>
        <w:t>1</w:t>
      </w:r>
      <w:r w:rsidRPr="009251DA">
        <w:t xml:space="preserve"> Describe the function of the DNA in a cell.</w:t>
      </w:r>
    </w:p>
    <w:p w14:paraId="04792D0A" w14:textId="77777777" w:rsidR="002F4A87" w:rsidRPr="009251DA" w:rsidRDefault="002F4A87" w:rsidP="00FA7043">
      <w:pPr>
        <w:pStyle w:val="answers-answer"/>
      </w:pPr>
      <w:r w:rsidRPr="00FA7043">
        <w:rPr>
          <w:rStyle w:val="answer"/>
        </w:rPr>
        <w:t>Answer</w:t>
      </w:r>
      <w:r w:rsidRPr="00EA2C1E">
        <w:rPr>
          <w:i/>
        </w:rPr>
        <w:t>:</w:t>
      </w:r>
      <w:r w:rsidRPr="00EA2C1E">
        <w:t xml:space="preserve"> DNA determines the types of protein that the cell can make.</w:t>
      </w:r>
    </w:p>
    <w:p w14:paraId="37C19CF8" w14:textId="77777777" w:rsidR="002F4A87" w:rsidRDefault="002F4A87" w:rsidP="00FA7043">
      <w:pPr>
        <w:pStyle w:val="answers-question"/>
      </w:pPr>
      <w:r w:rsidRPr="009251DA">
        <w:rPr>
          <w:b/>
        </w:rPr>
        <w:t xml:space="preserve">2 </w:t>
      </w:r>
      <w:proofErr w:type="spellStart"/>
      <w:r w:rsidRPr="009251DA">
        <w:rPr>
          <w:b/>
        </w:rPr>
        <w:t>a</w:t>
      </w:r>
      <w:proofErr w:type="spellEnd"/>
      <w:r w:rsidRPr="009251DA">
        <w:rPr>
          <w:b/>
        </w:rPr>
        <w:t xml:space="preserve"> </w:t>
      </w:r>
      <w:r w:rsidRPr="009251DA">
        <w:t>What is the cell cycle?</w:t>
      </w:r>
    </w:p>
    <w:p w14:paraId="19AFA2C0" w14:textId="73FA38B4" w:rsidR="002F4A87" w:rsidRPr="00EA2C1E" w:rsidRDefault="002F4A87" w:rsidP="00FA7043">
      <w:pPr>
        <w:pStyle w:val="answers-answer"/>
      </w:pPr>
      <w:r w:rsidRPr="00FA7043">
        <w:rPr>
          <w:rStyle w:val="answer"/>
        </w:rPr>
        <w:t>Answer</w:t>
      </w:r>
      <w:r w:rsidRPr="00EA2C1E">
        <w:rPr>
          <w:i/>
        </w:rPr>
        <w:t>:</w:t>
      </w:r>
      <w:r w:rsidRPr="00EA2C1E">
        <w:t xml:space="preserve"> The cell cycle refers to the sequence of events that take</w:t>
      </w:r>
      <w:r w:rsidR="00BB128A">
        <w:t>s</w:t>
      </w:r>
      <w:r w:rsidRPr="00EA2C1E">
        <w:t xml:space="preserve"> place in a cell during the interphase period and cell division.</w:t>
      </w:r>
    </w:p>
    <w:p w14:paraId="02034C43" w14:textId="77777777" w:rsidR="002F4A87" w:rsidRDefault="002F4A87" w:rsidP="00FA7043">
      <w:pPr>
        <w:pStyle w:val="answers-question"/>
      </w:pPr>
      <w:r w:rsidRPr="009251DA">
        <w:rPr>
          <w:b/>
        </w:rPr>
        <w:t xml:space="preserve">b </w:t>
      </w:r>
      <w:r w:rsidRPr="009251DA">
        <w:t>Describe what happens in the four phases of the cell cycle.</w:t>
      </w:r>
    </w:p>
    <w:p w14:paraId="539155C5" w14:textId="77777777" w:rsidR="002F4A87" w:rsidRPr="00EA2C1E" w:rsidRDefault="002F4A87" w:rsidP="00FA7043">
      <w:pPr>
        <w:pStyle w:val="answers-answer"/>
      </w:pPr>
      <w:r w:rsidRPr="00FA7043">
        <w:rPr>
          <w:rStyle w:val="answer"/>
        </w:rPr>
        <w:t>Answer</w:t>
      </w:r>
      <w:r w:rsidRPr="00EA2C1E">
        <w:t>:</w:t>
      </w:r>
    </w:p>
    <w:p w14:paraId="09943F96" w14:textId="3A891FD2" w:rsidR="002F4A87" w:rsidRPr="00EA2C1E" w:rsidRDefault="002F4A87" w:rsidP="00BB128A">
      <w:pPr>
        <w:pStyle w:val="answers-answer"/>
        <w:numPr>
          <w:ilvl w:val="0"/>
          <w:numId w:val="27"/>
        </w:numPr>
      </w:pPr>
      <w:r w:rsidRPr="00EA2C1E">
        <w:t>G</w:t>
      </w:r>
      <w:r w:rsidRPr="00EA2C1E">
        <w:rPr>
          <w:vertAlign w:val="subscript"/>
        </w:rPr>
        <w:t>1</w:t>
      </w:r>
      <w:r w:rsidRPr="00EA2C1E">
        <w:t xml:space="preserve"> phase: The cell grows (producing new proteins).</w:t>
      </w:r>
    </w:p>
    <w:p w14:paraId="17581FE2" w14:textId="390006F9" w:rsidR="002F4A87" w:rsidRPr="00EA2C1E" w:rsidRDefault="002F4A87" w:rsidP="00BB128A">
      <w:pPr>
        <w:pStyle w:val="answers-answer"/>
        <w:numPr>
          <w:ilvl w:val="0"/>
          <w:numId w:val="27"/>
        </w:numPr>
      </w:pPr>
      <w:r w:rsidRPr="00EA2C1E">
        <w:t>S phase: DNA molecules replicate.</w:t>
      </w:r>
    </w:p>
    <w:p w14:paraId="2ACBD208" w14:textId="51185F43" w:rsidR="002F4A87" w:rsidRPr="00EA2C1E" w:rsidRDefault="002F4A87" w:rsidP="00BB128A">
      <w:pPr>
        <w:pStyle w:val="answers-answer"/>
        <w:numPr>
          <w:ilvl w:val="0"/>
          <w:numId w:val="27"/>
        </w:numPr>
      </w:pPr>
      <w:r w:rsidRPr="00EA2C1E">
        <w:t>G</w:t>
      </w:r>
      <w:r w:rsidRPr="00EA2C1E">
        <w:rPr>
          <w:vertAlign w:val="subscript"/>
        </w:rPr>
        <w:t>2</w:t>
      </w:r>
      <w:r w:rsidRPr="00EA2C1E">
        <w:t xml:space="preserve"> phase: There is a short period of additional growth.</w:t>
      </w:r>
    </w:p>
    <w:p w14:paraId="684547D5" w14:textId="2F0B8141" w:rsidR="002F4A87" w:rsidRPr="00EA2C1E" w:rsidRDefault="002F4A87" w:rsidP="00BB128A">
      <w:pPr>
        <w:pStyle w:val="answers-answer"/>
        <w:numPr>
          <w:ilvl w:val="0"/>
          <w:numId w:val="27"/>
        </w:numPr>
      </w:pPr>
      <w:r w:rsidRPr="00EA2C1E">
        <w:t>M phase: The events of mitosis occur and the cell divides.</w:t>
      </w:r>
    </w:p>
    <w:p w14:paraId="44E1A8CB" w14:textId="77777777" w:rsidR="002F4A87" w:rsidRDefault="002F4A87" w:rsidP="00FA7043">
      <w:pPr>
        <w:pStyle w:val="answers-question"/>
      </w:pPr>
      <w:r w:rsidRPr="009251DA">
        <w:rPr>
          <w:b/>
        </w:rPr>
        <w:t xml:space="preserve">3 </w:t>
      </w:r>
      <w:r w:rsidRPr="009251DA">
        <w:t>Name three places where mitosis would be occurring in the body of a healthy adult human.</w:t>
      </w:r>
    </w:p>
    <w:p w14:paraId="20155B99" w14:textId="77777777" w:rsidR="002F4A87" w:rsidRDefault="002F4A87" w:rsidP="00FA7043">
      <w:pPr>
        <w:pStyle w:val="answers-answer"/>
      </w:pPr>
      <w:r w:rsidRPr="00FA7043">
        <w:rPr>
          <w:rStyle w:val="answer"/>
        </w:rPr>
        <w:t>Answer</w:t>
      </w:r>
      <w:r w:rsidRPr="00EA2C1E">
        <w:rPr>
          <w:i/>
        </w:rPr>
        <w:t>:</w:t>
      </w:r>
      <w:r>
        <w:t xml:space="preserve"> Any three of:</w:t>
      </w:r>
    </w:p>
    <w:p w14:paraId="6E67CCFA" w14:textId="19AAA3C6" w:rsidR="002F4A87" w:rsidRDefault="002F4A87" w:rsidP="00BB128A">
      <w:pPr>
        <w:pStyle w:val="answers-answer"/>
        <w:numPr>
          <w:ilvl w:val="0"/>
          <w:numId w:val="27"/>
        </w:numPr>
      </w:pPr>
      <w:r>
        <w:t>Lining of the alimentary canal</w:t>
      </w:r>
    </w:p>
    <w:p w14:paraId="1F2F8F34" w14:textId="4259B547" w:rsidR="002F4A87" w:rsidRDefault="002F4A87" w:rsidP="00BB128A">
      <w:pPr>
        <w:pStyle w:val="answers-answer"/>
        <w:numPr>
          <w:ilvl w:val="0"/>
          <w:numId w:val="27"/>
        </w:numPr>
      </w:pPr>
      <w:r>
        <w:t>Cheek epidermis</w:t>
      </w:r>
    </w:p>
    <w:p w14:paraId="7E958572" w14:textId="068C302D" w:rsidR="002F4A87" w:rsidRDefault="002F4A87" w:rsidP="00BB128A">
      <w:pPr>
        <w:pStyle w:val="answers-answer"/>
        <w:numPr>
          <w:ilvl w:val="0"/>
          <w:numId w:val="27"/>
        </w:numPr>
      </w:pPr>
      <w:r>
        <w:t>Skin</w:t>
      </w:r>
    </w:p>
    <w:p w14:paraId="492D5229" w14:textId="4B20D77C" w:rsidR="002F4A87" w:rsidRDefault="002F4A87" w:rsidP="00BB128A">
      <w:pPr>
        <w:pStyle w:val="answers-answer"/>
        <w:numPr>
          <w:ilvl w:val="0"/>
          <w:numId w:val="27"/>
        </w:numPr>
      </w:pPr>
      <w:r>
        <w:t>Cervix</w:t>
      </w:r>
    </w:p>
    <w:p w14:paraId="6AB5D086" w14:textId="45F77F2C" w:rsidR="002F4A87" w:rsidRDefault="002F4A87" w:rsidP="00BB128A">
      <w:pPr>
        <w:pStyle w:val="answers-answer"/>
        <w:numPr>
          <w:ilvl w:val="0"/>
          <w:numId w:val="27"/>
        </w:numPr>
      </w:pPr>
      <w:r>
        <w:t>Tongue</w:t>
      </w:r>
    </w:p>
    <w:p w14:paraId="3C0440BD" w14:textId="77777777" w:rsidR="00BB128A" w:rsidRDefault="00BB128A">
      <w:pPr>
        <w:spacing w:line="240" w:lineRule="auto"/>
        <w:rPr>
          <w:b/>
          <w:bCs/>
          <w:sz w:val="24"/>
          <w:szCs w:val="24"/>
          <w:lang w:val="en-US"/>
        </w:rPr>
      </w:pPr>
      <w:r>
        <w:rPr>
          <w:b/>
        </w:rPr>
        <w:br w:type="page"/>
      </w:r>
    </w:p>
    <w:p w14:paraId="5C0D9884" w14:textId="42D68DA1" w:rsidR="002F4A87" w:rsidRDefault="002F4A87" w:rsidP="00FA7043">
      <w:pPr>
        <w:pStyle w:val="answers-question"/>
      </w:pPr>
      <w:r w:rsidRPr="009251DA">
        <w:rPr>
          <w:b/>
        </w:rPr>
        <w:lastRenderedPageBreak/>
        <w:t xml:space="preserve">4 </w:t>
      </w:r>
      <w:r w:rsidRPr="009251DA">
        <w:t xml:space="preserve">Define </w:t>
      </w:r>
      <w:r>
        <w:t>‘</w:t>
      </w:r>
      <w:r w:rsidRPr="009251DA">
        <w:t>carcinogen</w:t>
      </w:r>
      <w:r>
        <w:t>’</w:t>
      </w:r>
      <w:r w:rsidRPr="009251DA">
        <w:t xml:space="preserve"> and list five examples.</w:t>
      </w:r>
    </w:p>
    <w:p w14:paraId="10A0F91E" w14:textId="77777777" w:rsidR="002F4A87" w:rsidRDefault="002F4A87" w:rsidP="00FA7043">
      <w:pPr>
        <w:pStyle w:val="answers-answer"/>
      </w:pPr>
      <w:r w:rsidRPr="00FA7043">
        <w:rPr>
          <w:rStyle w:val="answer"/>
        </w:rPr>
        <w:t>Answer</w:t>
      </w:r>
      <w:r w:rsidRPr="00EA2C1E">
        <w:rPr>
          <w:i/>
        </w:rPr>
        <w:t>:</w:t>
      </w:r>
      <w:r w:rsidRPr="00EA2C1E">
        <w:t xml:space="preserve"> Carcinogens are environmental factors that are known to cause malignant tumours.</w:t>
      </w:r>
      <w:r>
        <w:t xml:space="preserve"> Examples include:</w:t>
      </w:r>
    </w:p>
    <w:p w14:paraId="0A819C5D" w14:textId="5989F206" w:rsidR="002F4A87" w:rsidRDefault="002F4A87" w:rsidP="00BB128A">
      <w:pPr>
        <w:pStyle w:val="answers-answer"/>
        <w:numPr>
          <w:ilvl w:val="0"/>
          <w:numId w:val="27"/>
        </w:numPr>
      </w:pPr>
      <w:r>
        <w:t>X-rays</w:t>
      </w:r>
    </w:p>
    <w:p w14:paraId="2958528F" w14:textId="1C16A719" w:rsidR="002F4A87" w:rsidRDefault="002F4A87" w:rsidP="00BB128A">
      <w:pPr>
        <w:pStyle w:val="answers-answer"/>
        <w:numPr>
          <w:ilvl w:val="0"/>
          <w:numId w:val="27"/>
        </w:numPr>
      </w:pPr>
      <w:r>
        <w:t>UV radiation</w:t>
      </w:r>
    </w:p>
    <w:p w14:paraId="3C640952" w14:textId="2C153889" w:rsidR="002F4A87" w:rsidRDefault="002F4A87" w:rsidP="00BB128A">
      <w:pPr>
        <w:pStyle w:val="answers-answer"/>
        <w:numPr>
          <w:ilvl w:val="0"/>
          <w:numId w:val="27"/>
        </w:numPr>
      </w:pPr>
      <w:r>
        <w:t>Certain viruses</w:t>
      </w:r>
    </w:p>
    <w:p w14:paraId="64C672AB" w14:textId="45269A10" w:rsidR="002F4A87" w:rsidRDefault="002F4A87" w:rsidP="00BB128A">
      <w:pPr>
        <w:pStyle w:val="answers-answer"/>
        <w:numPr>
          <w:ilvl w:val="0"/>
          <w:numId w:val="27"/>
        </w:numPr>
      </w:pPr>
      <w:r>
        <w:t>Radiation</w:t>
      </w:r>
    </w:p>
    <w:p w14:paraId="2C29E8D5" w14:textId="74F13DC9" w:rsidR="002F4A87" w:rsidRPr="00EA2C1E" w:rsidRDefault="002F4A87" w:rsidP="00BB128A">
      <w:pPr>
        <w:pStyle w:val="answers-answer"/>
        <w:numPr>
          <w:ilvl w:val="0"/>
          <w:numId w:val="27"/>
        </w:numPr>
      </w:pPr>
      <w:r>
        <w:t>Substances such as asbestos, organic solvents, soot, tar, tobacco tar and alcohol</w:t>
      </w:r>
    </w:p>
    <w:p w14:paraId="5ED5FDA2" w14:textId="77777777" w:rsidR="002F4A87" w:rsidRPr="009251DA" w:rsidRDefault="002F4A87" w:rsidP="00FA7043">
      <w:pPr>
        <w:pStyle w:val="answers-question"/>
      </w:pPr>
      <w:r w:rsidRPr="009251DA">
        <w:rPr>
          <w:b/>
        </w:rPr>
        <w:t xml:space="preserve">5 </w:t>
      </w:r>
      <w:r w:rsidRPr="009251DA">
        <w:t>Describe the most common tests for</w:t>
      </w:r>
      <w:r>
        <w:t>:</w:t>
      </w:r>
    </w:p>
    <w:p w14:paraId="527009EA" w14:textId="77777777" w:rsidR="002F4A87" w:rsidRDefault="002F4A87" w:rsidP="00FA7043">
      <w:pPr>
        <w:pStyle w:val="answers-question"/>
      </w:pPr>
      <w:r w:rsidRPr="009251DA">
        <w:rPr>
          <w:b/>
        </w:rPr>
        <w:t xml:space="preserve">a </w:t>
      </w:r>
      <w:r w:rsidRPr="009251DA">
        <w:t>bowel cancer</w:t>
      </w:r>
    </w:p>
    <w:p w14:paraId="2F393C96" w14:textId="77777777" w:rsidR="002F4A87" w:rsidRPr="002C7144" w:rsidRDefault="002F4A87" w:rsidP="00FA7043">
      <w:pPr>
        <w:pStyle w:val="answers-answer"/>
      </w:pPr>
      <w:r w:rsidRPr="00FA7043">
        <w:rPr>
          <w:rStyle w:val="answer"/>
        </w:rPr>
        <w:t>Answer</w:t>
      </w:r>
      <w:r w:rsidRPr="002C7144">
        <w:rPr>
          <w:i/>
        </w:rPr>
        <w:t>:</w:t>
      </w:r>
      <w:r w:rsidRPr="002C7144">
        <w:t xml:space="preserve"> A test for blood in the faeces, known as a faecal occult blood test</w:t>
      </w:r>
    </w:p>
    <w:p w14:paraId="41D61385" w14:textId="77777777" w:rsidR="002F4A87" w:rsidRDefault="002F4A87" w:rsidP="00FA7043">
      <w:pPr>
        <w:pStyle w:val="answers-question"/>
      </w:pPr>
      <w:r w:rsidRPr="009251DA">
        <w:rPr>
          <w:b/>
        </w:rPr>
        <w:t xml:space="preserve">b </w:t>
      </w:r>
      <w:r w:rsidRPr="009251DA">
        <w:t>breast cancer</w:t>
      </w:r>
    </w:p>
    <w:p w14:paraId="4CB7A4AA" w14:textId="77777777" w:rsidR="002F4A87" w:rsidRPr="002C7144" w:rsidRDefault="002F4A87" w:rsidP="00FA7043">
      <w:pPr>
        <w:pStyle w:val="answers-answer"/>
      </w:pPr>
      <w:r w:rsidRPr="00FA7043">
        <w:rPr>
          <w:rStyle w:val="answer"/>
        </w:rPr>
        <w:t>Answer</w:t>
      </w:r>
      <w:r w:rsidRPr="002C7144">
        <w:rPr>
          <w:i/>
        </w:rPr>
        <w:t>:</w:t>
      </w:r>
      <w:r w:rsidRPr="002C7144">
        <w:t xml:space="preserve"> Mammogram, which is an X-ray of the breast</w:t>
      </w:r>
    </w:p>
    <w:p w14:paraId="3C34F54F" w14:textId="77777777" w:rsidR="002F4A87" w:rsidRDefault="002F4A87" w:rsidP="00FA7043">
      <w:pPr>
        <w:pStyle w:val="answers-question"/>
      </w:pPr>
      <w:r w:rsidRPr="009251DA">
        <w:rPr>
          <w:b/>
        </w:rPr>
        <w:t xml:space="preserve">c </w:t>
      </w:r>
      <w:r w:rsidRPr="009251DA">
        <w:t>prostate cancer</w:t>
      </w:r>
    </w:p>
    <w:p w14:paraId="56B3B296" w14:textId="77777777" w:rsidR="002F4A87" w:rsidRPr="002C7144" w:rsidRDefault="002F4A87" w:rsidP="00FA7043">
      <w:pPr>
        <w:pStyle w:val="answers-answer"/>
      </w:pPr>
      <w:r w:rsidRPr="00FA7043">
        <w:rPr>
          <w:rStyle w:val="answer"/>
        </w:rPr>
        <w:t>Answer</w:t>
      </w:r>
      <w:r w:rsidRPr="002C7144">
        <w:rPr>
          <w:i/>
        </w:rPr>
        <w:t>:</w:t>
      </w:r>
      <w:r w:rsidRPr="002C7144">
        <w:t xml:space="preserve"> The most common test is a digital rectal examination. Blood tests for prostate specific antigen are also common.</w:t>
      </w:r>
    </w:p>
    <w:p w14:paraId="46D70AFE" w14:textId="77777777" w:rsidR="002F4A87" w:rsidRDefault="002F4A87" w:rsidP="00FA7043">
      <w:pPr>
        <w:pStyle w:val="answers-question"/>
      </w:pPr>
      <w:r w:rsidRPr="009251DA">
        <w:rPr>
          <w:b/>
        </w:rPr>
        <w:t xml:space="preserve">d </w:t>
      </w:r>
      <w:r w:rsidRPr="009251DA">
        <w:t>cervical cancer.</w:t>
      </w:r>
    </w:p>
    <w:p w14:paraId="42CD9EB2" w14:textId="77777777" w:rsidR="002F4A87" w:rsidRDefault="002F4A87" w:rsidP="00FA7043">
      <w:pPr>
        <w:pStyle w:val="answers-answer"/>
      </w:pPr>
      <w:r w:rsidRPr="00FA7043">
        <w:rPr>
          <w:rStyle w:val="answer"/>
        </w:rPr>
        <w:t>Answer</w:t>
      </w:r>
      <w:r w:rsidRPr="002C7144">
        <w:rPr>
          <w:i/>
        </w:rPr>
        <w:t>:</w:t>
      </w:r>
      <w:r w:rsidRPr="002C7144">
        <w:t xml:space="preserve"> A </w:t>
      </w:r>
      <w:r>
        <w:t>cervical screening</w:t>
      </w:r>
      <w:r w:rsidRPr="002C7144">
        <w:t xml:space="preserve"> to test for abnormal cells from the cervix</w:t>
      </w:r>
      <w:r>
        <w:t>.</w:t>
      </w:r>
    </w:p>
    <w:p w14:paraId="654DE622" w14:textId="77777777" w:rsidR="002F4A87" w:rsidRDefault="002F4A87" w:rsidP="002F4A87">
      <w:pPr>
        <w:pStyle w:val="i-chead"/>
      </w:pPr>
      <w:r>
        <w:t xml:space="preserve">Explain </w:t>
      </w:r>
    </w:p>
    <w:p w14:paraId="78828D86" w14:textId="77777777" w:rsidR="002F4A87" w:rsidRDefault="002F4A87" w:rsidP="00FA7043">
      <w:pPr>
        <w:pStyle w:val="answers-question"/>
      </w:pPr>
      <w:r w:rsidRPr="009251DA">
        <w:rPr>
          <w:b/>
        </w:rPr>
        <w:t xml:space="preserve">6 </w:t>
      </w:r>
      <w:r w:rsidRPr="009251DA">
        <w:t>Explain the difference between a chromatid and a chromosome.</w:t>
      </w:r>
    </w:p>
    <w:p w14:paraId="437C5274" w14:textId="77777777" w:rsidR="002F4A87" w:rsidRPr="00620CE1" w:rsidRDefault="002F4A87" w:rsidP="00FA7043">
      <w:pPr>
        <w:pStyle w:val="answers-answer"/>
      </w:pPr>
      <w:r w:rsidRPr="00FA7043">
        <w:rPr>
          <w:rStyle w:val="answer"/>
        </w:rPr>
        <w:t>Answer</w:t>
      </w:r>
      <w:r w:rsidRPr="00620CE1">
        <w:rPr>
          <w:i/>
        </w:rPr>
        <w:t>:</w:t>
      </w:r>
      <w:r w:rsidRPr="00620CE1">
        <w:t xml:space="preserve"> A chromosome is a tightly coiled thread of DNA. When the chromosomes become visible</w:t>
      </w:r>
      <w:r>
        <w:t xml:space="preserve"> </w:t>
      </w:r>
      <w:r w:rsidRPr="00620CE1">
        <w:t>during cell division, they are already duplicated. Each duplicate is called a chromatid because they share</w:t>
      </w:r>
      <w:r>
        <w:t xml:space="preserve"> </w:t>
      </w:r>
      <w:r w:rsidRPr="00620CE1">
        <w:t>a centromere. The pair of chromatids with their centromere is a chromosome. When the centromeres</w:t>
      </w:r>
      <w:r>
        <w:t xml:space="preserve"> </w:t>
      </w:r>
      <w:r w:rsidRPr="00620CE1">
        <w:t>divide during cell division each chromatid becomes a chromosome with its own centromere.</w:t>
      </w:r>
    </w:p>
    <w:p w14:paraId="137400E3" w14:textId="77777777" w:rsidR="002F4A87" w:rsidRDefault="002F4A87" w:rsidP="00FA7043">
      <w:pPr>
        <w:pStyle w:val="answers-question"/>
      </w:pPr>
      <w:r w:rsidRPr="009251DA">
        <w:rPr>
          <w:b/>
        </w:rPr>
        <w:t xml:space="preserve">7 </w:t>
      </w:r>
      <w:r w:rsidRPr="009251DA">
        <w:t xml:space="preserve">Explain why cell reproduction is necessary in </w:t>
      </w:r>
      <w:r>
        <w:t>the</w:t>
      </w:r>
      <w:r w:rsidRPr="009251DA">
        <w:t xml:space="preserve"> places</w:t>
      </w:r>
      <w:r>
        <w:t xml:space="preserve"> listed in Question 3</w:t>
      </w:r>
      <w:r w:rsidRPr="009251DA">
        <w:t>.</w:t>
      </w:r>
    </w:p>
    <w:p w14:paraId="6452C8A6" w14:textId="77777777" w:rsidR="002F4A87" w:rsidRPr="00C5596A" w:rsidRDefault="002F4A87" w:rsidP="00FA7043">
      <w:pPr>
        <w:pStyle w:val="answers-answer"/>
      </w:pPr>
      <w:r w:rsidRPr="00FA7043">
        <w:rPr>
          <w:rStyle w:val="answer"/>
        </w:rPr>
        <w:t>Answer</w:t>
      </w:r>
      <w:r>
        <w:rPr>
          <w:i/>
        </w:rPr>
        <w:t xml:space="preserve">: </w:t>
      </w:r>
      <w:r w:rsidRPr="00C5596A">
        <w:t>There is a lot of wear-and-tear in these areas, so cell reproduction is necessary for replacement of cells that are damaged and worn away.</w:t>
      </w:r>
    </w:p>
    <w:p w14:paraId="56E86D62" w14:textId="77777777" w:rsidR="002F4A87" w:rsidRDefault="002F4A87" w:rsidP="00FA7043">
      <w:pPr>
        <w:pStyle w:val="answers-question"/>
      </w:pPr>
      <w:r w:rsidRPr="00BB128A">
        <w:rPr>
          <w:b/>
          <w:bCs w:val="0"/>
        </w:rPr>
        <w:lastRenderedPageBreak/>
        <w:t>8</w:t>
      </w:r>
      <w:r w:rsidRPr="00FA7043">
        <w:t xml:space="preserve"> Explain how mitosis ensures that each daughter cell has </w:t>
      </w:r>
      <w:proofErr w:type="gramStart"/>
      <w:r w:rsidRPr="00FA7043">
        <w:t>exactly the same</w:t>
      </w:r>
      <w:proofErr w:type="gramEnd"/>
      <w:r w:rsidRPr="00FA7043">
        <w:t xml:space="preserve"> genetic information as</w:t>
      </w:r>
      <w:r w:rsidRPr="009251DA">
        <w:t xml:space="preserve"> the parent cell.</w:t>
      </w:r>
    </w:p>
    <w:p w14:paraId="2DB923B7" w14:textId="77777777" w:rsidR="002F4A87" w:rsidRDefault="002F4A87" w:rsidP="00FA7043">
      <w:pPr>
        <w:pStyle w:val="answers-answer"/>
      </w:pPr>
      <w:r w:rsidRPr="00FA7043">
        <w:rPr>
          <w:rStyle w:val="answer"/>
        </w:rPr>
        <w:t>Answer</w:t>
      </w:r>
      <w:r w:rsidRPr="00620CE1">
        <w:rPr>
          <w:i/>
        </w:rPr>
        <w:t>:</w:t>
      </w:r>
      <w:r w:rsidRPr="00620CE1">
        <w:t xml:space="preserve"> Chromosomes replicate and at mitosis one of each copy separates into each daughter cell.</w:t>
      </w:r>
    </w:p>
    <w:p w14:paraId="329BF886" w14:textId="77777777" w:rsidR="002F4A87" w:rsidRDefault="002F4A87" w:rsidP="00FA7043">
      <w:pPr>
        <w:pStyle w:val="answers-question"/>
      </w:pPr>
      <w:r w:rsidRPr="009251DA">
        <w:rPr>
          <w:b/>
        </w:rPr>
        <w:t>9</w:t>
      </w:r>
      <w:r>
        <w:t xml:space="preserve"> Explain how each of the following lead to variation in daughter cells:</w:t>
      </w:r>
    </w:p>
    <w:p w14:paraId="249A0CBD" w14:textId="77777777" w:rsidR="002F4A87" w:rsidRDefault="002F4A87" w:rsidP="00FA7043">
      <w:pPr>
        <w:pStyle w:val="answers-question"/>
      </w:pPr>
      <w:proofErr w:type="spellStart"/>
      <w:proofErr w:type="gramStart"/>
      <w:r w:rsidRPr="009251DA">
        <w:rPr>
          <w:b/>
        </w:rPr>
        <w:t>a</w:t>
      </w:r>
      <w:proofErr w:type="spellEnd"/>
      <w:proofErr w:type="gramEnd"/>
      <w:r>
        <w:t xml:space="preserve"> independent assortment</w:t>
      </w:r>
    </w:p>
    <w:p w14:paraId="44E78341" w14:textId="5E406F9C" w:rsidR="002F4A87" w:rsidRPr="0010573E" w:rsidRDefault="002F4A87" w:rsidP="00FA7043">
      <w:pPr>
        <w:pStyle w:val="answers-answer"/>
      </w:pPr>
      <w:r w:rsidRPr="00FA7043">
        <w:rPr>
          <w:rStyle w:val="answer"/>
        </w:rPr>
        <w:t>Answer</w:t>
      </w:r>
      <w:r w:rsidRPr="00EA2C1E">
        <w:rPr>
          <w:i/>
        </w:rPr>
        <w:t>:</w:t>
      </w:r>
      <w:r>
        <w:t xml:space="preserve"> When cells divide, the homologous chromosomes are randomly distributed throughout the cell and separate and segregate independently of each other. Effectively you are shuffling the chromosomes into different orders before separation. The location of one chromosome has no impact on the location of any other chromosome.</w:t>
      </w:r>
      <w:r w:rsidR="006C0E09">
        <w:t xml:space="preserve"> </w:t>
      </w:r>
    </w:p>
    <w:p w14:paraId="00A3313B" w14:textId="77777777" w:rsidR="002F4A87" w:rsidRDefault="002F4A87" w:rsidP="00FA7043">
      <w:pPr>
        <w:pStyle w:val="answers-question"/>
      </w:pPr>
      <w:r w:rsidRPr="009251DA">
        <w:rPr>
          <w:b/>
        </w:rPr>
        <w:t>b</w:t>
      </w:r>
      <w:r>
        <w:t xml:space="preserve"> non-disjunction</w:t>
      </w:r>
    </w:p>
    <w:p w14:paraId="0FA44508" w14:textId="77777777" w:rsidR="002F4A87" w:rsidRPr="0010573E" w:rsidRDefault="002F4A87" w:rsidP="00FA7043">
      <w:pPr>
        <w:pStyle w:val="answers-answer"/>
      </w:pPr>
      <w:r w:rsidRPr="00FA7043">
        <w:rPr>
          <w:rStyle w:val="answer"/>
        </w:rPr>
        <w:t>Answer</w:t>
      </w:r>
      <w:r w:rsidRPr="00EA2C1E">
        <w:rPr>
          <w:i/>
        </w:rPr>
        <w:t>:</w:t>
      </w:r>
      <w:r>
        <w:t xml:space="preserve"> Non-disjunction results from the failure of one or more chromosome pairs to separate. This will result in the daughter cells having one too many, or one too few chromosomes. This can occur in anaphase I and/or anaphase II. </w:t>
      </w:r>
    </w:p>
    <w:p w14:paraId="2BF8F7E9" w14:textId="77777777" w:rsidR="002F4A87" w:rsidRDefault="002F4A87" w:rsidP="00FA7043">
      <w:pPr>
        <w:pStyle w:val="answers-question"/>
      </w:pPr>
      <w:r w:rsidRPr="009251DA">
        <w:rPr>
          <w:b/>
        </w:rPr>
        <w:t>c</w:t>
      </w:r>
      <w:r>
        <w:t xml:space="preserve"> crossing over.</w:t>
      </w:r>
    </w:p>
    <w:p w14:paraId="094B66E0" w14:textId="77777777" w:rsidR="002F4A87" w:rsidRPr="0010573E" w:rsidRDefault="002F4A87" w:rsidP="00FA7043">
      <w:pPr>
        <w:pStyle w:val="answers-answer"/>
      </w:pPr>
      <w:r w:rsidRPr="00FA7043">
        <w:rPr>
          <w:rStyle w:val="answer"/>
        </w:rPr>
        <w:t>Answer</w:t>
      </w:r>
      <w:r w:rsidRPr="00EA2C1E">
        <w:rPr>
          <w:i/>
        </w:rPr>
        <w:t>:</w:t>
      </w:r>
      <w:r>
        <w:t xml:space="preserve"> Crossing over occurs during prophase I and involves the swapping of genetic material between two non-sister chromatids. This adjusts the alleles present on each chromatid, resulting in variation seen in the daughter cells. </w:t>
      </w:r>
    </w:p>
    <w:p w14:paraId="2CB64434" w14:textId="77777777" w:rsidR="002F4A87" w:rsidRDefault="002F4A87" w:rsidP="00FA7043">
      <w:pPr>
        <w:pStyle w:val="answers-question"/>
      </w:pPr>
      <w:r w:rsidRPr="009251DA">
        <w:rPr>
          <w:b/>
        </w:rPr>
        <w:t xml:space="preserve">10 </w:t>
      </w:r>
      <w:r>
        <w:t>Explain the difference between a benign and a malignant tumour.</w:t>
      </w:r>
    </w:p>
    <w:p w14:paraId="67635026" w14:textId="77777777" w:rsidR="002F4A87" w:rsidRDefault="002F4A87" w:rsidP="00FA7043">
      <w:pPr>
        <w:pStyle w:val="answers-answer"/>
      </w:pPr>
      <w:r w:rsidRPr="00FA7043">
        <w:rPr>
          <w:rStyle w:val="answer"/>
        </w:rPr>
        <w:t>Answer</w:t>
      </w:r>
      <w:r w:rsidRPr="00C5596A">
        <w:rPr>
          <w:i/>
        </w:rPr>
        <w:t>:</w:t>
      </w:r>
      <w:r>
        <w:t xml:space="preserve"> A malignant </w:t>
      </w:r>
      <w:proofErr w:type="spellStart"/>
      <w:r>
        <w:t>tumour</w:t>
      </w:r>
      <w:proofErr w:type="spellEnd"/>
      <w:r>
        <w:t xml:space="preserve"> is one that undergoes metastasis, giving rise to secondary tumours. Benign tumours do not spread to other parts of the body.</w:t>
      </w:r>
    </w:p>
    <w:p w14:paraId="6806AE69" w14:textId="77777777" w:rsidR="002F4A87" w:rsidRDefault="002F4A87" w:rsidP="002F4A87">
      <w:pPr>
        <w:pStyle w:val="i-chead"/>
      </w:pPr>
      <w:r>
        <w:t xml:space="preserve">Apply </w:t>
      </w:r>
    </w:p>
    <w:p w14:paraId="635DEA2E" w14:textId="77777777" w:rsidR="002F4A87" w:rsidRDefault="002F4A87" w:rsidP="00FA7043">
      <w:pPr>
        <w:pStyle w:val="answers-question"/>
      </w:pPr>
      <w:r w:rsidRPr="009251DA">
        <w:rPr>
          <w:b/>
        </w:rPr>
        <w:t xml:space="preserve">11 a </w:t>
      </w:r>
      <w:r w:rsidRPr="009251DA">
        <w:t>Use a series of diagrams, or a written</w:t>
      </w:r>
      <w:r>
        <w:t xml:space="preserve"> </w:t>
      </w:r>
      <w:r w:rsidRPr="009251DA">
        <w:t>description, to show the events that</w:t>
      </w:r>
      <w:r>
        <w:t xml:space="preserve"> </w:t>
      </w:r>
      <w:r w:rsidRPr="009251DA">
        <w:t>take place during meiosis.</w:t>
      </w:r>
    </w:p>
    <w:p w14:paraId="24EDC01A" w14:textId="77777777" w:rsidR="002F4A87" w:rsidRPr="00947376" w:rsidRDefault="002F4A87" w:rsidP="00FA7043">
      <w:pPr>
        <w:pStyle w:val="answers-answer"/>
      </w:pPr>
      <w:r w:rsidRPr="00FA7043">
        <w:rPr>
          <w:rStyle w:val="answer"/>
        </w:rPr>
        <w:t>Answer</w:t>
      </w:r>
      <w:r w:rsidRPr="00EA2C1E">
        <w:rPr>
          <w:i/>
        </w:rPr>
        <w:t>:</w:t>
      </w:r>
      <w:r>
        <w:t xml:space="preserve"> Refer to Figure 10.10 on page 256 of the student book. </w:t>
      </w:r>
    </w:p>
    <w:p w14:paraId="4FEF73AB" w14:textId="77777777" w:rsidR="002F4A87" w:rsidRDefault="002F4A87" w:rsidP="00FA7043">
      <w:pPr>
        <w:pStyle w:val="answers-question"/>
      </w:pPr>
      <w:r w:rsidRPr="009251DA">
        <w:rPr>
          <w:b/>
        </w:rPr>
        <w:t xml:space="preserve">b </w:t>
      </w:r>
      <w:r w:rsidRPr="009251DA">
        <w:t>Explain why meiosis is essential in</w:t>
      </w:r>
      <w:r>
        <w:t xml:space="preserve"> </w:t>
      </w:r>
      <w:r w:rsidRPr="009251DA">
        <w:t>sexually reproducing organisms.</w:t>
      </w:r>
    </w:p>
    <w:p w14:paraId="3035593D" w14:textId="77777777" w:rsidR="002F4A87" w:rsidRPr="009251DA" w:rsidRDefault="002F4A87" w:rsidP="00FA7043">
      <w:pPr>
        <w:pStyle w:val="answers-answer"/>
      </w:pPr>
      <w:r w:rsidRPr="00FA7043">
        <w:rPr>
          <w:rStyle w:val="answer"/>
        </w:rPr>
        <w:t>Answer</w:t>
      </w:r>
      <w:r w:rsidRPr="00C5596A">
        <w:rPr>
          <w:i/>
        </w:rPr>
        <w:t>:</w:t>
      </w:r>
      <w:r>
        <w:t xml:space="preserve"> Meiosis ensures that each sex cell has only the haploid number of chromosomes so that, at fertilisation, the resulting cell has a full complement of chromosomes, the diploid number.</w:t>
      </w:r>
    </w:p>
    <w:p w14:paraId="6FFFDCB0" w14:textId="77777777" w:rsidR="00BB128A" w:rsidRDefault="00BB128A" w:rsidP="00FA7043">
      <w:pPr>
        <w:pStyle w:val="answers-question"/>
        <w:rPr>
          <w:b/>
        </w:rPr>
      </w:pPr>
    </w:p>
    <w:p w14:paraId="49155CA7" w14:textId="77777777" w:rsidR="00BB128A" w:rsidRDefault="00BB128A">
      <w:pPr>
        <w:spacing w:line="240" w:lineRule="auto"/>
        <w:rPr>
          <w:b/>
          <w:bCs/>
          <w:sz w:val="24"/>
          <w:szCs w:val="24"/>
          <w:lang w:val="en-US"/>
        </w:rPr>
      </w:pPr>
      <w:r>
        <w:rPr>
          <w:b/>
        </w:rPr>
        <w:br w:type="page"/>
      </w:r>
    </w:p>
    <w:p w14:paraId="09AD4524" w14:textId="45C24672" w:rsidR="002F4A87" w:rsidRDefault="002F4A87" w:rsidP="00FA7043">
      <w:pPr>
        <w:pStyle w:val="answers-question"/>
      </w:pPr>
      <w:r w:rsidRPr="009251DA">
        <w:rPr>
          <w:b/>
        </w:rPr>
        <w:lastRenderedPageBreak/>
        <w:t xml:space="preserve">c </w:t>
      </w:r>
      <w:r w:rsidRPr="009251DA">
        <w:t>Explain the difference between haploid and diploid cells.</w:t>
      </w:r>
    </w:p>
    <w:p w14:paraId="57423099" w14:textId="77777777" w:rsidR="002F4A87" w:rsidRPr="009251DA" w:rsidRDefault="002F4A87" w:rsidP="00FA7043">
      <w:pPr>
        <w:pStyle w:val="answers-answer"/>
      </w:pPr>
      <w:r w:rsidRPr="00FA7043">
        <w:rPr>
          <w:rStyle w:val="answer"/>
        </w:rPr>
        <w:t>Answer</w:t>
      </w:r>
      <w:r w:rsidRPr="00C5596A">
        <w:rPr>
          <w:i/>
        </w:rPr>
        <w:t>:</w:t>
      </w:r>
      <w:r>
        <w:t xml:space="preserve"> Haploid cells have half the usual number of chromosomes. In humans the haploid number is 23. Haploid cells form the gametes. Diploid cells have two of each type of chromosome or homologous pairs. The diploid number in humans is 46.</w:t>
      </w:r>
    </w:p>
    <w:p w14:paraId="214F321A" w14:textId="77777777" w:rsidR="002F4A87" w:rsidRDefault="002F4A87" w:rsidP="00FA7043">
      <w:pPr>
        <w:pStyle w:val="answers-question"/>
      </w:pPr>
      <w:r w:rsidRPr="009251DA">
        <w:rPr>
          <w:b/>
        </w:rPr>
        <w:t xml:space="preserve">12 </w:t>
      </w:r>
      <w:r w:rsidRPr="009251DA">
        <w:t>The genes for hair colour and eye colour are located close to each other on the same</w:t>
      </w:r>
      <w:r>
        <w:t xml:space="preserve"> </w:t>
      </w:r>
      <w:r w:rsidRPr="009251DA">
        <w:t>chromosome. Explain why these traits are usually inherited together.</w:t>
      </w:r>
    </w:p>
    <w:p w14:paraId="7641E516" w14:textId="77777777" w:rsidR="002F4A87" w:rsidRPr="00947376" w:rsidRDefault="002F4A87" w:rsidP="00FA7043">
      <w:pPr>
        <w:pStyle w:val="answers-answer"/>
      </w:pPr>
      <w:r w:rsidRPr="00FA7043">
        <w:rPr>
          <w:rStyle w:val="answer"/>
        </w:rPr>
        <w:t>Answer</w:t>
      </w:r>
      <w:r w:rsidRPr="00EA2C1E">
        <w:rPr>
          <w:i/>
        </w:rPr>
        <w:t>:</w:t>
      </w:r>
      <w:r>
        <w:t xml:space="preserve"> Crossing over occurs at gene locations that are further apart. Genes that are closer together tend to be inherited together, they are sometimes referred to as linked genes. </w:t>
      </w:r>
    </w:p>
    <w:p w14:paraId="58FE6E6F" w14:textId="77777777" w:rsidR="002F4A87" w:rsidRDefault="002F4A87" w:rsidP="00FA7043">
      <w:pPr>
        <w:pStyle w:val="answers-question"/>
      </w:pPr>
      <w:r w:rsidRPr="009251DA">
        <w:rPr>
          <w:b/>
        </w:rPr>
        <w:t xml:space="preserve">13 </w:t>
      </w:r>
      <w:r w:rsidRPr="009251DA">
        <w:t>Skeletal muscle cells and most nerve cells remain in the G</w:t>
      </w:r>
      <w:r w:rsidRPr="00C5596A">
        <w:rPr>
          <w:vertAlign w:val="subscript"/>
        </w:rPr>
        <w:t>0</w:t>
      </w:r>
      <w:r w:rsidRPr="009251DA">
        <w:t xml:space="preserve"> phase of the cell</w:t>
      </w:r>
      <w:r>
        <w:t xml:space="preserve"> </w:t>
      </w:r>
      <w:r w:rsidRPr="009251DA">
        <w:t>cycle. Is it likely that these cells would be dividing? Explain your answer.</w:t>
      </w:r>
    </w:p>
    <w:p w14:paraId="33DF7277" w14:textId="77777777" w:rsidR="002F4A87" w:rsidRPr="00FA7043" w:rsidRDefault="002F4A87" w:rsidP="00FA7043">
      <w:pPr>
        <w:pStyle w:val="answers-answer"/>
      </w:pPr>
      <w:r w:rsidRPr="00FA7043">
        <w:rPr>
          <w:rStyle w:val="answer"/>
        </w:rPr>
        <w:t>Answer</w:t>
      </w:r>
      <w:r w:rsidRPr="00C5596A">
        <w:rPr>
          <w:i/>
        </w:rPr>
        <w:t>:</w:t>
      </w:r>
      <w:r>
        <w:t xml:space="preserve"> The cells would not be dividing because in the G</w:t>
      </w:r>
      <w:r w:rsidRPr="005461C1">
        <w:rPr>
          <w:vertAlign w:val="subscript"/>
        </w:rPr>
        <w:t>0</w:t>
      </w:r>
      <w:r>
        <w:t xml:space="preserve"> phase of the cell cycle cell division does </w:t>
      </w:r>
      <w:r w:rsidRPr="00FA7043">
        <w:t>not occur.</w:t>
      </w:r>
    </w:p>
    <w:p w14:paraId="1E37066A" w14:textId="77777777" w:rsidR="002F4A87" w:rsidRPr="00FA7043" w:rsidRDefault="002F4A87" w:rsidP="00FA7043">
      <w:pPr>
        <w:pStyle w:val="answers-question"/>
      </w:pPr>
      <w:r w:rsidRPr="009251DA">
        <w:rPr>
          <w:b/>
        </w:rPr>
        <w:t xml:space="preserve">14 </w:t>
      </w:r>
      <w:r w:rsidRPr="009251DA">
        <w:t>Explain the main differences between the processes of mitosis and meiosis. Relate the</w:t>
      </w:r>
      <w:r>
        <w:t xml:space="preserve"> </w:t>
      </w:r>
      <w:r w:rsidRPr="00FA7043">
        <w:t>differences to the type of cells produced by each process.</w:t>
      </w:r>
    </w:p>
    <w:p w14:paraId="3FFDD96A" w14:textId="77777777" w:rsidR="002F4A87" w:rsidRPr="00C5596A" w:rsidRDefault="002F4A87" w:rsidP="00FA7043">
      <w:pPr>
        <w:pStyle w:val="answers-answer"/>
      </w:pPr>
      <w:r w:rsidRPr="00FA7043">
        <w:rPr>
          <w:rStyle w:val="answer"/>
        </w:rPr>
        <w:t>Answer</w:t>
      </w:r>
      <w:r w:rsidRPr="00C5596A">
        <w:rPr>
          <w:i/>
        </w:rPr>
        <w:t>:</w:t>
      </w:r>
      <w:r w:rsidRPr="00C5596A">
        <w:t xml:space="preserve"> In mitosis, the homologous chromosomes duplicate, but do not pair off or cross over, so the</w:t>
      </w:r>
      <w:r>
        <w:t xml:space="preserve"> </w:t>
      </w:r>
      <w:r w:rsidRPr="00C5596A">
        <w:t>genetic make-up of the chromosomes remains the same. Cells then divide once, producing two diploid</w:t>
      </w:r>
      <w:r>
        <w:t xml:space="preserve"> </w:t>
      </w:r>
      <w:r w:rsidRPr="00C5596A">
        <w:t>cells each with a complete set of daughter chromosomes. Mitosis produces new cells for growth and</w:t>
      </w:r>
      <w:r>
        <w:t xml:space="preserve"> </w:t>
      </w:r>
      <w:r w:rsidRPr="00C5596A">
        <w:t>repair.</w:t>
      </w:r>
    </w:p>
    <w:p w14:paraId="088A873C" w14:textId="77777777" w:rsidR="002F4A87" w:rsidRPr="009251DA" w:rsidRDefault="002F4A87" w:rsidP="00FA7043">
      <w:pPr>
        <w:pStyle w:val="answers-question"/>
      </w:pPr>
      <w:r w:rsidRPr="009251DA">
        <w:rPr>
          <w:b/>
        </w:rPr>
        <w:t xml:space="preserve">15 </w:t>
      </w:r>
      <w:r w:rsidRPr="009251DA">
        <w:t>How many chromosomes are present in a cell in a human ovary during each of the</w:t>
      </w:r>
      <w:r>
        <w:t xml:space="preserve"> </w:t>
      </w:r>
      <w:r w:rsidRPr="009251DA">
        <w:t>following stages of meiosis?</w:t>
      </w:r>
    </w:p>
    <w:p w14:paraId="4572C676" w14:textId="77777777" w:rsidR="002F4A87" w:rsidRDefault="002F4A87" w:rsidP="00FA7043">
      <w:pPr>
        <w:pStyle w:val="answers-question"/>
      </w:pPr>
      <w:r w:rsidRPr="009251DA">
        <w:rPr>
          <w:b/>
        </w:rPr>
        <w:t xml:space="preserve">a </w:t>
      </w:r>
      <w:r w:rsidRPr="009251DA">
        <w:t>Prophase of the first meiotic division</w:t>
      </w:r>
    </w:p>
    <w:p w14:paraId="5F348983" w14:textId="77777777" w:rsidR="002F4A87" w:rsidRPr="003E516E" w:rsidRDefault="002F4A87" w:rsidP="00FA7043">
      <w:pPr>
        <w:pStyle w:val="answers-answer"/>
      </w:pPr>
      <w:r w:rsidRPr="00FA7043">
        <w:rPr>
          <w:rStyle w:val="answer"/>
        </w:rPr>
        <w:t>Answer</w:t>
      </w:r>
      <w:r w:rsidRPr="003E516E">
        <w:t>: 46</w:t>
      </w:r>
    </w:p>
    <w:p w14:paraId="7D8C4EF6" w14:textId="77777777" w:rsidR="002F4A87" w:rsidRDefault="002F4A87" w:rsidP="00FA7043">
      <w:pPr>
        <w:pStyle w:val="answers-question"/>
      </w:pPr>
      <w:r w:rsidRPr="009251DA">
        <w:rPr>
          <w:b/>
        </w:rPr>
        <w:t xml:space="preserve">b </w:t>
      </w:r>
      <w:proofErr w:type="gramStart"/>
      <w:r w:rsidRPr="009251DA">
        <w:t>At</w:t>
      </w:r>
      <w:proofErr w:type="gramEnd"/>
      <w:r w:rsidRPr="009251DA">
        <w:t xml:space="preserve"> the end of telophase of the first division</w:t>
      </w:r>
    </w:p>
    <w:p w14:paraId="0ABE348C" w14:textId="77777777" w:rsidR="002F4A87" w:rsidRPr="003E516E" w:rsidRDefault="002F4A87" w:rsidP="00FA7043">
      <w:pPr>
        <w:pStyle w:val="answers-answer"/>
      </w:pPr>
      <w:r w:rsidRPr="00FA7043">
        <w:rPr>
          <w:rStyle w:val="answer"/>
        </w:rPr>
        <w:t>Answer</w:t>
      </w:r>
      <w:r w:rsidRPr="003E516E">
        <w:t>: 23</w:t>
      </w:r>
    </w:p>
    <w:p w14:paraId="3DF29808" w14:textId="77777777" w:rsidR="002F4A87" w:rsidRDefault="002F4A87" w:rsidP="00FA7043">
      <w:pPr>
        <w:pStyle w:val="answers-question"/>
      </w:pPr>
      <w:r w:rsidRPr="009251DA">
        <w:rPr>
          <w:b/>
        </w:rPr>
        <w:t xml:space="preserve">c </w:t>
      </w:r>
      <w:r w:rsidRPr="009251DA">
        <w:t>Prophase of the second meiotic division</w:t>
      </w:r>
    </w:p>
    <w:p w14:paraId="1EBF3516" w14:textId="77777777" w:rsidR="002F4A87" w:rsidRPr="003E516E" w:rsidRDefault="002F4A87" w:rsidP="00FA7043">
      <w:pPr>
        <w:pStyle w:val="answers-answer"/>
      </w:pPr>
      <w:r w:rsidRPr="00FA7043">
        <w:rPr>
          <w:rStyle w:val="answer"/>
        </w:rPr>
        <w:t>Answer</w:t>
      </w:r>
      <w:r w:rsidRPr="003E516E">
        <w:t>: 23</w:t>
      </w:r>
    </w:p>
    <w:p w14:paraId="28646017" w14:textId="77777777" w:rsidR="002F4A87" w:rsidRDefault="002F4A87" w:rsidP="00FA7043">
      <w:pPr>
        <w:pStyle w:val="answers-question"/>
      </w:pPr>
      <w:r w:rsidRPr="009251DA">
        <w:rPr>
          <w:b/>
        </w:rPr>
        <w:t xml:space="preserve">d </w:t>
      </w:r>
      <w:proofErr w:type="gramStart"/>
      <w:r w:rsidRPr="009251DA">
        <w:t>At</w:t>
      </w:r>
      <w:proofErr w:type="gramEnd"/>
      <w:r w:rsidRPr="009251DA">
        <w:t xml:space="preserve"> the end of telophase of the second division</w:t>
      </w:r>
    </w:p>
    <w:p w14:paraId="2DC716B1" w14:textId="77777777" w:rsidR="002F4A87" w:rsidRPr="003E516E" w:rsidRDefault="002F4A87" w:rsidP="00FA7043">
      <w:pPr>
        <w:pStyle w:val="answers-answer"/>
      </w:pPr>
      <w:r w:rsidRPr="00FA7043">
        <w:rPr>
          <w:rStyle w:val="answer"/>
        </w:rPr>
        <w:t>Answer</w:t>
      </w:r>
      <w:r w:rsidRPr="003E516E">
        <w:t>: 23</w:t>
      </w:r>
    </w:p>
    <w:p w14:paraId="49BE50F4" w14:textId="77777777" w:rsidR="002F4A87" w:rsidRDefault="002F4A87" w:rsidP="00FA7043">
      <w:pPr>
        <w:pStyle w:val="answers-question"/>
      </w:pPr>
      <w:r w:rsidRPr="009251DA">
        <w:rPr>
          <w:b/>
        </w:rPr>
        <w:lastRenderedPageBreak/>
        <w:t xml:space="preserve">16 </w:t>
      </w:r>
      <w:r w:rsidRPr="009251DA">
        <w:t>Variation only occurs when organisms reproduce sexually. When a single-celled</w:t>
      </w:r>
      <w:r>
        <w:t xml:space="preserve"> </w:t>
      </w:r>
      <w:r w:rsidRPr="009251DA">
        <w:t>organism such as an amoeba reproduces</w:t>
      </w:r>
      <w:r>
        <w:t xml:space="preserve"> </w:t>
      </w:r>
      <w:r w:rsidRPr="009251DA">
        <w:t>asexually, the two new amoebae are identical to the parent. Explain why</w:t>
      </w:r>
      <w:r>
        <w:t xml:space="preserve"> </w:t>
      </w:r>
      <w:r w:rsidRPr="009251DA">
        <w:t>asexual reproduction does not produce variation.</w:t>
      </w:r>
    </w:p>
    <w:p w14:paraId="68403E61" w14:textId="63BF72C8" w:rsidR="002F4A87" w:rsidRPr="009251DA" w:rsidRDefault="002F4A87" w:rsidP="00FA7043">
      <w:pPr>
        <w:pStyle w:val="answers-answer"/>
      </w:pPr>
      <w:r w:rsidRPr="00FA7043">
        <w:rPr>
          <w:rStyle w:val="answer"/>
        </w:rPr>
        <w:t>Answer</w:t>
      </w:r>
      <w:r w:rsidRPr="006C29D6">
        <w:rPr>
          <w:i/>
        </w:rPr>
        <w:t>:</w:t>
      </w:r>
      <w:r>
        <w:t xml:space="preserve"> Asexual reproduction occurs by mitosis. In mitosis the daughter cells have DNA that is identical to the parent cell, so there can be no variation. Only one parent and one set of </w:t>
      </w:r>
      <w:proofErr w:type="gramStart"/>
      <w:r>
        <w:t>DNA</w:t>
      </w:r>
      <w:proofErr w:type="gramEnd"/>
      <w:r>
        <w:t xml:space="preserve"> are cloned.</w:t>
      </w:r>
      <w:r w:rsidR="00BB128A">
        <w:t xml:space="preserve"> </w:t>
      </w:r>
      <w:r>
        <w:t>Therefore, there can be no variation. Students may mention that some variation may occur through mutation.</w:t>
      </w:r>
    </w:p>
    <w:p w14:paraId="03A60E9F" w14:textId="77777777" w:rsidR="002F4A87" w:rsidRDefault="002F4A87" w:rsidP="00FA7043">
      <w:pPr>
        <w:pStyle w:val="answers-question"/>
      </w:pPr>
      <w:r w:rsidRPr="009251DA">
        <w:rPr>
          <w:b/>
        </w:rPr>
        <w:t xml:space="preserve">17 </w:t>
      </w:r>
      <w:r w:rsidRPr="009251DA">
        <w:t>Use a table to summarise the advantages and disadvantages of the different diagnostic tools for prostate cancer.</w:t>
      </w:r>
    </w:p>
    <w:p w14:paraId="148B9526" w14:textId="77777777" w:rsidR="002F4A87" w:rsidRPr="007419BD" w:rsidRDefault="002F4A87" w:rsidP="00FA7043">
      <w:pPr>
        <w:pStyle w:val="answers-answer"/>
      </w:pPr>
      <w:r w:rsidRPr="00FA7043">
        <w:rPr>
          <w:rStyle w:val="answer"/>
        </w:rPr>
        <w:t>Answer</w:t>
      </w:r>
      <w:r w:rsidRPr="007419BD">
        <w:t>:</w:t>
      </w:r>
    </w:p>
    <w:tbl>
      <w:tblPr>
        <w:tblStyle w:val="TableGrid"/>
        <w:tblW w:w="0" w:type="auto"/>
        <w:tblLook w:val="04A0" w:firstRow="1" w:lastRow="0" w:firstColumn="1" w:lastColumn="0" w:noHBand="0" w:noVBand="1"/>
      </w:tblPr>
      <w:tblGrid>
        <w:gridCol w:w="2695"/>
        <w:gridCol w:w="3315"/>
        <w:gridCol w:w="3006"/>
      </w:tblGrid>
      <w:tr w:rsidR="002F4A87" w14:paraId="44D85CA6" w14:textId="77777777" w:rsidTr="00BB128A">
        <w:tc>
          <w:tcPr>
            <w:tcW w:w="2695" w:type="dxa"/>
          </w:tcPr>
          <w:p w14:paraId="49E58CCD" w14:textId="77777777" w:rsidR="002F4A87" w:rsidRPr="000E4214" w:rsidRDefault="002F4A87" w:rsidP="00371CDE">
            <w:pPr>
              <w:rPr>
                <w:b/>
                <w:bCs/>
              </w:rPr>
            </w:pPr>
            <w:r w:rsidRPr="000E4214">
              <w:rPr>
                <w:b/>
                <w:bCs/>
              </w:rPr>
              <w:t>Prostate cancer test</w:t>
            </w:r>
          </w:p>
        </w:tc>
        <w:tc>
          <w:tcPr>
            <w:tcW w:w="3315" w:type="dxa"/>
          </w:tcPr>
          <w:p w14:paraId="06575E95" w14:textId="77777777" w:rsidR="002F4A87" w:rsidRPr="000E4214" w:rsidRDefault="002F4A87" w:rsidP="00371CDE">
            <w:pPr>
              <w:rPr>
                <w:b/>
                <w:bCs/>
              </w:rPr>
            </w:pPr>
            <w:r w:rsidRPr="000E4214">
              <w:rPr>
                <w:b/>
                <w:bCs/>
              </w:rPr>
              <w:t>Advantages</w:t>
            </w:r>
          </w:p>
        </w:tc>
        <w:tc>
          <w:tcPr>
            <w:tcW w:w="3006" w:type="dxa"/>
          </w:tcPr>
          <w:p w14:paraId="60D41FE4" w14:textId="77777777" w:rsidR="002F4A87" w:rsidRPr="000E4214" w:rsidRDefault="002F4A87" w:rsidP="00371CDE">
            <w:pPr>
              <w:rPr>
                <w:b/>
                <w:bCs/>
              </w:rPr>
            </w:pPr>
            <w:r w:rsidRPr="000E4214">
              <w:rPr>
                <w:b/>
                <w:bCs/>
              </w:rPr>
              <w:t>Disadvantages</w:t>
            </w:r>
          </w:p>
        </w:tc>
      </w:tr>
      <w:tr w:rsidR="002F4A87" w14:paraId="3F4B101E" w14:textId="77777777" w:rsidTr="00BB128A">
        <w:tc>
          <w:tcPr>
            <w:tcW w:w="2695" w:type="dxa"/>
          </w:tcPr>
          <w:p w14:paraId="3B671895" w14:textId="77777777" w:rsidR="002F4A87" w:rsidRDefault="002F4A87" w:rsidP="00371CDE">
            <w:r>
              <w:t>Digital rectal examination</w:t>
            </w:r>
          </w:p>
        </w:tc>
        <w:tc>
          <w:tcPr>
            <w:tcW w:w="3315" w:type="dxa"/>
          </w:tcPr>
          <w:p w14:paraId="7D26E285" w14:textId="77777777" w:rsidR="002F4A87" w:rsidRDefault="002F4A87" w:rsidP="00371CDE">
            <w:r>
              <w:t>Easily administered</w:t>
            </w:r>
          </w:p>
        </w:tc>
        <w:tc>
          <w:tcPr>
            <w:tcW w:w="3006" w:type="dxa"/>
          </w:tcPr>
          <w:p w14:paraId="57CCF2B7" w14:textId="77777777" w:rsidR="002F4A87" w:rsidRDefault="002F4A87" w:rsidP="00371CDE">
            <w:r>
              <w:t>Depends on the skill of the medical examiner</w:t>
            </w:r>
          </w:p>
          <w:p w14:paraId="6C882D9F" w14:textId="47F8FE5A" w:rsidR="002F4A87" w:rsidRDefault="002F4A87" w:rsidP="00371CDE">
            <w:r>
              <w:t xml:space="preserve">It is not possible to feel </w:t>
            </w:r>
            <w:r w:rsidR="0011165C">
              <w:t>all</w:t>
            </w:r>
            <w:r>
              <w:t xml:space="preserve"> the prostate</w:t>
            </w:r>
          </w:p>
        </w:tc>
      </w:tr>
      <w:tr w:rsidR="002F4A87" w14:paraId="1D53096F" w14:textId="77777777" w:rsidTr="00BB128A">
        <w:tc>
          <w:tcPr>
            <w:tcW w:w="2695" w:type="dxa"/>
          </w:tcPr>
          <w:p w14:paraId="3DB62358" w14:textId="77777777" w:rsidR="002F4A87" w:rsidRDefault="002F4A87" w:rsidP="00371CDE">
            <w:r>
              <w:t>Blood test for PSA</w:t>
            </w:r>
          </w:p>
        </w:tc>
        <w:tc>
          <w:tcPr>
            <w:tcW w:w="3315" w:type="dxa"/>
          </w:tcPr>
          <w:p w14:paraId="0F76B5A6" w14:textId="77777777" w:rsidR="002F4A87" w:rsidRDefault="002F4A87" w:rsidP="00371CDE">
            <w:r>
              <w:t>Detects an increase in the prostate specific antigen (PSA)</w:t>
            </w:r>
          </w:p>
        </w:tc>
        <w:tc>
          <w:tcPr>
            <w:tcW w:w="3006" w:type="dxa"/>
          </w:tcPr>
          <w:p w14:paraId="58234A24" w14:textId="77777777" w:rsidR="002F4A87" w:rsidRDefault="002F4A87" w:rsidP="00371CDE">
            <w:r>
              <w:t>Not all elevations in PSA are</w:t>
            </w:r>
          </w:p>
          <w:p w14:paraId="5CE020B1" w14:textId="77777777" w:rsidR="002F4A87" w:rsidRDefault="002F4A87" w:rsidP="00371CDE">
            <w:r>
              <w:t>necessarily due to cancer</w:t>
            </w:r>
          </w:p>
        </w:tc>
      </w:tr>
      <w:tr w:rsidR="002F4A87" w14:paraId="59CC5EEA" w14:textId="77777777" w:rsidTr="00BB128A">
        <w:tc>
          <w:tcPr>
            <w:tcW w:w="2695" w:type="dxa"/>
          </w:tcPr>
          <w:p w14:paraId="159DA6B7" w14:textId="77777777" w:rsidR="002F4A87" w:rsidRDefault="002F4A87" w:rsidP="00371CDE">
            <w:r>
              <w:t>Biopsy</w:t>
            </w:r>
          </w:p>
        </w:tc>
        <w:tc>
          <w:tcPr>
            <w:tcW w:w="3315" w:type="dxa"/>
          </w:tcPr>
          <w:p w14:paraId="5C118795" w14:textId="77777777" w:rsidR="002F4A87" w:rsidRDefault="002F4A87" w:rsidP="00371CDE">
            <w:r>
              <w:t>Determine if cancerous cells are present</w:t>
            </w:r>
          </w:p>
        </w:tc>
        <w:tc>
          <w:tcPr>
            <w:tcW w:w="3006" w:type="dxa"/>
          </w:tcPr>
          <w:p w14:paraId="278B3573" w14:textId="77777777" w:rsidR="002F4A87" w:rsidRDefault="002F4A87" w:rsidP="00371CDE">
            <w:r>
              <w:t>Invasive and expensive because it involves surgery</w:t>
            </w:r>
          </w:p>
          <w:p w14:paraId="228E39D9" w14:textId="77777777" w:rsidR="002F4A87" w:rsidRDefault="002F4A87" w:rsidP="00371CDE">
            <w:r>
              <w:t>Requires skilled medical</w:t>
            </w:r>
          </w:p>
          <w:p w14:paraId="454DEEBB" w14:textId="77777777" w:rsidR="002F4A87" w:rsidRDefault="002F4A87" w:rsidP="00371CDE">
            <w:r>
              <w:t>practitioners</w:t>
            </w:r>
          </w:p>
        </w:tc>
      </w:tr>
    </w:tbl>
    <w:p w14:paraId="10620ED4" w14:textId="77777777" w:rsidR="002F4A87" w:rsidRDefault="002F4A87" w:rsidP="002F4A87">
      <w:pPr>
        <w:pStyle w:val="i-chead"/>
      </w:pPr>
      <w:r>
        <w:t>Extend</w:t>
      </w:r>
    </w:p>
    <w:p w14:paraId="1CDF8A00" w14:textId="77777777" w:rsidR="002F4A87" w:rsidRDefault="002F4A87" w:rsidP="00FA7043">
      <w:pPr>
        <w:pStyle w:val="answers-question"/>
      </w:pPr>
      <w:r w:rsidRPr="00742D8D">
        <w:rPr>
          <w:b/>
        </w:rPr>
        <w:t xml:space="preserve">18 </w:t>
      </w:r>
      <w:r w:rsidRPr="00742D8D">
        <w:t>What do you think would happen if the spindle fibres did not form in a cell that was undergoing mitosis?</w:t>
      </w:r>
    </w:p>
    <w:p w14:paraId="46BDD134" w14:textId="77777777" w:rsidR="002F4A87" w:rsidRPr="007419BD" w:rsidRDefault="002F4A87" w:rsidP="00FA7043">
      <w:pPr>
        <w:pStyle w:val="answers-answer"/>
      </w:pPr>
      <w:r w:rsidRPr="00FA7043">
        <w:rPr>
          <w:rStyle w:val="answer"/>
        </w:rPr>
        <w:t>Answer</w:t>
      </w:r>
      <w:r w:rsidRPr="007419BD">
        <w:rPr>
          <w:i/>
        </w:rPr>
        <w:t>:</w:t>
      </w:r>
      <w:r w:rsidRPr="007419BD">
        <w:t xml:space="preserve"> The chromosomes would not separate, so when cytokinesis occurs the daughter cells would</w:t>
      </w:r>
      <w:r>
        <w:t xml:space="preserve"> </w:t>
      </w:r>
      <w:r w:rsidRPr="007419BD">
        <w:t>have random numbers of chromosomes. It is unlikely that a daughter cell would end up with one</w:t>
      </w:r>
      <w:r>
        <w:t xml:space="preserve"> </w:t>
      </w:r>
      <w:r w:rsidRPr="007419BD">
        <w:t>complete set of chromosomes.</w:t>
      </w:r>
    </w:p>
    <w:p w14:paraId="7B0FA25C" w14:textId="77777777" w:rsidR="002F4A87" w:rsidRDefault="002F4A87" w:rsidP="00FA7043">
      <w:pPr>
        <w:pStyle w:val="answers-question"/>
      </w:pPr>
      <w:r w:rsidRPr="00742D8D">
        <w:rPr>
          <w:b/>
        </w:rPr>
        <w:t xml:space="preserve">19 </w:t>
      </w:r>
      <w:r w:rsidRPr="00742D8D">
        <w:t>Explain why medical scientists hope that many diseases that have so far been untreatable may be able to be treated using stem cells.</w:t>
      </w:r>
    </w:p>
    <w:p w14:paraId="21D4A7E6" w14:textId="77777777" w:rsidR="002F4A87" w:rsidRDefault="002F4A87" w:rsidP="00FA7043">
      <w:pPr>
        <w:pStyle w:val="answers-answer"/>
      </w:pPr>
      <w:r w:rsidRPr="00FA7043">
        <w:rPr>
          <w:rStyle w:val="answer"/>
        </w:rPr>
        <w:t>Answer</w:t>
      </w:r>
      <w:r w:rsidRPr="007419BD">
        <w:rPr>
          <w:i/>
        </w:rPr>
        <w:t>:</w:t>
      </w:r>
      <w:r>
        <w:t xml:space="preserve"> Stem cells, if conditions are appropriate, can differentiate into different types of specialised cells. Scientists hope that stem cells will provide replacement cells for diseased or damaged tissues.</w:t>
      </w:r>
    </w:p>
    <w:p w14:paraId="39E87599" w14:textId="77777777" w:rsidR="00BB128A" w:rsidRDefault="00BB128A">
      <w:pPr>
        <w:spacing w:line="240" w:lineRule="auto"/>
        <w:rPr>
          <w:b/>
          <w:bCs/>
          <w:sz w:val="24"/>
          <w:szCs w:val="24"/>
          <w:lang w:val="en-US"/>
        </w:rPr>
      </w:pPr>
      <w:r>
        <w:rPr>
          <w:b/>
        </w:rPr>
        <w:br w:type="page"/>
      </w:r>
    </w:p>
    <w:p w14:paraId="7639DB6C" w14:textId="5998119C" w:rsidR="002F4A87" w:rsidRDefault="002F4A87" w:rsidP="00FA7043">
      <w:pPr>
        <w:pStyle w:val="answers-question"/>
      </w:pPr>
      <w:r w:rsidRPr="00742D8D">
        <w:rPr>
          <w:b/>
        </w:rPr>
        <w:lastRenderedPageBreak/>
        <w:t xml:space="preserve">20 </w:t>
      </w:r>
      <w:r w:rsidRPr="00742D8D">
        <w:t>The frequency of non-disjunction of chromosome 21 (Down syndrome) increases with the age of the mother. Find out how age is thought to contribute to non-disjunction.</w:t>
      </w:r>
    </w:p>
    <w:p w14:paraId="24A3B945" w14:textId="25F445F3" w:rsidR="002F4A87" w:rsidRPr="00742D8D" w:rsidRDefault="002F4A87" w:rsidP="00FA7043">
      <w:pPr>
        <w:pStyle w:val="answers-answer"/>
      </w:pPr>
      <w:r w:rsidRPr="00FA7043">
        <w:rPr>
          <w:rStyle w:val="answer"/>
        </w:rPr>
        <w:t>Answer</w:t>
      </w:r>
      <w:r w:rsidRPr="007419BD">
        <w:rPr>
          <w:i/>
        </w:rPr>
        <w:t>:</w:t>
      </w:r>
      <w:r>
        <w:t xml:space="preserve"> Individual research, so answers will vary. However, most responses should mention that as women age, meiotic mechanisms erode</w:t>
      </w:r>
      <w:r w:rsidR="00BB128A">
        <w:t>,</w:t>
      </w:r>
      <w:r>
        <w:t xml:space="preserve"> leading to an increased incidence of trisomy.</w:t>
      </w:r>
    </w:p>
    <w:p w14:paraId="3807496F" w14:textId="77777777" w:rsidR="002F4A87" w:rsidRDefault="002F4A87" w:rsidP="00FA7043">
      <w:pPr>
        <w:pStyle w:val="answers-question"/>
      </w:pPr>
      <w:r w:rsidRPr="00742D8D">
        <w:rPr>
          <w:b/>
        </w:rPr>
        <w:t xml:space="preserve">21 a </w:t>
      </w:r>
      <w:r w:rsidRPr="00742D8D">
        <w:t>List as many reasons as you can for the fact that Australia has the highest</w:t>
      </w:r>
      <w:r>
        <w:t xml:space="preserve"> </w:t>
      </w:r>
      <w:r w:rsidRPr="00742D8D">
        <w:t>incidence of skin cancer in the world.</w:t>
      </w:r>
    </w:p>
    <w:p w14:paraId="0A98F81A" w14:textId="77777777" w:rsidR="002F4A87" w:rsidRPr="007419BD" w:rsidRDefault="002F4A87" w:rsidP="00FA7043">
      <w:pPr>
        <w:pStyle w:val="answers-answer"/>
      </w:pPr>
      <w:r w:rsidRPr="00FA7043">
        <w:rPr>
          <w:rStyle w:val="answer"/>
        </w:rPr>
        <w:t>Answer</w:t>
      </w:r>
      <w:r w:rsidRPr="007419BD">
        <w:t>:</w:t>
      </w:r>
    </w:p>
    <w:p w14:paraId="2972A994" w14:textId="35EBB114" w:rsidR="002F4A87" w:rsidRDefault="002F4A87" w:rsidP="00BB128A">
      <w:pPr>
        <w:pStyle w:val="answers-answer"/>
        <w:numPr>
          <w:ilvl w:val="0"/>
          <w:numId w:val="27"/>
        </w:numPr>
      </w:pPr>
      <w:r>
        <w:t>Most of Australia has high levels of ultraviolet (UV) radiation.</w:t>
      </w:r>
    </w:p>
    <w:p w14:paraId="2EE06C15" w14:textId="2DF515C6" w:rsidR="002F4A87" w:rsidRDefault="002F4A87" w:rsidP="00BB128A">
      <w:pPr>
        <w:pStyle w:val="answers-answer"/>
        <w:numPr>
          <w:ilvl w:val="0"/>
          <w:numId w:val="27"/>
        </w:numPr>
      </w:pPr>
      <w:r>
        <w:t>Australians are particularly fond of outdoor pursuits where they are exposed to UV.</w:t>
      </w:r>
    </w:p>
    <w:p w14:paraId="729F28E2" w14:textId="2E5107AD" w:rsidR="002F4A87" w:rsidRDefault="002F4A87" w:rsidP="00BB128A">
      <w:pPr>
        <w:pStyle w:val="answers-answer"/>
        <w:numPr>
          <w:ilvl w:val="0"/>
          <w:numId w:val="27"/>
        </w:numPr>
      </w:pPr>
      <w:r>
        <w:t>Australians are very keen on sport and most sports are played outdoors.</w:t>
      </w:r>
    </w:p>
    <w:p w14:paraId="5EF05C56" w14:textId="75A03AE8" w:rsidR="002F4A87" w:rsidRDefault="002F4A87" w:rsidP="00BB128A">
      <w:pPr>
        <w:pStyle w:val="answers-answer"/>
        <w:numPr>
          <w:ilvl w:val="0"/>
          <w:numId w:val="27"/>
        </w:numPr>
      </w:pPr>
      <w:r>
        <w:t>A high proportion of Australians have light skin with little melanin.</w:t>
      </w:r>
    </w:p>
    <w:p w14:paraId="4613415C" w14:textId="1F00C5ED" w:rsidR="002F4A87" w:rsidRPr="00742D8D" w:rsidRDefault="002F4A87" w:rsidP="00BB128A">
      <w:pPr>
        <w:pStyle w:val="answers-answer"/>
        <w:numPr>
          <w:ilvl w:val="0"/>
          <w:numId w:val="27"/>
        </w:numPr>
      </w:pPr>
      <w:r>
        <w:t>Many Australians live close to the coast and enjoy swimming and other water-based activities.</w:t>
      </w:r>
    </w:p>
    <w:p w14:paraId="6BBF3266" w14:textId="77777777" w:rsidR="002F4A87" w:rsidRDefault="002F4A87" w:rsidP="00FA7043">
      <w:pPr>
        <w:pStyle w:val="answers-question"/>
      </w:pPr>
      <w:r w:rsidRPr="00742D8D">
        <w:rPr>
          <w:b/>
        </w:rPr>
        <w:t xml:space="preserve">b </w:t>
      </w:r>
      <w:r w:rsidRPr="00742D8D">
        <w:t>How can you change your habits to reduce the risk of skin cancer?</w:t>
      </w:r>
    </w:p>
    <w:p w14:paraId="20FD53F0" w14:textId="77777777" w:rsidR="002F4A87" w:rsidRPr="007419BD" w:rsidRDefault="002F4A87" w:rsidP="00FA7043">
      <w:pPr>
        <w:pStyle w:val="answers-answer"/>
      </w:pPr>
      <w:r w:rsidRPr="00FA7043">
        <w:rPr>
          <w:rStyle w:val="answer"/>
        </w:rPr>
        <w:t>Answer</w:t>
      </w:r>
      <w:r w:rsidRPr="007419BD">
        <w:rPr>
          <w:i/>
        </w:rPr>
        <w:t>:</w:t>
      </w:r>
      <w:r w:rsidRPr="007419BD">
        <w:t xml:space="preserve"> Answers will depend on the individual but may include:</w:t>
      </w:r>
    </w:p>
    <w:p w14:paraId="3189F2C8" w14:textId="5C7455FF" w:rsidR="002F4A87" w:rsidRPr="007419BD" w:rsidRDefault="002F4A87" w:rsidP="00BB128A">
      <w:pPr>
        <w:pStyle w:val="answers-answer"/>
        <w:numPr>
          <w:ilvl w:val="0"/>
          <w:numId w:val="27"/>
        </w:numPr>
      </w:pPr>
      <w:r w:rsidRPr="007419BD">
        <w:t>staying out of the sun during times of highest UV radiation</w:t>
      </w:r>
    </w:p>
    <w:p w14:paraId="1433BF45" w14:textId="7613FE6F" w:rsidR="002F4A87" w:rsidRPr="007419BD" w:rsidRDefault="002F4A87" w:rsidP="00BB128A">
      <w:pPr>
        <w:pStyle w:val="answers-answer"/>
        <w:numPr>
          <w:ilvl w:val="0"/>
          <w:numId w:val="27"/>
        </w:numPr>
      </w:pPr>
      <w:r w:rsidRPr="007419BD">
        <w:t>wearing a hat or other protective clothing</w:t>
      </w:r>
    </w:p>
    <w:p w14:paraId="203D8107" w14:textId="7814F09E" w:rsidR="002F4A87" w:rsidRPr="007419BD" w:rsidRDefault="002F4A87" w:rsidP="00BB128A">
      <w:pPr>
        <w:pStyle w:val="answers-answer"/>
        <w:numPr>
          <w:ilvl w:val="0"/>
          <w:numId w:val="27"/>
        </w:numPr>
      </w:pPr>
      <w:r w:rsidRPr="007419BD">
        <w:t>using sunscreen</w:t>
      </w:r>
    </w:p>
    <w:p w14:paraId="728B9D8A" w14:textId="565FC6D2" w:rsidR="002F4A87" w:rsidRPr="007419BD" w:rsidRDefault="002F4A87" w:rsidP="00BB128A">
      <w:pPr>
        <w:pStyle w:val="answers-answer"/>
        <w:numPr>
          <w:ilvl w:val="0"/>
          <w:numId w:val="27"/>
        </w:numPr>
      </w:pPr>
      <w:r w:rsidRPr="007419BD">
        <w:t>wearing sunglasses.</w:t>
      </w:r>
    </w:p>
    <w:p w14:paraId="7127B995" w14:textId="6B4E0097" w:rsidR="002F4A87" w:rsidRPr="00FA7043" w:rsidRDefault="002F4A87" w:rsidP="00FA7043">
      <w:pPr>
        <w:pStyle w:val="answers-question"/>
      </w:pPr>
      <w:r w:rsidRPr="00742D8D">
        <w:rPr>
          <w:b/>
        </w:rPr>
        <w:t xml:space="preserve">c </w:t>
      </w:r>
      <w:r w:rsidRPr="00742D8D">
        <w:t>Describe any recommended changes in beach</w:t>
      </w:r>
      <w:r w:rsidR="00BB128A">
        <w:t xml:space="preserve"> </w:t>
      </w:r>
      <w:r w:rsidRPr="00742D8D">
        <w:t xml:space="preserve">wear that are aimed at reducing exposure to UV </w:t>
      </w:r>
      <w:r w:rsidRPr="00FA7043">
        <w:t>radiation.</w:t>
      </w:r>
    </w:p>
    <w:p w14:paraId="1C076C1D" w14:textId="77777777" w:rsidR="002F4A87" w:rsidRPr="007419BD" w:rsidRDefault="002F4A87" w:rsidP="00FA7043">
      <w:pPr>
        <w:pStyle w:val="answers-answer"/>
      </w:pPr>
      <w:r w:rsidRPr="00FA7043">
        <w:rPr>
          <w:rStyle w:val="answer"/>
        </w:rPr>
        <w:t>Answer</w:t>
      </w:r>
      <w:r w:rsidRPr="007419BD">
        <w:t>:</w:t>
      </w:r>
    </w:p>
    <w:p w14:paraId="63CB4610" w14:textId="00B69864" w:rsidR="002F4A87" w:rsidRPr="007419BD" w:rsidRDefault="002F4A87" w:rsidP="00BB128A">
      <w:pPr>
        <w:pStyle w:val="answers-answer"/>
        <w:numPr>
          <w:ilvl w:val="0"/>
          <w:numId w:val="27"/>
        </w:numPr>
      </w:pPr>
      <w:r w:rsidRPr="007419BD">
        <w:t>Rash vests</w:t>
      </w:r>
    </w:p>
    <w:p w14:paraId="084BB021" w14:textId="7800E03C" w:rsidR="002F4A87" w:rsidRPr="007419BD" w:rsidRDefault="002F4A87" w:rsidP="00BB128A">
      <w:pPr>
        <w:pStyle w:val="answers-answer"/>
        <w:numPr>
          <w:ilvl w:val="0"/>
          <w:numId w:val="27"/>
        </w:numPr>
      </w:pPr>
      <w:r w:rsidRPr="007419BD">
        <w:t>Legionnaire’s hats or broad-brimmed hats</w:t>
      </w:r>
    </w:p>
    <w:p w14:paraId="5AB08D12" w14:textId="54A74892" w:rsidR="002F4A87" w:rsidRPr="007419BD" w:rsidRDefault="002F4A87" w:rsidP="00BB128A">
      <w:pPr>
        <w:pStyle w:val="answers-answer"/>
        <w:numPr>
          <w:ilvl w:val="0"/>
          <w:numId w:val="27"/>
        </w:numPr>
      </w:pPr>
      <w:r w:rsidRPr="007419BD">
        <w:t>T-shirts</w:t>
      </w:r>
    </w:p>
    <w:p w14:paraId="4220D663" w14:textId="3097E846" w:rsidR="002F4A87" w:rsidRPr="007419BD" w:rsidRDefault="002F4A87" w:rsidP="00BB128A">
      <w:pPr>
        <w:pStyle w:val="answers-answer"/>
        <w:numPr>
          <w:ilvl w:val="0"/>
          <w:numId w:val="27"/>
        </w:numPr>
      </w:pPr>
      <w:r w:rsidRPr="007419BD">
        <w:t>Close fitting, wraparound sunglasses</w:t>
      </w:r>
    </w:p>
    <w:p w14:paraId="00CD6E8F" w14:textId="4EB69A19" w:rsidR="002F4A87" w:rsidRPr="007419BD" w:rsidRDefault="002F4A87" w:rsidP="00BB128A">
      <w:pPr>
        <w:pStyle w:val="answers-answer"/>
        <w:numPr>
          <w:ilvl w:val="0"/>
          <w:numId w:val="27"/>
        </w:numPr>
      </w:pPr>
      <w:r w:rsidRPr="007419BD">
        <w:t>Clothing made of material with high ultraviolet protection factor (UPF)</w:t>
      </w:r>
    </w:p>
    <w:p w14:paraId="17470CA6" w14:textId="77777777" w:rsidR="00BB128A" w:rsidRDefault="00BB128A">
      <w:pPr>
        <w:spacing w:line="240" w:lineRule="auto"/>
        <w:rPr>
          <w:b/>
          <w:bCs/>
          <w:sz w:val="24"/>
          <w:szCs w:val="24"/>
          <w:lang w:val="en-US"/>
        </w:rPr>
      </w:pPr>
      <w:r>
        <w:rPr>
          <w:b/>
        </w:rPr>
        <w:br w:type="page"/>
      </w:r>
    </w:p>
    <w:p w14:paraId="64170836" w14:textId="2A79A1F5" w:rsidR="002F4A87" w:rsidRDefault="002F4A87" w:rsidP="00FA7043">
      <w:pPr>
        <w:pStyle w:val="answers-question"/>
      </w:pPr>
      <w:r w:rsidRPr="00742D8D">
        <w:rPr>
          <w:b/>
        </w:rPr>
        <w:lastRenderedPageBreak/>
        <w:t xml:space="preserve">22 </w:t>
      </w:r>
      <w:r w:rsidRPr="00742D8D">
        <w:t>List reasons why our exposure to carcinogens is greater today than it has been in the past.</w:t>
      </w:r>
    </w:p>
    <w:p w14:paraId="62A2FC86" w14:textId="77777777" w:rsidR="002F4A87" w:rsidRPr="007419BD" w:rsidRDefault="002F4A87" w:rsidP="00FA7043">
      <w:pPr>
        <w:pStyle w:val="answers-answer"/>
      </w:pPr>
      <w:r w:rsidRPr="00FA7043">
        <w:rPr>
          <w:rStyle w:val="answer"/>
        </w:rPr>
        <w:t>Answer</w:t>
      </w:r>
      <w:r w:rsidRPr="007419BD">
        <w:t>:</w:t>
      </w:r>
    </w:p>
    <w:p w14:paraId="21BE7E1E" w14:textId="52BA3778" w:rsidR="002F4A87" w:rsidRPr="007419BD" w:rsidRDefault="002F4A87" w:rsidP="00BB128A">
      <w:pPr>
        <w:pStyle w:val="answers-answer"/>
        <w:numPr>
          <w:ilvl w:val="0"/>
          <w:numId w:val="27"/>
        </w:numPr>
      </w:pPr>
      <w:r w:rsidRPr="007419BD">
        <w:t>X-rays and medical scans have increased exposure to radiation.</w:t>
      </w:r>
    </w:p>
    <w:p w14:paraId="23F90BC8" w14:textId="17B59EAA" w:rsidR="002F4A87" w:rsidRPr="007419BD" w:rsidRDefault="002F4A87" w:rsidP="00BB128A">
      <w:pPr>
        <w:pStyle w:val="answers-answer"/>
        <w:numPr>
          <w:ilvl w:val="0"/>
          <w:numId w:val="27"/>
        </w:numPr>
      </w:pPr>
      <w:r w:rsidRPr="007419BD">
        <w:t xml:space="preserve">Synthetic materials are used more </w:t>
      </w:r>
      <w:r w:rsidR="00BB128A" w:rsidRPr="007419BD">
        <w:t>often and</w:t>
      </w:r>
      <w:r w:rsidRPr="007419BD">
        <w:t xml:space="preserve"> may sometimes contain carcinogenic substances.</w:t>
      </w:r>
    </w:p>
    <w:p w14:paraId="2445CB0E" w14:textId="030F295C" w:rsidR="002F4A87" w:rsidRPr="007419BD" w:rsidRDefault="002F4A87" w:rsidP="00BB128A">
      <w:pPr>
        <w:pStyle w:val="answers-answer"/>
        <w:numPr>
          <w:ilvl w:val="0"/>
          <w:numId w:val="27"/>
        </w:numPr>
      </w:pPr>
      <w:r w:rsidRPr="007419BD">
        <w:t>Modern lifestyle increases exposure to carcinogenic agents.</w:t>
      </w:r>
    </w:p>
    <w:p w14:paraId="248B91EF" w14:textId="77B25C80" w:rsidR="002F4A87" w:rsidRPr="007419BD" w:rsidRDefault="002F4A87" w:rsidP="00BB128A">
      <w:pPr>
        <w:pStyle w:val="answers-answer"/>
        <w:numPr>
          <w:ilvl w:val="0"/>
          <w:numId w:val="27"/>
        </w:numPr>
      </w:pPr>
      <w:r w:rsidRPr="007419BD">
        <w:t>People are living longer, so the time available for exposure is increased.</w:t>
      </w:r>
    </w:p>
    <w:p w14:paraId="196A39FF" w14:textId="10938F8B" w:rsidR="002F4A87" w:rsidRPr="007419BD" w:rsidRDefault="002F4A87" w:rsidP="00BB128A">
      <w:pPr>
        <w:pStyle w:val="answers-answer"/>
        <w:numPr>
          <w:ilvl w:val="0"/>
          <w:numId w:val="27"/>
        </w:numPr>
      </w:pPr>
      <w:r w:rsidRPr="007419BD">
        <w:t>Higher population densities increase the spread of carcinogenic viruses.</w:t>
      </w:r>
    </w:p>
    <w:p w14:paraId="5D891565" w14:textId="77777777" w:rsidR="00A33AAC" w:rsidRPr="00A33AAC" w:rsidRDefault="00A33AAC" w:rsidP="002F4A87">
      <w:pPr>
        <w:pStyle w:val="i-bhead"/>
        <w:rPr>
          <w:lang w:eastAsia="en-US"/>
        </w:rPr>
      </w:pPr>
    </w:p>
    <w:sectPr w:rsidR="00A33AAC" w:rsidRPr="00A33AAC" w:rsidSect="00CF0FC3">
      <w:headerReference w:type="default" r:id="rId16"/>
      <w:footerReference w:type="default" r:id="rId17"/>
      <w:pgSz w:w="11900" w:h="16840"/>
      <w:pgMar w:top="1134" w:right="1134" w:bottom="851"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A6E2CE" w14:textId="77777777" w:rsidR="000424B7" w:rsidRDefault="000424B7">
      <w:r>
        <w:separator/>
      </w:r>
    </w:p>
  </w:endnote>
  <w:endnote w:type="continuationSeparator" w:id="0">
    <w:p w14:paraId="43CBF3E2" w14:textId="77777777" w:rsidR="000424B7" w:rsidRDefault="00042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ITCAvantGardeStd-Bk">
    <w:altName w:val="Arial"/>
    <w:panose1 w:val="00000000000000000000"/>
    <w:charset w:val="00"/>
    <w:family w:val="swiss"/>
    <w:notTrueType/>
    <w:pitch w:val="default"/>
    <w:sig w:usb0="00000083" w:usb1="00000000" w:usb2="00000000" w:usb3="00000000" w:csb0="00000009" w:csb1="00000000"/>
  </w:font>
  <w:font w:name="ArialUnicodeMS">
    <w:panose1 w:val="00000000000000000000"/>
    <w:charset w:val="80"/>
    <w:family w:val="auto"/>
    <w:notTrueType/>
    <w:pitch w:val="default"/>
    <w:sig w:usb0="00000001" w:usb1="08070000" w:usb2="00000010" w:usb3="00000000" w:csb0="00020000" w:csb1="00000000"/>
  </w:font>
  <w:font w:name="Melior-Bold">
    <w:altName w:val="Cambria"/>
    <w:panose1 w:val="00000000000000000000"/>
    <w:charset w:val="4D"/>
    <w:family w:val="auto"/>
    <w:notTrueType/>
    <w:pitch w:val="default"/>
    <w:sig w:usb0="00000003" w:usb1="00000000" w:usb2="00000000" w:usb3="00000000" w:csb0="00000001" w:csb1="00000000"/>
  </w:font>
  <w:font w:name="Melior">
    <w:altName w:val="Cambria"/>
    <w:panose1 w:val="00000000000000000000"/>
    <w:charset w:val="4D"/>
    <w:family w:val="auto"/>
    <w:notTrueType/>
    <w:pitch w:val="default"/>
    <w:sig w:usb0="00000003" w:usb1="00000000" w:usb2="00000000" w:usb3="00000000" w:csb0="00000001" w:csb1="00000000"/>
  </w:font>
  <w:font w:name="NewCenturySchlbkLTStd-Roman">
    <w:altName w:val="Cambria"/>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NeuzeitS-BookHeavy">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8B8114" w14:textId="77777777" w:rsidR="000424B7" w:rsidRPr="004F754C" w:rsidRDefault="000424B7" w:rsidP="004F754C">
    <w:pPr>
      <w:pStyle w:val="i-footertext"/>
    </w:pPr>
    <w:r>
      <w:t xml:space="preserve">© </w:t>
    </w:r>
    <w:r w:rsidRPr="00817B1F">
      <w:t>Cengage Learning Australia Pty Ltd</w:t>
    </w:r>
    <w:r>
      <w:t xml:space="preserve"> 2020</w:t>
    </w:r>
    <w:r>
      <w:tab/>
    </w:r>
    <w:hyperlink r:id="rId1" w:history="1">
      <w:r w:rsidRPr="00341E34">
        <w:t>www.nelsonnet.com.au</w:t>
      </w:r>
    </w:hyperlink>
    <w:r>
      <w:tab/>
      <w:t xml:space="preserve">Page </w:t>
    </w:r>
    <w:r>
      <w:fldChar w:fldCharType="begin"/>
    </w:r>
    <w:r>
      <w:instrText xml:space="preserve"> PAGE </w:instrText>
    </w:r>
    <w:r>
      <w:fldChar w:fldCharType="separate"/>
    </w:r>
    <w:r>
      <w:t>1</w:t>
    </w:r>
    <w:r>
      <w:rPr>
        <w:noProof/>
      </w:rPr>
      <w:fldChar w:fldCharType="end"/>
    </w:r>
    <w:r>
      <w:t xml:space="preserve"> of </w:t>
    </w:r>
    <w:fldSimple w:instr=" NUMPAGES  ">
      <w:r>
        <w:t>5</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218757" w14:textId="77777777" w:rsidR="000424B7" w:rsidRDefault="000424B7">
      <w:r>
        <w:separator/>
      </w:r>
    </w:p>
  </w:footnote>
  <w:footnote w:type="continuationSeparator" w:id="0">
    <w:p w14:paraId="7706B130" w14:textId="77777777" w:rsidR="000424B7" w:rsidRDefault="000424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660382" w14:textId="77777777" w:rsidR="000424B7" w:rsidRDefault="000424B7" w:rsidP="003948E1">
    <w:pPr>
      <w:pStyle w:val="Header"/>
      <w:spacing w:after="240"/>
    </w:pPr>
    <w:r>
      <w:rPr>
        <w:noProof/>
      </w:rPr>
      <w:drawing>
        <wp:inline distT="0" distB="0" distL="0" distR="0" wp14:anchorId="74C09477" wp14:editId="1B0C8115">
          <wp:extent cx="990600" cy="495300"/>
          <wp:effectExtent l="0" t="0" r="0" b="0"/>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N20_Full_cmyk.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990600" cy="4953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9776AD"/>
    <w:multiLevelType w:val="hybridMultilevel"/>
    <w:tmpl w:val="5678AD64"/>
    <w:lvl w:ilvl="0" w:tplc="6C764D2A">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A3419ED"/>
    <w:multiLevelType w:val="hybridMultilevel"/>
    <w:tmpl w:val="ADE6CEBC"/>
    <w:lvl w:ilvl="0" w:tplc="A1141004">
      <w:start w:val="5"/>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0D3F5A12"/>
    <w:multiLevelType w:val="hybridMultilevel"/>
    <w:tmpl w:val="793ECA90"/>
    <w:lvl w:ilvl="0" w:tplc="1F28A3E0">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0EBA2297"/>
    <w:multiLevelType w:val="hybridMultilevel"/>
    <w:tmpl w:val="58B23C8E"/>
    <w:lvl w:ilvl="0" w:tplc="03D8E83E">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14215827"/>
    <w:multiLevelType w:val="hybridMultilevel"/>
    <w:tmpl w:val="505672DA"/>
    <w:lvl w:ilvl="0" w:tplc="B69CF858">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15DC4DC7"/>
    <w:multiLevelType w:val="hybridMultilevel"/>
    <w:tmpl w:val="18ACE2E0"/>
    <w:lvl w:ilvl="0" w:tplc="03D8E83E">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18023952"/>
    <w:multiLevelType w:val="hybridMultilevel"/>
    <w:tmpl w:val="68F63238"/>
    <w:lvl w:ilvl="0" w:tplc="1F28A3E0">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1A352B4B"/>
    <w:multiLevelType w:val="hybridMultilevel"/>
    <w:tmpl w:val="26FE2928"/>
    <w:lvl w:ilvl="0" w:tplc="F2C4EF84">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1BBC3997"/>
    <w:multiLevelType w:val="hybridMultilevel"/>
    <w:tmpl w:val="434669B4"/>
    <w:lvl w:ilvl="0" w:tplc="A1141004">
      <w:start w:val="5"/>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1BC46134"/>
    <w:multiLevelType w:val="hybridMultilevel"/>
    <w:tmpl w:val="56267A42"/>
    <w:lvl w:ilvl="0" w:tplc="03D8E83E">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1EF84B0C"/>
    <w:multiLevelType w:val="hybridMultilevel"/>
    <w:tmpl w:val="45B46C88"/>
    <w:lvl w:ilvl="0" w:tplc="1F28A3E0">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22BE03D6"/>
    <w:multiLevelType w:val="hybridMultilevel"/>
    <w:tmpl w:val="A4BA17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72B6998"/>
    <w:multiLevelType w:val="hybridMultilevel"/>
    <w:tmpl w:val="8168DD54"/>
    <w:lvl w:ilvl="0" w:tplc="A1141004">
      <w:start w:val="5"/>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2E8A2109"/>
    <w:multiLevelType w:val="hybridMultilevel"/>
    <w:tmpl w:val="F95011D4"/>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335A51FE"/>
    <w:multiLevelType w:val="hybridMultilevel"/>
    <w:tmpl w:val="9982969A"/>
    <w:lvl w:ilvl="0" w:tplc="A1141004">
      <w:start w:val="5"/>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36D41E47"/>
    <w:multiLevelType w:val="hybridMultilevel"/>
    <w:tmpl w:val="5F50EB66"/>
    <w:lvl w:ilvl="0" w:tplc="A1141004">
      <w:start w:val="5"/>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39965ED7"/>
    <w:multiLevelType w:val="hybridMultilevel"/>
    <w:tmpl w:val="CBB6A008"/>
    <w:lvl w:ilvl="0" w:tplc="A1141004">
      <w:start w:val="5"/>
      <w:numFmt w:val="bullet"/>
      <w:lvlText w:val="•"/>
      <w:lvlJc w:val="left"/>
      <w:pPr>
        <w:ind w:left="720" w:hanging="360"/>
      </w:pPr>
      <w:rPr>
        <w:rFonts w:ascii="Times New Roman" w:eastAsia="Arial" w:hAnsi="Times New Roman" w:cs="Times New Roman" w:hint="default"/>
      </w:rPr>
    </w:lvl>
    <w:lvl w:ilvl="1" w:tplc="C9380CC0">
      <w:start w:val="5"/>
      <w:numFmt w:val="bullet"/>
      <w:lvlText w:val=""/>
      <w:lvlJc w:val="left"/>
      <w:pPr>
        <w:ind w:left="1440" w:hanging="360"/>
      </w:pPr>
      <w:rPr>
        <w:rFonts w:ascii="Wingdings" w:eastAsia="Arial" w:hAnsi="Wingdings" w:cs="Arial"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3C2B0FFF"/>
    <w:multiLevelType w:val="hybridMultilevel"/>
    <w:tmpl w:val="4C34E9CC"/>
    <w:lvl w:ilvl="0" w:tplc="03D8E83E">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3F153D20"/>
    <w:multiLevelType w:val="hybridMultilevel"/>
    <w:tmpl w:val="7CFE8228"/>
    <w:lvl w:ilvl="0" w:tplc="1F28A3E0">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413302D7"/>
    <w:multiLevelType w:val="hybridMultilevel"/>
    <w:tmpl w:val="61DCAE78"/>
    <w:lvl w:ilvl="0" w:tplc="6C764D2A">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448A2CA4"/>
    <w:multiLevelType w:val="hybridMultilevel"/>
    <w:tmpl w:val="9342AF2E"/>
    <w:lvl w:ilvl="0" w:tplc="5C5CA970">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493A0CB0"/>
    <w:multiLevelType w:val="hybridMultilevel"/>
    <w:tmpl w:val="C0A06C2C"/>
    <w:lvl w:ilvl="0" w:tplc="B69CF858">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51A57588"/>
    <w:multiLevelType w:val="hybridMultilevel"/>
    <w:tmpl w:val="47BA1880"/>
    <w:lvl w:ilvl="0" w:tplc="5C5CA970">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53AE0815"/>
    <w:multiLevelType w:val="hybridMultilevel"/>
    <w:tmpl w:val="7236F510"/>
    <w:lvl w:ilvl="0" w:tplc="B69CF858">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55207444"/>
    <w:multiLevelType w:val="hybridMultilevel"/>
    <w:tmpl w:val="28C43D78"/>
    <w:lvl w:ilvl="0" w:tplc="F2C4EF84">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55816E5D"/>
    <w:multiLevelType w:val="hybridMultilevel"/>
    <w:tmpl w:val="6F50DBE8"/>
    <w:lvl w:ilvl="0" w:tplc="B69CF858">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615D77C8"/>
    <w:multiLevelType w:val="hybridMultilevel"/>
    <w:tmpl w:val="11C88BFA"/>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7" w15:restartNumberingAfterBreak="0">
    <w:nsid w:val="62954BFE"/>
    <w:multiLevelType w:val="hybridMultilevel"/>
    <w:tmpl w:val="9C3AEB0A"/>
    <w:lvl w:ilvl="0" w:tplc="6C764D2A">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8" w15:restartNumberingAfterBreak="0">
    <w:nsid w:val="631E4B9E"/>
    <w:multiLevelType w:val="hybridMultilevel"/>
    <w:tmpl w:val="B26C6BDA"/>
    <w:lvl w:ilvl="0" w:tplc="5C5CA970">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65D433C8"/>
    <w:multiLevelType w:val="hybridMultilevel"/>
    <w:tmpl w:val="81BA2890"/>
    <w:lvl w:ilvl="0" w:tplc="B69CF858">
      <w:numFmt w:val="bullet"/>
      <w:lvlText w:val="•"/>
      <w:lvlJc w:val="left"/>
      <w:pPr>
        <w:ind w:left="720" w:hanging="360"/>
      </w:pPr>
      <w:rPr>
        <w:rFonts w:ascii="Times New Roman" w:eastAsia="Arial" w:hAnsi="Times New Roman" w:cs="Times New Roman" w:hint="default"/>
      </w:rPr>
    </w:lvl>
    <w:lvl w:ilvl="1" w:tplc="8F1241E0">
      <w:numFmt w:val="bullet"/>
      <w:lvlText w:val=""/>
      <w:lvlJc w:val="left"/>
      <w:pPr>
        <w:ind w:left="1440" w:hanging="360"/>
      </w:pPr>
      <w:rPr>
        <w:rFonts w:ascii="Wingdings" w:eastAsia="Arial" w:hAnsi="Wingdings" w:cs="Arial"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0" w15:restartNumberingAfterBreak="0">
    <w:nsid w:val="78F3496D"/>
    <w:multiLevelType w:val="hybridMultilevel"/>
    <w:tmpl w:val="2C8AFDB6"/>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1" w15:restartNumberingAfterBreak="0">
    <w:nsid w:val="7BB40B96"/>
    <w:multiLevelType w:val="hybridMultilevel"/>
    <w:tmpl w:val="69428326"/>
    <w:lvl w:ilvl="0" w:tplc="A1141004">
      <w:start w:val="5"/>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2" w15:restartNumberingAfterBreak="0">
    <w:nsid w:val="7BD15186"/>
    <w:multiLevelType w:val="hybridMultilevel"/>
    <w:tmpl w:val="239204CC"/>
    <w:lvl w:ilvl="0" w:tplc="0144F954">
      <w:start w:val="1"/>
      <w:numFmt w:val="bullet"/>
      <w:pStyle w:val="listnormal"/>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2"/>
  </w:num>
  <w:num w:numId="2">
    <w:abstractNumId w:val="29"/>
  </w:num>
  <w:num w:numId="3">
    <w:abstractNumId w:val="4"/>
  </w:num>
  <w:num w:numId="4">
    <w:abstractNumId w:val="23"/>
  </w:num>
  <w:num w:numId="5">
    <w:abstractNumId w:val="25"/>
  </w:num>
  <w:num w:numId="6">
    <w:abstractNumId w:val="11"/>
  </w:num>
  <w:num w:numId="7">
    <w:abstractNumId w:val="21"/>
  </w:num>
  <w:num w:numId="8">
    <w:abstractNumId w:val="24"/>
  </w:num>
  <w:num w:numId="9">
    <w:abstractNumId w:val="7"/>
  </w:num>
  <w:num w:numId="10">
    <w:abstractNumId w:val="28"/>
  </w:num>
  <w:num w:numId="11">
    <w:abstractNumId w:val="22"/>
  </w:num>
  <w:num w:numId="12">
    <w:abstractNumId w:val="20"/>
  </w:num>
  <w:num w:numId="13">
    <w:abstractNumId w:val="13"/>
  </w:num>
  <w:num w:numId="14">
    <w:abstractNumId w:val="27"/>
  </w:num>
  <w:num w:numId="15">
    <w:abstractNumId w:val="19"/>
  </w:num>
  <w:num w:numId="16">
    <w:abstractNumId w:val="0"/>
  </w:num>
  <w:num w:numId="17">
    <w:abstractNumId w:val="10"/>
  </w:num>
  <w:num w:numId="18">
    <w:abstractNumId w:val="6"/>
  </w:num>
  <w:num w:numId="19">
    <w:abstractNumId w:val="18"/>
  </w:num>
  <w:num w:numId="20">
    <w:abstractNumId w:val="2"/>
  </w:num>
  <w:num w:numId="21">
    <w:abstractNumId w:val="30"/>
  </w:num>
  <w:num w:numId="22">
    <w:abstractNumId w:val="9"/>
  </w:num>
  <w:num w:numId="23">
    <w:abstractNumId w:val="5"/>
  </w:num>
  <w:num w:numId="24">
    <w:abstractNumId w:val="3"/>
  </w:num>
  <w:num w:numId="25">
    <w:abstractNumId w:val="17"/>
  </w:num>
  <w:num w:numId="26">
    <w:abstractNumId w:val="26"/>
  </w:num>
  <w:num w:numId="27">
    <w:abstractNumId w:val="16"/>
  </w:num>
  <w:num w:numId="28">
    <w:abstractNumId w:val="15"/>
  </w:num>
  <w:num w:numId="29">
    <w:abstractNumId w:val="1"/>
  </w:num>
  <w:num w:numId="30">
    <w:abstractNumId w:val="12"/>
  </w:num>
  <w:num w:numId="31">
    <w:abstractNumId w:val="31"/>
  </w:num>
  <w:num w:numId="32">
    <w:abstractNumId w:val="14"/>
  </w:num>
  <w:num w:numId="33">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2048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AB2"/>
    <w:rsid w:val="00000CA6"/>
    <w:rsid w:val="000063B7"/>
    <w:rsid w:val="000155A0"/>
    <w:rsid w:val="000424B7"/>
    <w:rsid w:val="000500A9"/>
    <w:rsid w:val="00052A43"/>
    <w:rsid w:val="00062882"/>
    <w:rsid w:val="00064CB1"/>
    <w:rsid w:val="00077FFB"/>
    <w:rsid w:val="00090523"/>
    <w:rsid w:val="000B1B0A"/>
    <w:rsid w:val="000B1CD8"/>
    <w:rsid w:val="000B603E"/>
    <w:rsid w:val="000C1F54"/>
    <w:rsid w:val="000D1BE3"/>
    <w:rsid w:val="000D485A"/>
    <w:rsid w:val="0011165C"/>
    <w:rsid w:val="00114991"/>
    <w:rsid w:val="00116892"/>
    <w:rsid w:val="00116D97"/>
    <w:rsid w:val="0016289D"/>
    <w:rsid w:val="00194D67"/>
    <w:rsid w:val="001E6A55"/>
    <w:rsid w:val="00223121"/>
    <w:rsid w:val="002B3080"/>
    <w:rsid w:val="002D25EE"/>
    <w:rsid w:val="002F4A87"/>
    <w:rsid w:val="002F5142"/>
    <w:rsid w:val="003027A7"/>
    <w:rsid w:val="00320495"/>
    <w:rsid w:val="00325BC7"/>
    <w:rsid w:val="00340834"/>
    <w:rsid w:val="003579A6"/>
    <w:rsid w:val="003908D1"/>
    <w:rsid w:val="003926E1"/>
    <w:rsid w:val="003948E1"/>
    <w:rsid w:val="003A33D0"/>
    <w:rsid w:val="003D4E90"/>
    <w:rsid w:val="0043399B"/>
    <w:rsid w:val="004443D8"/>
    <w:rsid w:val="00466C00"/>
    <w:rsid w:val="004A6DF7"/>
    <w:rsid w:val="004F754C"/>
    <w:rsid w:val="0050786E"/>
    <w:rsid w:val="0052050E"/>
    <w:rsid w:val="0053034A"/>
    <w:rsid w:val="0053276D"/>
    <w:rsid w:val="00534DB0"/>
    <w:rsid w:val="00534E7A"/>
    <w:rsid w:val="005454B1"/>
    <w:rsid w:val="00550169"/>
    <w:rsid w:val="0055537D"/>
    <w:rsid w:val="00564179"/>
    <w:rsid w:val="00565F68"/>
    <w:rsid w:val="00575298"/>
    <w:rsid w:val="00584507"/>
    <w:rsid w:val="005927CB"/>
    <w:rsid w:val="00592D67"/>
    <w:rsid w:val="00597F49"/>
    <w:rsid w:val="005D2261"/>
    <w:rsid w:val="005E05CB"/>
    <w:rsid w:val="00603B82"/>
    <w:rsid w:val="0062231D"/>
    <w:rsid w:val="00625910"/>
    <w:rsid w:val="00630CDD"/>
    <w:rsid w:val="006338DE"/>
    <w:rsid w:val="00642851"/>
    <w:rsid w:val="00665FF5"/>
    <w:rsid w:val="006913DF"/>
    <w:rsid w:val="006C0E09"/>
    <w:rsid w:val="006C7A0D"/>
    <w:rsid w:val="006D42FC"/>
    <w:rsid w:val="006E5738"/>
    <w:rsid w:val="006F1B4C"/>
    <w:rsid w:val="00717E26"/>
    <w:rsid w:val="00744A86"/>
    <w:rsid w:val="00753217"/>
    <w:rsid w:val="00787F7E"/>
    <w:rsid w:val="007A6F20"/>
    <w:rsid w:val="007A6F21"/>
    <w:rsid w:val="007D24BD"/>
    <w:rsid w:val="00837580"/>
    <w:rsid w:val="00850230"/>
    <w:rsid w:val="008575DB"/>
    <w:rsid w:val="0087256B"/>
    <w:rsid w:val="00891818"/>
    <w:rsid w:val="00897846"/>
    <w:rsid w:val="008C5AB2"/>
    <w:rsid w:val="008E6A44"/>
    <w:rsid w:val="00927203"/>
    <w:rsid w:val="0095079A"/>
    <w:rsid w:val="009C2EB7"/>
    <w:rsid w:val="009D0947"/>
    <w:rsid w:val="009F04E4"/>
    <w:rsid w:val="009F1F29"/>
    <w:rsid w:val="009F2D7A"/>
    <w:rsid w:val="00A12209"/>
    <w:rsid w:val="00A33AAC"/>
    <w:rsid w:val="00A47BD3"/>
    <w:rsid w:val="00A85E85"/>
    <w:rsid w:val="00AB27A6"/>
    <w:rsid w:val="00AD24F6"/>
    <w:rsid w:val="00AD4DAF"/>
    <w:rsid w:val="00AE0CE8"/>
    <w:rsid w:val="00AE1D51"/>
    <w:rsid w:val="00B25135"/>
    <w:rsid w:val="00B512AF"/>
    <w:rsid w:val="00B60A03"/>
    <w:rsid w:val="00B66D33"/>
    <w:rsid w:val="00B8370C"/>
    <w:rsid w:val="00BB128A"/>
    <w:rsid w:val="00BB5973"/>
    <w:rsid w:val="00BE098D"/>
    <w:rsid w:val="00BE67EF"/>
    <w:rsid w:val="00BF03B4"/>
    <w:rsid w:val="00C153FC"/>
    <w:rsid w:val="00C209F8"/>
    <w:rsid w:val="00C225D2"/>
    <w:rsid w:val="00C30BE5"/>
    <w:rsid w:val="00C3514E"/>
    <w:rsid w:val="00C615AE"/>
    <w:rsid w:val="00C738D1"/>
    <w:rsid w:val="00CB3385"/>
    <w:rsid w:val="00CB49DC"/>
    <w:rsid w:val="00CC15C6"/>
    <w:rsid w:val="00CC2864"/>
    <w:rsid w:val="00CE52D8"/>
    <w:rsid w:val="00CF0FC3"/>
    <w:rsid w:val="00D273BE"/>
    <w:rsid w:val="00D50886"/>
    <w:rsid w:val="00D6478D"/>
    <w:rsid w:val="00D95CDD"/>
    <w:rsid w:val="00DB246B"/>
    <w:rsid w:val="00E0610A"/>
    <w:rsid w:val="00E0618A"/>
    <w:rsid w:val="00E72B91"/>
    <w:rsid w:val="00E816CF"/>
    <w:rsid w:val="00E82056"/>
    <w:rsid w:val="00E90E1F"/>
    <w:rsid w:val="00EB78D9"/>
    <w:rsid w:val="00EE7DDD"/>
    <w:rsid w:val="00EF7BB4"/>
    <w:rsid w:val="00F406B5"/>
    <w:rsid w:val="00F643D6"/>
    <w:rsid w:val="00F67D35"/>
    <w:rsid w:val="00FA7043"/>
    <w:rsid w:val="00FC7539"/>
    <w:rsid w:val="00FD4224"/>
    <w:rsid w:val="00FD5816"/>
    <w:rsid w:val="00FE4398"/>
    <w:rsid w:val="00FF36F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572494E"/>
  <w15:chartTrackingRefBased/>
  <w15:docId w15:val="{243D24D6-C773-4B2B-AFB4-B1537762E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AU"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5AB2"/>
    <w:pPr>
      <w:spacing w:line="276" w:lineRule="auto"/>
    </w:pPr>
    <w:rPr>
      <w:rFonts w:ascii="Arial" w:eastAsia="Arial" w:hAnsi="Arial" w:cs="Arial"/>
      <w:sz w:val="22"/>
      <w:szCs w:val="22"/>
      <w:lang w:val="en-GB" w:eastAsia="en-AU"/>
    </w:rPr>
  </w:style>
  <w:style w:type="paragraph" w:styleId="Heading1">
    <w:name w:val="heading 1"/>
    <w:basedOn w:val="Normal"/>
    <w:next w:val="Normal"/>
    <w:link w:val="Heading1Char"/>
    <w:uiPriority w:val="9"/>
    <w:unhideWhenUsed/>
    <w:rsid w:val="003948E1"/>
    <w:pPr>
      <w:keepNext/>
      <w:keepLines/>
      <w:spacing w:before="480"/>
      <w:outlineLvl w:val="0"/>
    </w:pPr>
    <w:rPr>
      <w:rFonts w:ascii="Calibri Light" w:hAnsi="Calibri Light"/>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948E1"/>
    <w:rPr>
      <w:rFonts w:ascii="Calibri Light" w:eastAsia="Times New Roman" w:hAnsi="Calibri Light" w:cs="Times New Roman"/>
      <w:b/>
      <w:bCs/>
      <w:color w:val="365F91"/>
      <w:sz w:val="28"/>
      <w:szCs w:val="28"/>
      <w:lang w:val="en-GB"/>
    </w:rPr>
  </w:style>
  <w:style w:type="paragraph" w:customStyle="1" w:styleId="minor">
    <w:name w:val="minor"/>
    <w:basedOn w:val="Normal"/>
    <w:link w:val="minorChar"/>
    <w:qFormat/>
    <w:rsid w:val="009F04E4"/>
    <w:rPr>
      <w:noProof/>
      <w:color w:val="FF0000"/>
    </w:rPr>
  </w:style>
  <w:style w:type="character" w:customStyle="1" w:styleId="minorChar">
    <w:name w:val="minor Char"/>
    <w:link w:val="minor"/>
    <w:rsid w:val="009F04E4"/>
    <w:rPr>
      <w:noProof/>
      <w:color w:val="FF0000"/>
      <w:sz w:val="20"/>
      <w:lang w:eastAsia="en-AU"/>
    </w:rPr>
  </w:style>
  <w:style w:type="table" w:styleId="TableGrid">
    <w:name w:val="Table Grid"/>
    <w:basedOn w:val="TableNormal"/>
    <w:uiPriority w:val="39"/>
    <w:rsid w:val="003948E1"/>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normal">
    <w:name w:val="list normal"/>
    <w:basedOn w:val="Normal"/>
    <w:link w:val="listnormalChar"/>
    <w:qFormat/>
    <w:rsid w:val="009F04E4"/>
    <w:pPr>
      <w:numPr>
        <w:numId w:val="1"/>
      </w:numPr>
    </w:pPr>
    <w:rPr>
      <w:rFonts w:cs="Courier New"/>
    </w:rPr>
  </w:style>
  <w:style w:type="character" w:customStyle="1" w:styleId="listnormalChar">
    <w:name w:val="list normal Char"/>
    <w:link w:val="listnormal"/>
    <w:rsid w:val="009F04E4"/>
    <w:rPr>
      <w:rFonts w:ascii="Arial" w:eastAsia="Arial" w:hAnsi="Arial" w:cs="Courier New"/>
      <w:sz w:val="22"/>
      <w:szCs w:val="22"/>
      <w:lang w:val="en-GB" w:eastAsia="en-AU"/>
    </w:rPr>
  </w:style>
  <w:style w:type="paragraph" w:styleId="ListParagraph">
    <w:name w:val="List Paragraph"/>
    <w:basedOn w:val="Normal"/>
    <w:uiPriority w:val="34"/>
    <w:qFormat/>
    <w:rsid w:val="003948E1"/>
    <w:pPr>
      <w:ind w:left="720"/>
      <w:contextualSpacing/>
    </w:pPr>
  </w:style>
  <w:style w:type="character" w:customStyle="1" w:styleId="i-notetoDTOchar">
    <w:name w:val="&lt;i - note to DTO char&gt;"/>
    <w:uiPriority w:val="1"/>
    <w:rsid w:val="003948E1"/>
    <w:rPr>
      <w:rFonts w:ascii="Arial" w:hAnsi="Arial" w:cs="Arial"/>
      <w:b/>
      <w:color w:val="FF0000"/>
    </w:rPr>
  </w:style>
  <w:style w:type="paragraph" w:customStyle="1" w:styleId="i-notetoDTO">
    <w:name w:val="&lt;i - note to DTO&gt;"/>
    <w:link w:val="i-notetoDTOChar0"/>
    <w:autoRedefine/>
    <w:qFormat/>
    <w:rsid w:val="003948E1"/>
    <w:pPr>
      <w:jc w:val="center"/>
    </w:pPr>
    <w:rPr>
      <w:rFonts w:ascii="Arial" w:eastAsia="Times New Roman" w:hAnsi="Arial" w:cs="Arial"/>
      <w:b/>
      <w:color w:val="FF0000"/>
      <w:sz w:val="28"/>
      <w:szCs w:val="28"/>
      <w:lang w:val="en-GB" w:eastAsia="en-US"/>
    </w:rPr>
  </w:style>
  <w:style w:type="character" w:customStyle="1" w:styleId="i-notetoDTOChar0">
    <w:name w:val="&lt;i - note to DTO&gt; Char"/>
    <w:link w:val="i-notetoDTO"/>
    <w:rsid w:val="003948E1"/>
    <w:rPr>
      <w:rFonts w:ascii="Arial" w:eastAsia="Times New Roman" w:hAnsi="Arial" w:cs="Arial"/>
      <w:b/>
      <w:color w:val="FF0000"/>
      <w:sz w:val="28"/>
      <w:szCs w:val="28"/>
      <w:lang w:val="en-GB"/>
    </w:rPr>
  </w:style>
  <w:style w:type="paragraph" w:styleId="BalloonText">
    <w:name w:val="Balloon Text"/>
    <w:basedOn w:val="Normal"/>
    <w:link w:val="BalloonTextChar"/>
    <w:uiPriority w:val="99"/>
    <w:semiHidden/>
    <w:unhideWhenUsed/>
    <w:rsid w:val="003948E1"/>
    <w:rPr>
      <w:rFonts w:ascii="Tahoma" w:hAnsi="Tahoma" w:cs="Tahoma"/>
      <w:sz w:val="16"/>
      <w:szCs w:val="16"/>
    </w:rPr>
  </w:style>
  <w:style w:type="character" w:customStyle="1" w:styleId="BalloonTextChar">
    <w:name w:val="Balloon Text Char"/>
    <w:link w:val="BalloonText"/>
    <w:uiPriority w:val="99"/>
    <w:semiHidden/>
    <w:rsid w:val="003948E1"/>
    <w:rPr>
      <w:rFonts w:ascii="Tahoma" w:eastAsia="Times New Roman" w:hAnsi="Tahoma" w:cs="Tahoma"/>
      <w:sz w:val="16"/>
      <w:szCs w:val="16"/>
      <w:lang w:val="en-GB"/>
    </w:rPr>
  </w:style>
  <w:style w:type="paragraph" w:customStyle="1" w:styleId="i-bhead">
    <w:name w:val="i - b head"/>
    <w:basedOn w:val="Normal"/>
    <w:rsid w:val="00E0610A"/>
    <w:pPr>
      <w:spacing w:before="75"/>
    </w:pPr>
    <w:rPr>
      <w:rFonts w:ascii="Verdana" w:hAnsi="Verdana"/>
      <w:color w:val="00AEEF"/>
      <w:sz w:val="32"/>
      <w:szCs w:val="28"/>
    </w:rPr>
  </w:style>
  <w:style w:type="character" w:customStyle="1" w:styleId="i-bodytextbold">
    <w:name w:val="i - body text bold"/>
    <w:uiPriority w:val="1"/>
    <w:rsid w:val="003948E1"/>
    <w:rPr>
      <w:b/>
    </w:rPr>
  </w:style>
  <w:style w:type="paragraph" w:customStyle="1" w:styleId="i-bodytextfo">
    <w:name w:val="i - body text f/o"/>
    <w:basedOn w:val="Normal"/>
    <w:next w:val="Normal"/>
    <w:autoRedefine/>
    <w:qFormat/>
    <w:rsid w:val="003948E1"/>
    <w:pPr>
      <w:spacing w:before="75" w:after="75" w:line="360" w:lineRule="auto"/>
    </w:pPr>
    <w:rPr>
      <w:lang w:val="en-AU"/>
    </w:rPr>
  </w:style>
  <w:style w:type="paragraph" w:customStyle="1" w:styleId="i-bodytextindent">
    <w:name w:val="i - body text indent"/>
    <w:basedOn w:val="i-bodytextfo"/>
    <w:autoRedefine/>
    <w:qFormat/>
    <w:rsid w:val="003948E1"/>
    <w:pPr>
      <w:ind w:firstLine="225"/>
    </w:pPr>
  </w:style>
  <w:style w:type="character" w:customStyle="1" w:styleId="i-bodytextitalic">
    <w:name w:val="i - body text italic"/>
    <w:uiPriority w:val="1"/>
    <w:rsid w:val="003948E1"/>
    <w:rPr>
      <w:i/>
    </w:rPr>
  </w:style>
  <w:style w:type="paragraph" w:customStyle="1" w:styleId="i-bodytextright">
    <w:name w:val="i - body text right"/>
    <w:basedOn w:val="i-bodytextfo"/>
    <w:rsid w:val="003948E1"/>
    <w:pPr>
      <w:suppressAutoHyphens/>
      <w:jc w:val="right"/>
    </w:pPr>
    <w:rPr>
      <w:color w:val="548DD4"/>
    </w:rPr>
  </w:style>
  <w:style w:type="character" w:customStyle="1" w:styleId="i-bodytextsubscript">
    <w:name w:val="i - body text subscript"/>
    <w:uiPriority w:val="1"/>
    <w:rsid w:val="003948E1"/>
    <w:rPr>
      <w:vertAlign w:val="subscript"/>
    </w:rPr>
  </w:style>
  <w:style w:type="character" w:customStyle="1" w:styleId="i-bodytextsubscriptitalic">
    <w:name w:val="i - body text subscript italic"/>
    <w:uiPriority w:val="1"/>
    <w:rsid w:val="003948E1"/>
    <w:rPr>
      <w:i/>
      <w:vertAlign w:val="subscript"/>
    </w:rPr>
  </w:style>
  <w:style w:type="character" w:customStyle="1" w:styleId="i-bodytextsuperscript">
    <w:name w:val="i - body text superscript"/>
    <w:rsid w:val="003948E1"/>
    <w:rPr>
      <w:dstrike w:val="0"/>
      <w:vertAlign w:val="superscript"/>
    </w:rPr>
  </w:style>
  <w:style w:type="character" w:customStyle="1" w:styleId="i-bodytextsuperscriptitalic">
    <w:name w:val="i - body text superscript italic"/>
    <w:uiPriority w:val="1"/>
    <w:rsid w:val="003948E1"/>
    <w:rPr>
      <w:i/>
      <w:vertAlign w:val="superscript"/>
    </w:rPr>
  </w:style>
  <w:style w:type="character" w:customStyle="1" w:styleId="i-bodytexturl">
    <w:name w:val="i - body text url"/>
    <w:rsid w:val="003948E1"/>
    <w:rPr>
      <w:rFonts w:ascii="Arial" w:hAnsi="Arial" w:cs="Arial"/>
      <w:b/>
      <w:bCs/>
      <w:color w:val="3366FF"/>
      <w:lang w:val="en-US"/>
    </w:rPr>
  </w:style>
  <w:style w:type="paragraph" w:customStyle="1" w:styleId="i-bulletlist1">
    <w:name w:val="i - bullet list 1"/>
    <w:autoRedefine/>
    <w:rsid w:val="003948E1"/>
    <w:pPr>
      <w:ind w:left="405" w:hanging="405"/>
    </w:pPr>
    <w:rPr>
      <w:rFonts w:ascii="Verdana" w:eastAsia="Times New Roman" w:hAnsi="Verdana" w:cs="Arial"/>
      <w:sz w:val="22"/>
      <w:szCs w:val="22"/>
      <w:lang w:val="en-GB" w:eastAsia="en-US"/>
    </w:rPr>
  </w:style>
  <w:style w:type="paragraph" w:customStyle="1" w:styleId="i-bulletlist2">
    <w:name w:val="i - bullet list 2"/>
    <w:basedOn w:val="Normal"/>
    <w:autoRedefine/>
    <w:rsid w:val="00FD5816"/>
    <w:pPr>
      <w:spacing w:before="75" w:after="75"/>
      <w:ind w:left="709" w:hanging="283"/>
    </w:pPr>
    <w:rPr>
      <w:lang w:val="en-AU"/>
    </w:rPr>
  </w:style>
  <w:style w:type="paragraph" w:customStyle="1" w:styleId="i-bulletlist3">
    <w:name w:val="i - bullet list 3"/>
    <w:basedOn w:val="i-bulletlist2"/>
    <w:rsid w:val="003948E1"/>
    <w:pPr>
      <w:ind w:left="993" w:hanging="284"/>
    </w:pPr>
  </w:style>
  <w:style w:type="paragraph" w:customStyle="1" w:styleId="i-chead">
    <w:name w:val="i - c head"/>
    <w:basedOn w:val="Normal"/>
    <w:next w:val="i-bodytextfo"/>
    <w:autoRedefine/>
    <w:qFormat/>
    <w:rsid w:val="007A6F20"/>
    <w:pPr>
      <w:spacing w:before="240" w:after="120" w:line="240" w:lineRule="auto"/>
    </w:pPr>
    <w:rPr>
      <w:rFonts w:ascii="Verdana" w:hAnsi="Verdana"/>
      <w:b/>
      <w:color w:val="00AEEF"/>
      <w:sz w:val="24"/>
      <w:szCs w:val="28"/>
      <w:lang w:eastAsia="en-US"/>
    </w:rPr>
  </w:style>
  <w:style w:type="paragraph" w:customStyle="1" w:styleId="i-equationtext">
    <w:name w:val="i - equation text"/>
    <w:basedOn w:val="i-bodytextindent"/>
    <w:autoRedefine/>
    <w:rsid w:val="003948E1"/>
    <w:pPr>
      <w:spacing w:line="240" w:lineRule="auto"/>
      <w:ind w:firstLine="0"/>
      <w:jc w:val="center"/>
    </w:pPr>
    <w:rPr>
      <w:rFonts w:ascii="Cambria Math" w:hAnsi="Cambria Math"/>
    </w:rPr>
  </w:style>
  <w:style w:type="character" w:customStyle="1" w:styleId="i-headbold">
    <w:name w:val="i - head bold"/>
    <w:uiPriority w:val="1"/>
    <w:rsid w:val="003948E1"/>
    <w:rPr>
      <w:b/>
    </w:rPr>
  </w:style>
  <w:style w:type="character" w:customStyle="1" w:styleId="i-headitalic">
    <w:name w:val="i - head italic"/>
    <w:uiPriority w:val="1"/>
    <w:rsid w:val="003948E1"/>
    <w:rPr>
      <w:rFonts w:ascii="Arial" w:hAnsi="Arial"/>
      <w:i/>
    </w:rPr>
  </w:style>
  <w:style w:type="character" w:customStyle="1" w:styleId="i-headsubscript">
    <w:name w:val="i - head subscript"/>
    <w:uiPriority w:val="1"/>
    <w:rsid w:val="003948E1"/>
    <w:rPr>
      <w:rFonts w:ascii="Arial" w:hAnsi="Arial"/>
      <w:vertAlign w:val="subscript"/>
    </w:rPr>
  </w:style>
  <w:style w:type="character" w:customStyle="1" w:styleId="i-headsuperscript">
    <w:name w:val="i - head superscript"/>
    <w:uiPriority w:val="1"/>
    <w:rsid w:val="003948E1"/>
    <w:rPr>
      <w:rFonts w:ascii="Arial" w:hAnsi="Arial"/>
      <w:vertAlign w:val="superscript"/>
    </w:rPr>
  </w:style>
  <w:style w:type="paragraph" w:customStyle="1" w:styleId="i-label1">
    <w:name w:val="i - label 1"/>
    <w:basedOn w:val="Normal"/>
    <w:autoRedefine/>
    <w:rsid w:val="003948E1"/>
    <w:rPr>
      <w:color w:val="494949"/>
    </w:rPr>
  </w:style>
  <w:style w:type="paragraph" w:customStyle="1" w:styleId="i-label2">
    <w:name w:val="i - label 2"/>
    <w:rsid w:val="003948E1"/>
    <w:pPr>
      <w:spacing w:before="60"/>
    </w:pPr>
    <w:rPr>
      <w:rFonts w:ascii="Arial" w:eastAsia="Times New Roman" w:hAnsi="Arial"/>
      <w:color w:val="808080"/>
      <w:sz w:val="22"/>
      <w:szCs w:val="24"/>
      <w:lang w:eastAsia="en-US"/>
    </w:rPr>
  </w:style>
  <w:style w:type="character" w:customStyle="1" w:styleId="i-label2bold">
    <w:name w:val="i - label 2 bold"/>
    <w:uiPriority w:val="1"/>
    <w:rsid w:val="003948E1"/>
    <w:rPr>
      <w:rFonts w:ascii="Arial Unicode MS" w:hAnsi="Arial Unicode MS"/>
      <w:b/>
      <w:sz w:val="24"/>
    </w:rPr>
  </w:style>
  <w:style w:type="character" w:customStyle="1" w:styleId="i-label2italic">
    <w:name w:val="i - label 2 italic"/>
    <w:uiPriority w:val="1"/>
    <w:rsid w:val="003948E1"/>
    <w:rPr>
      <w:rFonts w:ascii="Arial Unicode MS" w:hAnsi="Arial Unicode MS"/>
      <w:i/>
      <w:sz w:val="24"/>
    </w:rPr>
  </w:style>
  <w:style w:type="character" w:customStyle="1" w:styleId="i-labelbold">
    <w:name w:val="i - label bold"/>
    <w:uiPriority w:val="1"/>
    <w:rsid w:val="003948E1"/>
    <w:rPr>
      <w:b/>
    </w:rPr>
  </w:style>
  <w:style w:type="character" w:customStyle="1" w:styleId="i-labelitalic">
    <w:name w:val="i - label italic"/>
    <w:uiPriority w:val="1"/>
    <w:rsid w:val="003948E1"/>
    <w:rPr>
      <w:i/>
    </w:rPr>
  </w:style>
  <w:style w:type="character" w:customStyle="1" w:styleId="i-labelsubscript">
    <w:name w:val="i - label subscript"/>
    <w:uiPriority w:val="1"/>
    <w:rsid w:val="003948E1"/>
    <w:rPr>
      <w:vertAlign w:val="subscript"/>
    </w:rPr>
  </w:style>
  <w:style w:type="character" w:customStyle="1" w:styleId="i-labelsuperscript">
    <w:name w:val="i - label superscript"/>
    <w:uiPriority w:val="1"/>
    <w:rsid w:val="003948E1"/>
    <w:rPr>
      <w:vertAlign w:val="superscript"/>
    </w:rPr>
  </w:style>
  <w:style w:type="character" w:customStyle="1" w:styleId="i-listbold">
    <w:name w:val="i - list bold"/>
    <w:uiPriority w:val="1"/>
    <w:rsid w:val="003948E1"/>
    <w:rPr>
      <w:b/>
    </w:rPr>
  </w:style>
  <w:style w:type="character" w:customStyle="1" w:styleId="i-listitalic">
    <w:name w:val="i - list italic"/>
    <w:uiPriority w:val="1"/>
    <w:qFormat/>
    <w:rsid w:val="003948E1"/>
    <w:rPr>
      <w:i/>
      <w:color w:val="112E35"/>
    </w:rPr>
  </w:style>
  <w:style w:type="character" w:customStyle="1" w:styleId="i-listnumber">
    <w:name w:val="i - list number"/>
    <w:qFormat/>
    <w:rsid w:val="003948E1"/>
    <w:rPr>
      <w:rFonts w:ascii="Arial" w:hAnsi="Arial" w:cs="Arial"/>
      <w:b/>
      <w:color w:val="1F0D2D"/>
      <w:sz w:val="22"/>
    </w:rPr>
  </w:style>
  <w:style w:type="character" w:customStyle="1" w:styleId="i-listsubscript">
    <w:name w:val="i - list subscript"/>
    <w:uiPriority w:val="1"/>
    <w:rsid w:val="003948E1"/>
    <w:rPr>
      <w:vertAlign w:val="subscript"/>
    </w:rPr>
  </w:style>
  <w:style w:type="character" w:customStyle="1" w:styleId="i-listsubscriptitalic">
    <w:name w:val="i - list subscript italic"/>
    <w:uiPriority w:val="1"/>
    <w:rsid w:val="003948E1"/>
    <w:rPr>
      <w:rFonts w:ascii="Verdana" w:hAnsi="Verdana"/>
      <w:i/>
      <w:vertAlign w:val="subscript"/>
    </w:rPr>
  </w:style>
  <w:style w:type="character" w:customStyle="1" w:styleId="i-listsuperscript">
    <w:name w:val="i - list superscript"/>
    <w:uiPriority w:val="1"/>
    <w:rsid w:val="003948E1"/>
    <w:rPr>
      <w:vertAlign w:val="superscript"/>
    </w:rPr>
  </w:style>
  <w:style w:type="character" w:customStyle="1" w:styleId="i-listsuperscriptitalic">
    <w:name w:val="i - list superscript italic"/>
    <w:uiPriority w:val="1"/>
    <w:rsid w:val="003948E1"/>
    <w:rPr>
      <w:rFonts w:ascii="Verdana" w:hAnsi="Verdana"/>
      <w:i/>
      <w:vertAlign w:val="superscript"/>
    </w:rPr>
  </w:style>
  <w:style w:type="character" w:customStyle="1" w:styleId="i-listurl">
    <w:name w:val="i - list url"/>
    <w:uiPriority w:val="1"/>
    <w:rsid w:val="003948E1"/>
    <w:rPr>
      <w:rFonts w:ascii="Verdana" w:hAnsi="Verdana"/>
      <w:b/>
      <w:color w:val="31849B"/>
    </w:rPr>
  </w:style>
  <w:style w:type="paragraph" w:customStyle="1" w:styleId="i-numberedlist1">
    <w:name w:val="i - numbered list 1"/>
    <w:autoRedefine/>
    <w:qFormat/>
    <w:rsid w:val="003948E1"/>
    <w:pPr>
      <w:spacing w:before="120" w:after="75"/>
      <w:ind w:left="403" w:hanging="403"/>
      <w:contextualSpacing/>
    </w:pPr>
    <w:rPr>
      <w:rFonts w:ascii="Times New Roman" w:eastAsia="Times New Roman" w:hAnsi="Times New Roman"/>
      <w:sz w:val="24"/>
      <w:szCs w:val="22"/>
      <w:lang w:eastAsia="en-US"/>
    </w:rPr>
  </w:style>
  <w:style w:type="paragraph" w:customStyle="1" w:styleId="i-numberedlist1indent">
    <w:name w:val="i - numbered list 1 indent"/>
    <w:basedOn w:val="i-numberedlist1"/>
    <w:autoRedefine/>
    <w:rsid w:val="003948E1"/>
    <w:pPr>
      <w:ind w:firstLine="315"/>
    </w:pPr>
  </w:style>
  <w:style w:type="paragraph" w:customStyle="1" w:styleId="i-numberedlist1indentfo">
    <w:name w:val="i - numbered list 1 indent f/o"/>
    <w:basedOn w:val="i-numberedlist1indent"/>
    <w:qFormat/>
    <w:rsid w:val="003948E1"/>
    <w:pPr>
      <w:ind w:firstLine="0"/>
    </w:pPr>
  </w:style>
  <w:style w:type="paragraph" w:customStyle="1" w:styleId="i-numberedlist1a">
    <w:name w:val="i - numbered list 1a"/>
    <w:basedOn w:val="Normal"/>
    <w:autoRedefine/>
    <w:qFormat/>
    <w:rsid w:val="00FD5816"/>
    <w:pPr>
      <w:tabs>
        <w:tab w:val="left" w:pos="425"/>
        <w:tab w:val="left" w:pos="709"/>
        <w:tab w:val="left" w:pos="993"/>
      </w:tabs>
      <w:ind w:left="720" w:hanging="720"/>
    </w:pPr>
  </w:style>
  <w:style w:type="paragraph" w:customStyle="1" w:styleId="i-numberedlist1ai">
    <w:name w:val="i - numbered list 1ai"/>
    <w:basedOn w:val="i-numberedlist1a"/>
    <w:autoRedefine/>
    <w:rsid w:val="003948E1"/>
    <w:pPr>
      <w:tabs>
        <w:tab w:val="clear" w:pos="993"/>
        <w:tab w:val="left" w:pos="1038"/>
      </w:tabs>
      <w:ind w:left="1038" w:hanging="1038"/>
    </w:pPr>
  </w:style>
  <w:style w:type="paragraph" w:customStyle="1" w:styleId="i-numberedlist2">
    <w:name w:val="i - numbered list 2"/>
    <w:basedOn w:val="i-numberedlist1"/>
    <w:autoRedefine/>
    <w:qFormat/>
    <w:rsid w:val="003948E1"/>
    <w:pPr>
      <w:ind w:left="709" w:hanging="284"/>
    </w:pPr>
  </w:style>
  <w:style w:type="paragraph" w:customStyle="1" w:styleId="i-numberedlist2indentfo">
    <w:name w:val="i - numbered list 2 indent f/o"/>
    <w:basedOn w:val="i-numberedlist1indentfo"/>
    <w:qFormat/>
    <w:rsid w:val="003948E1"/>
    <w:pPr>
      <w:ind w:left="720"/>
    </w:pPr>
  </w:style>
  <w:style w:type="paragraph" w:customStyle="1" w:styleId="i-numberedlist2a">
    <w:name w:val="i - numbered list 2a"/>
    <w:basedOn w:val="i-numberedlist1a"/>
    <w:rsid w:val="003948E1"/>
    <w:pPr>
      <w:ind w:left="1038" w:hanging="612"/>
    </w:pPr>
  </w:style>
  <w:style w:type="paragraph" w:customStyle="1" w:styleId="i-numberedlist3">
    <w:name w:val="i - numbered list 3"/>
    <w:basedOn w:val="i-numberedlist2"/>
    <w:autoRedefine/>
    <w:qFormat/>
    <w:rsid w:val="003948E1"/>
    <w:pPr>
      <w:ind w:left="1038" w:hanging="318"/>
    </w:pPr>
    <w:rPr>
      <w:color w:val="943634"/>
    </w:rPr>
  </w:style>
  <w:style w:type="paragraph" w:customStyle="1" w:styleId="i-numberedlist3indentfo">
    <w:name w:val="i - numbered list 3 indent f/o"/>
    <w:basedOn w:val="i-numberedlist3"/>
    <w:qFormat/>
    <w:rsid w:val="003948E1"/>
    <w:pPr>
      <w:ind w:firstLine="0"/>
    </w:pPr>
    <w:rPr>
      <w:rFonts w:eastAsia="ITCAvantGardeStd-Bk"/>
      <w:color w:val="632423"/>
    </w:rPr>
  </w:style>
  <w:style w:type="paragraph" w:customStyle="1" w:styleId="i-subhead">
    <w:name w:val="i - subhead"/>
    <w:basedOn w:val="Normal"/>
    <w:autoRedefine/>
    <w:rsid w:val="003948E1"/>
    <w:pPr>
      <w:spacing w:before="240"/>
      <w:ind w:left="397" w:hanging="397"/>
    </w:pPr>
    <w:rPr>
      <w:rFonts w:ascii="Verdana" w:eastAsia="Calibri" w:hAnsi="Verdana"/>
      <w:color w:val="E36C0A"/>
      <w:lang w:val="en-AU"/>
    </w:rPr>
  </w:style>
  <w:style w:type="paragraph" w:customStyle="1" w:styleId="i-tablecolumnheadalignedleft">
    <w:name w:val="i - table column head aligned left"/>
    <w:basedOn w:val="Normal"/>
    <w:autoRedefine/>
    <w:rsid w:val="003948E1"/>
    <w:pPr>
      <w:spacing w:before="30" w:after="30" w:line="280" w:lineRule="exact"/>
    </w:pPr>
    <w:rPr>
      <w:b/>
    </w:rPr>
  </w:style>
  <w:style w:type="paragraph" w:customStyle="1" w:styleId="i-tablecolumnheadcentred">
    <w:name w:val="i - table column head centred"/>
    <w:basedOn w:val="i-tablecolumnheadalignedleft"/>
    <w:autoRedefine/>
    <w:rsid w:val="003948E1"/>
    <w:pPr>
      <w:jc w:val="center"/>
    </w:pPr>
    <w:rPr>
      <w:rFonts w:eastAsia="ITCAvantGardeStd-Bk"/>
    </w:rPr>
  </w:style>
  <w:style w:type="paragraph" w:customStyle="1" w:styleId="i-tabletext">
    <w:name w:val="i - table text"/>
    <w:autoRedefine/>
    <w:rsid w:val="00C615AE"/>
    <w:pPr>
      <w:spacing w:before="30" w:after="30"/>
    </w:pPr>
    <w:rPr>
      <w:rFonts w:ascii="Times New Roman" w:eastAsia="Times New Roman" w:hAnsi="Times New Roman"/>
      <w:color w:val="000000"/>
      <w:position w:val="-12"/>
      <w:sz w:val="24"/>
      <w:szCs w:val="24"/>
      <w:lang w:val="en-GB" w:eastAsia="en-AU"/>
    </w:rPr>
  </w:style>
  <w:style w:type="paragraph" w:customStyle="1" w:styleId="i-tablecolumntextcentred">
    <w:name w:val="i - table column text centred"/>
    <w:basedOn w:val="i-tabletext"/>
    <w:rsid w:val="003948E1"/>
    <w:pPr>
      <w:jc w:val="center"/>
    </w:pPr>
  </w:style>
  <w:style w:type="paragraph" w:customStyle="1" w:styleId="i-tabletextalignedright">
    <w:name w:val="i - table text aligned right"/>
    <w:basedOn w:val="i-tabletext"/>
    <w:autoRedefine/>
    <w:rsid w:val="003948E1"/>
    <w:pPr>
      <w:jc w:val="right"/>
    </w:pPr>
    <w:rPr>
      <w:rFonts w:eastAsia="Calibri"/>
    </w:rPr>
  </w:style>
  <w:style w:type="character" w:customStyle="1" w:styleId="i-tabletextbold">
    <w:name w:val="i - table text bold"/>
    <w:rsid w:val="003948E1"/>
    <w:rPr>
      <w:rFonts w:ascii="Arial" w:hAnsi="Arial"/>
      <w:b/>
      <w:sz w:val="22"/>
    </w:rPr>
  </w:style>
  <w:style w:type="paragraph" w:customStyle="1" w:styleId="i-tabletextbulletlist">
    <w:name w:val="i - table text bullet list"/>
    <w:basedOn w:val="Normal"/>
    <w:rsid w:val="004443D8"/>
    <w:pPr>
      <w:spacing w:before="120" w:after="120" w:line="260" w:lineRule="exact"/>
      <w:ind w:left="454" w:hanging="454"/>
    </w:pPr>
    <w:rPr>
      <w:rFonts w:ascii="Times New Roman" w:eastAsia="ArialUnicodeMS" w:hAnsi="Times New Roman"/>
      <w:sz w:val="24"/>
      <w:szCs w:val="20"/>
      <w:lang w:val="en-AU" w:eastAsia="en-US"/>
    </w:rPr>
  </w:style>
  <w:style w:type="character" w:customStyle="1" w:styleId="i-tabletextitalic">
    <w:name w:val="i - table text italic"/>
    <w:rsid w:val="003948E1"/>
    <w:rPr>
      <w:rFonts w:ascii="Times New Roman" w:hAnsi="Times New Roman"/>
      <w:i/>
      <w:sz w:val="22"/>
    </w:rPr>
  </w:style>
  <w:style w:type="paragraph" w:customStyle="1" w:styleId="i-tabletextnumberedlist">
    <w:name w:val="i - table text numbered list"/>
    <w:basedOn w:val="i-tabletextbulletlist"/>
    <w:rsid w:val="003948E1"/>
  </w:style>
  <w:style w:type="character" w:customStyle="1" w:styleId="i-tabletextsubscript">
    <w:name w:val="i - table text subscript"/>
    <w:uiPriority w:val="1"/>
    <w:rsid w:val="003948E1"/>
    <w:rPr>
      <w:vertAlign w:val="subscript"/>
    </w:rPr>
  </w:style>
  <w:style w:type="character" w:customStyle="1" w:styleId="i-tabletextsubscriptitalic">
    <w:name w:val="i - table text subscript italic"/>
    <w:uiPriority w:val="1"/>
    <w:rsid w:val="003948E1"/>
    <w:rPr>
      <w:i/>
      <w:vertAlign w:val="subscript"/>
    </w:rPr>
  </w:style>
  <w:style w:type="character" w:customStyle="1" w:styleId="i-tabletextsuperscript">
    <w:name w:val="i - table text superscript"/>
    <w:rsid w:val="003948E1"/>
    <w:rPr>
      <w:vertAlign w:val="superscript"/>
    </w:rPr>
  </w:style>
  <w:style w:type="character" w:customStyle="1" w:styleId="i-tabletextsuperscriptitalic">
    <w:name w:val="i - table text superscript italic"/>
    <w:uiPriority w:val="1"/>
    <w:rsid w:val="003948E1"/>
    <w:rPr>
      <w:i/>
      <w:vertAlign w:val="superscript"/>
    </w:rPr>
  </w:style>
  <w:style w:type="paragraph" w:customStyle="1" w:styleId="i-worksheettitle">
    <w:name w:val="i - worksheet title"/>
    <w:autoRedefine/>
    <w:rsid w:val="003948E1"/>
    <w:pPr>
      <w:spacing w:before="120" w:line="640" w:lineRule="exact"/>
    </w:pPr>
    <w:rPr>
      <w:rFonts w:ascii="Arial" w:eastAsia="Times New Roman" w:hAnsi="Arial" w:cs="Arial"/>
      <w:b/>
      <w:color w:val="85B537"/>
      <w:sz w:val="50"/>
      <w:szCs w:val="50"/>
      <w:lang w:val="en-GB" w:eastAsia="en-US"/>
    </w:rPr>
  </w:style>
  <w:style w:type="paragraph" w:customStyle="1" w:styleId="i-worksheettype">
    <w:name w:val="i - worksheet type"/>
    <w:basedOn w:val="i-tabletext"/>
    <w:autoRedefine/>
    <w:rsid w:val="00FD5816"/>
    <w:rPr>
      <w:rFonts w:ascii="Arial" w:hAnsi="Arial"/>
      <w:b/>
      <w:color w:val="FFFFFF"/>
    </w:rPr>
  </w:style>
  <w:style w:type="paragraph" w:styleId="ListContinue2">
    <w:name w:val="List Continue 2"/>
    <w:basedOn w:val="Normal"/>
    <w:uiPriority w:val="99"/>
    <w:semiHidden/>
    <w:unhideWhenUsed/>
    <w:rsid w:val="003948E1"/>
    <w:pPr>
      <w:spacing w:after="120"/>
      <w:ind w:left="566"/>
      <w:contextualSpacing/>
    </w:pPr>
  </w:style>
  <w:style w:type="paragraph" w:customStyle="1" w:styleId="notetoDTO">
    <w:name w:val="&lt;note to DTO&gt;"/>
    <w:basedOn w:val="Normal"/>
    <w:uiPriority w:val="99"/>
    <w:qFormat/>
    <w:rsid w:val="003948E1"/>
    <w:pPr>
      <w:jc w:val="center"/>
    </w:pPr>
    <w:rPr>
      <w:b/>
      <w:color w:val="C00000"/>
    </w:rPr>
  </w:style>
  <w:style w:type="character" w:customStyle="1" w:styleId="bodybold">
    <w:name w:val="body bold"/>
    <w:uiPriority w:val="1"/>
    <w:qFormat/>
    <w:rsid w:val="003948E1"/>
    <w:rPr>
      <w:b/>
    </w:rPr>
  </w:style>
  <w:style w:type="character" w:customStyle="1" w:styleId="bodyglossaryword">
    <w:name w:val="body glossary word"/>
    <w:uiPriority w:val="99"/>
    <w:rsid w:val="003948E1"/>
    <w:rPr>
      <w:rFonts w:cs="Melior-Bold"/>
      <w:b/>
      <w:bCs/>
      <w:color w:val="B50B54"/>
      <w:w w:val="100"/>
    </w:rPr>
  </w:style>
  <w:style w:type="paragraph" w:customStyle="1" w:styleId="bodyindent">
    <w:name w:val="body indent"/>
    <w:basedOn w:val="Normal"/>
    <w:rsid w:val="003948E1"/>
    <w:pPr>
      <w:ind w:firstLine="284"/>
    </w:pPr>
    <w:rPr>
      <w:rFonts w:cs="Melior"/>
      <w:color w:val="000000"/>
      <w:szCs w:val="21"/>
    </w:rPr>
  </w:style>
  <w:style w:type="paragraph" w:customStyle="1" w:styleId="bodylist1">
    <w:name w:val="body list 1"/>
    <w:basedOn w:val="Normal"/>
    <w:rsid w:val="003948E1"/>
    <w:pPr>
      <w:ind w:left="284" w:hanging="284"/>
    </w:pPr>
  </w:style>
  <w:style w:type="paragraph" w:customStyle="1" w:styleId="figuretablecaption">
    <w:name w:val="figure/table caption"/>
    <w:basedOn w:val="Normal"/>
    <w:rsid w:val="003948E1"/>
    <w:rPr>
      <w:color w:val="0070C0"/>
      <w:sz w:val="20"/>
    </w:rPr>
  </w:style>
  <w:style w:type="character" w:customStyle="1" w:styleId="figuretablecaptionbold">
    <w:name w:val="figure/table caption bold"/>
    <w:uiPriority w:val="1"/>
    <w:rsid w:val="003948E1"/>
    <w:rPr>
      <w:b/>
      <w:color w:val="943634"/>
    </w:rPr>
  </w:style>
  <w:style w:type="paragraph" w:styleId="Footer">
    <w:name w:val="footer"/>
    <w:basedOn w:val="Normal"/>
    <w:link w:val="FooterChar"/>
    <w:uiPriority w:val="99"/>
    <w:unhideWhenUsed/>
    <w:rsid w:val="003948E1"/>
    <w:pPr>
      <w:tabs>
        <w:tab w:val="center" w:pos="4513"/>
        <w:tab w:val="right" w:pos="9026"/>
      </w:tabs>
    </w:pPr>
  </w:style>
  <w:style w:type="character" w:customStyle="1" w:styleId="FooterChar">
    <w:name w:val="Footer Char"/>
    <w:link w:val="Footer"/>
    <w:uiPriority w:val="99"/>
    <w:rsid w:val="003948E1"/>
    <w:rPr>
      <w:rFonts w:ascii="Times New Roman" w:eastAsia="Times New Roman" w:hAnsi="Times New Roman" w:cs="Times New Roman"/>
      <w:sz w:val="24"/>
      <w:szCs w:val="24"/>
      <w:lang w:val="en-GB"/>
    </w:rPr>
  </w:style>
  <w:style w:type="paragraph" w:styleId="Header">
    <w:name w:val="header"/>
    <w:basedOn w:val="Normal"/>
    <w:link w:val="HeaderChar"/>
    <w:uiPriority w:val="99"/>
    <w:unhideWhenUsed/>
    <w:rsid w:val="003948E1"/>
    <w:pPr>
      <w:tabs>
        <w:tab w:val="center" w:pos="4513"/>
        <w:tab w:val="right" w:pos="9026"/>
      </w:tabs>
    </w:pPr>
  </w:style>
  <w:style w:type="character" w:customStyle="1" w:styleId="HeaderChar">
    <w:name w:val="Header Char"/>
    <w:link w:val="Header"/>
    <w:uiPriority w:val="99"/>
    <w:rsid w:val="003948E1"/>
    <w:rPr>
      <w:rFonts w:ascii="Times New Roman" w:eastAsia="Times New Roman" w:hAnsi="Times New Roman" w:cs="Times New Roman"/>
      <w:sz w:val="24"/>
      <w:szCs w:val="24"/>
      <w:lang w:val="en-GB"/>
    </w:rPr>
  </w:style>
  <w:style w:type="character" w:customStyle="1" w:styleId="i-Acknowledgementsitalic">
    <w:name w:val="i - Acknowledgements italic"/>
    <w:uiPriority w:val="1"/>
    <w:rsid w:val="003948E1"/>
    <w:rPr>
      <w:i/>
    </w:rPr>
  </w:style>
  <w:style w:type="paragraph" w:customStyle="1" w:styleId="i-figurecaption">
    <w:name w:val="i - figure caption"/>
    <w:basedOn w:val="Normal"/>
    <w:rsid w:val="003948E1"/>
    <w:pPr>
      <w:tabs>
        <w:tab w:val="left" w:pos="1843"/>
      </w:tabs>
      <w:spacing w:before="120" w:line="340" w:lineRule="exact"/>
      <w:ind w:left="1843" w:hanging="1843"/>
    </w:pPr>
    <w:rPr>
      <w:bCs/>
      <w:iCs/>
      <w:lang w:val="en-AU"/>
    </w:rPr>
  </w:style>
  <w:style w:type="paragraph" w:customStyle="1" w:styleId="i-Acknowledgments">
    <w:name w:val="i - Acknowledgments"/>
    <w:basedOn w:val="i-figurecaption"/>
    <w:autoRedefine/>
    <w:rsid w:val="003948E1"/>
    <w:pPr>
      <w:overflowPunct w:val="0"/>
      <w:autoSpaceDE w:val="0"/>
      <w:autoSpaceDN w:val="0"/>
      <w:adjustRightInd w:val="0"/>
      <w:textAlignment w:val="baseline"/>
    </w:pPr>
    <w:rPr>
      <w:color w:val="403152"/>
      <w:sz w:val="20"/>
      <w:szCs w:val="20"/>
    </w:rPr>
  </w:style>
  <w:style w:type="paragraph" w:customStyle="1" w:styleId="i-crossreftextfo">
    <w:name w:val="i - cross ref text f/o"/>
    <w:basedOn w:val="Normal"/>
    <w:autoRedefine/>
    <w:rsid w:val="003948E1"/>
    <w:pPr>
      <w:spacing w:after="120" w:line="280" w:lineRule="exact"/>
      <w:jc w:val="center"/>
    </w:pPr>
    <w:rPr>
      <w:rFonts w:eastAsia="Calibri"/>
      <w:b/>
      <w:color w:val="215868"/>
      <w:sz w:val="20"/>
      <w:lang w:val="en-AU"/>
    </w:rPr>
  </w:style>
  <w:style w:type="character" w:customStyle="1" w:styleId="i-figurecaptionitalic">
    <w:name w:val="i - figure caption italic"/>
    <w:uiPriority w:val="1"/>
    <w:rsid w:val="003948E1"/>
    <w:rPr>
      <w:rFonts w:ascii="NewCenturySchlbkLTStd-Roman" w:hAnsi="NewCenturySchlbkLTStd-Roman"/>
      <w:i/>
    </w:rPr>
  </w:style>
  <w:style w:type="character" w:customStyle="1" w:styleId="i-figurenumber">
    <w:name w:val="i - figure number"/>
    <w:rsid w:val="003948E1"/>
    <w:rPr>
      <w:b/>
    </w:rPr>
  </w:style>
  <w:style w:type="paragraph" w:customStyle="1" w:styleId="i-footertext">
    <w:name w:val="i - footer text"/>
    <w:basedOn w:val="Normal"/>
    <w:autoRedefine/>
    <w:rsid w:val="004F754C"/>
    <w:pPr>
      <w:tabs>
        <w:tab w:val="left" w:pos="0"/>
        <w:tab w:val="center" w:pos="5245"/>
        <w:tab w:val="right" w:pos="9639"/>
      </w:tabs>
    </w:pPr>
    <w:rPr>
      <w:rFonts w:ascii="Cambria" w:hAnsi="Cambria"/>
      <w:sz w:val="16"/>
      <w:lang w:val="en-AU"/>
    </w:rPr>
  </w:style>
  <w:style w:type="character" w:customStyle="1" w:styleId="i-safetytextbold">
    <w:name w:val="i - safety text bold"/>
    <w:rsid w:val="003948E1"/>
    <w:rPr>
      <w:rFonts w:ascii="Arial" w:hAnsi="Arial"/>
      <w:b/>
      <w:color w:val="700000"/>
      <w:sz w:val="20"/>
    </w:rPr>
  </w:style>
  <w:style w:type="paragraph" w:customStyle="1" w:styleId="i-safetytextfo">
    <w:name w:val="i - safety text f/o"/>
    <w:basedOn w:val="Normal"/>
    <w:autoRedefine/>
    <w:rsid w:val="003948E1"/>
    <w:pPr>
      <w:spacing w:before="45"/>
      <w:ind w:left="60" w:right="60"/>
    </w:pPr>
    <w:rPr>
      <w:rFonts w:cs="Courier New"/>
      <w:color w:val="700000"/>
      <w:sz w:val="20"/>
      <w:lang w:val="en-AU"/>
    </w:rPr>
  </w:style>
  <w:style w:type="paragraph" w:customStyle="1" w:styleId="i-tablecaption">
    <w:name w:val="i - table caption"/>
    <w:basedOn w:val="i-figurecaption"/>
    <w:rsid w:val="003948E1"/>
  </w:style>
  <w:style w:type="character" w:customStyle="1" w:styleId="i-tablenumber">
    <w:name w:val="i - table number"/>
    <w:rsid w:val="003948E1"/>
    <w:rPr>
      <w:rFonts w:ascii="Arial" w:hAnsi="Arial"/>
      <w:b/>
      <w:sz w:val="22"/>
    </w:rPr>
  </w:style>
  <w:style w:type="paragraph" w:customStyle="1" w:styleId="i-TBtablecolumnhead">
    <w:name w:val="i - TB table column head"/>
    <w:basedOn w:val="Normal"/>
    <w:rsid w:val="003948E1"/>
    <w:pPr>
      <w:spacing w:line="210" w:lineRule="exact"/>
      <w:jc w:val="center"/>
    </w:pPr>
    <w:rPr>
      <w:rFonts w:eastAsia="Cambria"/>
      <w:b/>
      <w:sz w:val="19"/>
    </w:rPr>
  </w:style>
  <w:style w:type="paragraph" w:customStyle="1" w:styleId="i-TBtabletext">
    <w:name w:val="i - TB table text"/>
    <w:basedOn w:val="Normal"/>
    <w:autoRedefine/>
    <w:rsid w:val="003948E1"/>
    <w:pPr>
      <w:spacing w:line="210" w:lineRule="exact"/>
    </w:pPr>
    <w:rPr>
      <w:rFonts w:eastAsia="Cambria"/>
      <w:sz w:val="19"/>
    </w:rPr>
  </w:style>
  <w:style w:type="paragraph" w:customStyle="1" w:styleId="i-WEB20head">
    <w:name w:val="i - WEB 2.0 head"/>
    <w:autoRedefine/>
    <w:rsid w:val="003948E1"/>
    <w:rPr>
      <w:rFonts w:ascii="Arial" w:eastAsia="Times New Roman" w:hAnsi="Arial"/>
      <w:b/>
      <w:color w:val="00AEEF"/>
      <w:w w:val="117"/>
      <w:sz w:val="22"/>
      <w:szCs w:val="24"/>
      <w:lang w:eastAsia="en-US"/>
    </w:rPr>
  </w:style>
  <w:style w:type="paragraph" w:customStyle="1" w:styleId="i-WEB20">
    <w:name w:val="i - WEB 2.0"/>
    <w:basedOn w:val="i-WEB20head"/>
    <w:autoRedefine/>
    <w:rsid w:val="003948E1"/>
    <w:pPr>
      <w:spacing w:before="45"/>
    </w:pPr>
    <w:rPr>
      <w:b w:val="0"/>
      <w:color w:val="auto"/>
    </w:rPr>
  </w:style>
  <w:style w:type="paragraph" w:customStyle="1" w:styleId="i-worksheetpersonaldetails">
    <w:name w:val="i - worksheet personal details"/>
    <w:basedOn w:val="Normal"/>
    <w:rsid w:val="003948E1"/>
    <w:pPr>
      <w:tabs>
        <w:tab w:val="left" w:pos="6742"/>
      </w:tabs>
      <w:spacing w:before="15" w:line="401" w:lineRule="auto"/>
      <w:ind w:left="585" w:right="1380" w:hanging="585"/>
    </w:pPr>
    <w:rPr>
      <w:rFonts w:eastAsia="Calibri"/>
      <w:b/>
      <w:bCs/>
      <w:color w:val="929292"/>
      <w:position w:val="-6"/>
      <w:sz w:val="18"/>
      <w:lang w:val="en-AU"/>
    </w:rPr>
  </w:style>
  <w:style w:type="character" w:customStyle="1" w:styleId="reviewbold">
    <w:name w:val="review bold"/>
    <w:uiPriority w:val="1"/>
    <w:qFormat/>
    <w:rsid w:val="003948E1"/>
    <w:rPr>
      <w:b/>
      <w:color w:val="00423F"/>
    </w:rPr>
  </w:style>
  <w:style w:type="paragraph" w:customStyle="1" w:styleId="reviewessentialdefinitions">
    <w:name w:val="review essential definitions"/>
    <w:basedOn w:val="Normal"/>
    <w:rsid w:val="003948E1"/>
    <w:pPr>
      <w:tabs>
        <w:tab w:val="left" w:pos="567"/>
        <w:tab w:val="left" w:pos="851"/>
        <w:tab w:val="left" w:pos="1134"/>
      </w:tabs>
      <w:ind w:left="284" w:hanging="284"/>
    </w:pPr>
    <w:rPr>
      <w:sz w:val="18"/>
    </w:rPr>
  </w:style>
  <w:style w:type="paragraph" w:customStyle="1" w:styleId="reviewfo">
    <w:name w:val="review f/o"/>
    <w:basedOn w:val="Normal"/>
    <w:rsid w:val="003948E1"/>
    <w:rPr>
      <w:rFonts w:cs="Melior"/>
      <w:color w:val="000000"/>
      <w:sz w:val="18"/>
      <w:szCs w:val="21"/>
    </w:rPr>
  </w:style>
  <w:style w:type="paragraph" w:customStyle="1" w:styleId="reviewlist1">
    <w:name w:val="review list 1"/>
    <w:basedOn w:val="Normal"/>
    <w:rsid w:val="003948E1"/>
    <w:pPr>
      <w:ind w:left="284" w:hanging="284"/>
    </w:pPr>
    <w:rPr>
      <w:sz w:val="18"/>
    </w:rPr>
  </w:style>
  <w:style w:type="paragraph" w:customStyle="1" w:styleId="reviewfactslist1">
    <w:name w:val="review facts list 1"/>
    <w:basedOn w:val="reviewlist1"/>
    <w:rsid w:val="003948E1"/>
  </w:style>
  <w:style w:type="paragraph" w:customStyle="1" w:styleId="reviewheadinga">
    <w:name w:val="review heading a"/>
    <w:basedOn w:val="Normal"/>
    <w:rsid w:val="003948E1"/>
    <w:pPr>
      <w:spacing w:before="160"/>
    </w:pPr>
    <w:rPr>
      <w:color w:val="002060"/>
      <w:sz w:val="72"/>
      <w:szCs w:val="120"/>
    </w:rPr>
  </w:style>
  <w:style w:type="paragraph" w:customStyle="1" w:styleId="reviewheadingb">
    <w:name w:val="review heading b"/>
    <w:basedOn w:val="reviewheadinga"/>
    <w:rsid w:val="003948E1"/>
    <w:rPr>
      <w:sz w:val="32"/>
    </w:rPr>
  </w:style>
  <w:style w:type="paragraph" w:customStyle="1" w:styleId="reviewindent">
    <w:name w:val="review indent"/>
    <w:basedOn w:val="Normal"/>
    <w:rsid w:val="003948E1"/>
    <w:pPr>
      <w:tabs>
        <w:tab w:val="left" w:pos="426"/>
      </w:tabs>
      <w:ind w:firstLine="284"/>
    </w:pPr>
    <w:rPr>
      <w:rFonts w:cs="Melior"/>
      <w:color w:val="000000"/>
      <w:sz w:val="18"/>
      <w:szCs w:val="21"/>
    </w:rPr>
  </w:style>
  <w:style w:type="paragraph" w:customStyle="1" w:styleId="reviewlist2">
    <w:name w:val="review list 2"/>
    <w:basedOn w:val="reviewlist1"/>
    <w:rsid w:val="003948E1"/>
    <w:pPr>
      <w:ind w:left="568"/>
    </w:pPr>
  </w:style>
  <w:style w:type="character" w:customStyle="1" w:styleId="reviewlistnumber">
    <w:name w:val="review list number"/>
    <w:uiPriority w:val="1"/>
    <w:qFormat/>
    <w:rsid w:val="003948E1"/>
    <w:rPr>
      <w:b/>
      <w:color w:val="00423F"/>
    </w:rPr>
  </w:style>
  <w:style w:type="paragraph" w:customStyle="1" w:styleId="reviewtableheading">
    <w:name w:val="review table heading"/>
    <w:basedOn w:val="Normal"/>
    <w:rsid w:val="003948E1"/>
    <w:pPr>
      <w:widowControl w:val="0"/>
      <w:suppressAutoHyphens/>
      <w:autoSpaceDE w:val="0"/>
      <w:autoSpaceDN w:val="0"/>
      <w:adjustRightInd w:val="0"/>
      <w:textAlignment w:val="center"/>
    </w:pPr>
    <w:rPr>
      <w:rFonts w:cs="MinionPro-Regular"/>
      <w:bCs/>
      <w:color w:val="000000"/>
      <w:sz w:val="15"/>
      <w:szCs w:val="16"/>
    </w:rPr>
  </w:style>
  <w:style w:type="paragraph" w:customStyle="1" w:styleId="reviewtabletext">
    <w:name w:val="review table text"/>
    <w:basedOn w:val="Normal"/>
    <w:rsid w:val="003948E1"/>
    <w:pPr>
      <w:widowControl w:val="0"/>
      <w:suppressAutoHyphens/>
      <w:autoSpaceDE w:val="0"/>
      <w:autoSpaceDN w:val="0"/>
      <w:adjustRightInd w:val="0"/>
      <w:textAlignment w:val="center"/>
    </w:pPr>
    <w:rPr>
      <w:rFonts w:cs="MinionPro-Regular"/>
      <w:color w:val="000000"/>
      <w:sz w:val="14"/>
      <w:szCs w:val="16"/>
    </w:rPr>
  </w:style>
  <w:style w:type="paragraph" w:customStyle="1" w:styleId="tableahead">
    <w:name w:val="table a head"/>
    <w:basedOn w:val="Normal"/>
    <w:rsid w:val="003948E1"/>
    <w:pPr>
      <w:widowControl w:val="0"/>
      <w:suppressAutoHyphens/>
      <w:autoSpaceDE w:val="0"/>
      <w:autoSpaceDN w:val="0"/>
      <w:adjustRightInd w:val="0"/>
      <w:textAlignment w:val="center"/>
    </w:pPr>
    <w:rPr>
      <w:rFonts w:cs="NeuzeitS-BookHeavy"/>
      <w:sz w:val="28"/>
    </w:rPr>
  </w:style>
  <w:style w:type="paragraph" w:customStyle="1" w:styleId="tabletext">
    <w:name w:val="table text"/>
    <w:basedOn w:val="Normal"/>
    <w:uiPriority w:val="99"/>
    <w:rsid w:val="003948E1"/>
    <w:pPr>
      <w:widowControl w:val="0"/>
      <w:suppressAutoHyphens/>
      <w:autoSpaceDE w:val="0"/>
      <w:autoSpaceDN w:val="0"/>
      <w:adjustRightInd w:val="0"/>
      <w:textAlignment w:val="center"/>
    </w:pPr>
    <w:rPr>
      <w:rFonts w:cs="Melior"/>
      <w:color w:val="000000"/>
      <w:sz w:val="18"/>
      <w:szCs w:val="19"/>
    </w:rPr>
  </w:style>
  <w:style w:type="character" w:customStyle="1" w:styleId="i-bodybolditalic">
    <w:name w:val="i - body bold italic"/>
    <w:uiPriority w:val="1"/>
    <w:rsid w:val="00340834"/>
    <w:rPr>
      <w:b/>
      <w:i/>
      <w:lang w:eastAsia="en-AU"/>
    </w:rPr>
  </w:style>
  <w:style w:type="character" w:styleId="Hyperlink">
    <w:name w:val="Hyperlink"/>
    <w:basedOn w:val="DefaultParagraphFont"/>
    <w:uiPriority w:val="99"/>
    <w:unhideWhenUsed/>
    <w:rsid w:val="004F754C"/>
    <w:rPr>
      <w:color w:val="0563C1" w:themeColor="hyperlink"/>
      <w:u w:val="single"/>
    </w:rPr>
  </w:style>
  <w:style w:type="character" w:styleId="UnresolvedMention">
    <w:name w:val="Unresolved Mention"/>
    <w:basedOn w:val="DefaultParagraphFont"/>
    <w:uiPriority w:val="99"/>
    <w:semiHidden/>
    <w:unhideWhenUsed/>
    <w:rsid w:val="004F754C"/>
    <w:rPr>
      <w:color w:val="605E5C"/>
      <w:shd w:val="clear" w:color="auto" w:fill="E1DFDD"/>
    </w:rPr>
  </w:style>
  <w:style w:type="paragraph" w:styleId="NoSpacing">
    <w:name w:val="No Spacing"/>
    <w:uiPriority w:val="1"/>
    <w:qFormat/>
    <w:rsid w:val="008C5AB2"/>
    <w:rPr>
      <w:rFonts w:ascii="Arial" w:eastAsia="Arial" w:hAnsi="Arial" w:cs="Arial"/>
      <w:sz w:val="22"/>
      <w:szCs w:val="22"/>
      <w:lang w:eastAsia="en-AU"/>
    </w:rPr>
  </w:style>
  <w:style w:type="character" w:customStyle="1" w:styleId="CommentTextChar">
    <w:name w:val="Comment Text Char"/>
    <w:basedOn w:val="DefaultParagraphFont"/>
    <w:link w:val="CommentText"/>
    <w:uiPriority w:val="99"/>
    <w:semiHidden/>
    <w:rsid w:val="00CB3385"/>
    <w:rPr>
      <w:rFonts w:asciiTheme="minorHAnsi" w:eastAsiaTheme="minorHAnsi" w:hAnsiTheme="minorHAnsi" w:cstheme="minorBidi"/>
      <w:lang w:eastAsia="en-US"/>
    </w:rPr>
  </w:style>
  <w:style w:type="paragraph" w:styleId="CommentText">
    <w:name w:val="annotation text"/>
    <w:basedOn w:val="Normal"/>
    <w:link w:val="CommentTextChar"/>
    <w:uiPriority w:val="99"/>
    <w:semiHidden/>
    <w:unhideWhenUsed/>
    <w:rsid w:val="00CB3385"/>
    <w:pPr>
      <w:spacing w:after="160" w:line="240" w:lineRule="auto"/>
    </w:pPr>
    <w:rPr>
      <w:rFonts w:asciiTheme="minorHAnsi" w:eastAsiaTheme="minorHAnsi" w:hAnsiTheme="minorHAnsi" w:cstheme="minorBidi"/>
      <w:sz w:val="20"/>
      <w:szCs w:val="20"/>
      <w:lang w:val="en-AU" w:eastAsia="en-US"/>
    </w:rPr>
  </w:style>
  <w:style w:type="character" w:customStyle="1" w:styleId="CommentSubjectChar">
    <w:name w:val="Comment Subject Char"/>
    <w:basedOn w:val="CommentTextChar"/>
    <w:link w:val="CommentSubject"/>
    <w:uiPriority w:val="99"/>
    <w:semiHidden/>
    <w:rsid w:val="00CB3385"/>
    <w:rPr>
      <w:rFonts w:asciiTheme="minorHAnsi" w:eastAsiaTheme="minorHAnsi" w:hAnsiTheme="minorHAnsi" w:cstheme="minorBidi"/>
      <w:b/>
      <w:bCs/>
      <w:lang w:eastAsia="en-US"/>
    </w:rPr>
  </w:style>
  <w:style w:type="paragraph" w:styleId="CommentSubject">
    <w:name w:val="annotation subject"/>
    <w:basedOn w:val="CommentText"/>
    <w:next w:val="CommentText"/>
    <w:link w:val="CommentSubjectChar"/>
    <w:uiPriority w:val="99"/>
    <w:semiHidden/>
    <w:unhideWhenUsed/>
    <w:rsid w:val="00CB3385"/>
    <w:rPr>
      <w:b/>
      <w:bCs/>
    </w:rPr>
  </w:style>
  <w:style w:type="paragraph" w:customStyle="1" w:styleId="answers-question">
    <w:name w:val="answers - question"/>
    <w:basedOn w:val="Normal"/>
    <w:qFormat/>
    <w:rsid w:val="00CB3385"/>
    <w:pPr>
      <w:spacing w:before="120" w:after="120" w:line="360" w:lineRule="auto"/>
    </w:pPr>
    <w:rPr>
      <w:bCs/>
      <w:sz w:val="24"/>
      <w:szCs w:val="24"/>
      <w:lang w:val="en-US"/>
    </w:rPr>
  </w:style>
  <w:style w:type="paragraph" w:customStyle="1" w:styleId="answers-answer">
    <w:name w:val="answers - answer"/>
    <w:basedOn w:val="Normal"/>
    <w:qFormat/>
    <w:rsid w:val="00A47BD3"/>
    <w:pPr>
      <w:spacing w:line="360" w:lineRule="auto"/>
    </w:pPr>
    <w:rPr>
      <w:rFonts w:ascii="Times New Roman" w:hAnsi="Times New Roman"/>
      <w:iCs/>
      <w:sz w:val="24"/>
      <w:lang w:val="en-US"/>
    </w:rPr>
  </w:style>
  <w:style w:type="character" w:customStyle="1" w:styleId="answer">
    <w:name w:val="answer"/>
    <w:basedOn w:val="DefaultParagraphFont"/>
    <w:uiPriority w:val="1"/>
    <w:qFormat/>
    <w:rsid w:val="007A6F20"/>
    <w:rPr>
      <w:rFonts w:ascii="Times New Roman" w:hAnsi="Times New Roman"/>
      <w:i/>
      <w:color w:val="00CCFF"/>
      <w:sz w:val="24"/>
    </w:rPr>
  </w:style>
  <w:style w:type="character" w:styleId="CommentReference">
    <w:name w:val="annotation reference"/>
    <w:basedOn w:val="DefaultParagraphFont"/>
    <w:uiPriority w:val="99"/>
    <w:semiHidden/>
    <w:unhideWhenUsed/>
    <w:rsid w:val="00AB27A6"/>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QuickStyle" Target="diagrams/quickStyle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diagramLayout" Target="diagrams/layout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Data" Target="diagrams/data1.xml"/><Relationship Id="rId5" Type="http://schemas.openxmlformats.org/officeDocument/2006/relationships/settings" Target="settings.xml"/><Relationship Id="rId15" Type="http://schemas.microsoft.com/office/2007/relationships/diagramDrawing" Target="diagrams/drawing1.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customXml" Target="ink/ink1.xml"/><Relationship Id="rId14" Type="http://schemas.openxmlformats.org/officeDocument/2006/relationships/diagramColors" Target="diagrams/colors1.xml"/></Relationships>
</file>

<file path=word/_rels/footer1.xml.rels><?xml version="1.0" encoding="UTF-8" standalone="yes"?>
<Relationships xmlns="http://schemas.openxmlformats.org/package/2006/relationships"><Relationship Id="rId1" Type="http://schemas.openxmlformats.org/officeDocument/2006/relationships/hyperlink" Target="http://www.nelsonnet.com.a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Beaver\Desktop\templates\NelsonNet%20Worksheet%20template_2020.dotx"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D3112C6-E131-4FC9-BE45-F5C984347B50}" type="doc">
      <dgm:prSet loTypeId="urn:microsoft.com/office/officeart/2005/8/layout/venn1" loCatId="relationship" qsTypeId="urn:microsoft.com/office/officeart/2005/8/quickstyle/simple1" qsCatId="simple" csTypeId="urn:microsoft.com/office/officeart/2005/8/colors/accent1_2" csCatId="accent1" phldr="1"/>
      <dgm:spPr/>
    </dgm:pt>
    <dgm:pt modelId="{92E53DFD-AF55-4633-BFDD-9BE1599CA295}">
      <dgm:prSet phldrT="[Text]" custT="1"/>
      <dgm:spPr/>
      <dgm:t>
        <a:bodyPr/>
        <a:lstStyle/>
        <a:p>
          <a:r>
            <a:rPr lang="en-AU" sz="1600" b="1"/>
            <a:t>Mitosis</a:t>
          </a:r>
        </a:p>
        <a:p>
          <a:r>
            <a:rPr lang="en-AU" sz="1600" b="0"/>
            <a:t>One stage</a:t>
          </a:r>
        </a:p>
        <a:p>
          <a:r>
            <a:rPr lang="en-AU" sz="1600" b="0"/>
            <a:t>No genetic recombination</a:t>
          </a:r>
        </a:p>
        <a:p>
          <a:r>
            <a:rPr lang="en-AU" sz="1600" b="0"/>
            <a:t>Two cells produced</a:t>
          </a:r>
        </a:p>
        <a:p>
          <a:r>
            <a:rPr lang="en-AU" sz="1600" b="0"/>
            <a:t>Diploid cells produced</a:t>
          </a:r>
        </a:p>
        <a:p>
          <a:r>
            <a:rPr lang="en-AU" sz="1600" b="0"/>
            <a:t>Growth and repair</a:t>
          </a:r>
        </a:p>
      </dgm:t>
    </dgm:pt>
    <dgm:pt modelId="{1405D3A0-A556-4D32-BCC6-FF049FD1B62A}" type="parTrans" cxnId="{C5D0A90C-00AF-4811-A54E-35B30F5011C4}">
      <dgm:prSet/>
      <dgm:spPr/>
      <dgm:t>
        <a:bodyPr/>
        <a:lstStyle/>
        <a:p>
          <a:endParaRPr lang="en-AU"/>
        </a:p>
      </dgm:t>
    </dgm:pt>
    <dgm:pt modelId="{E7377950-F522-48AB-B99C-C2BAD2E32AB1}" type="sibTrans" cxnId="{C5D0A90C-00AF-4811-A54E-35B30F5011C4}">
      <dgm:prSet/>
      <dgm:spPr/>
      <dgm:t>
        <a:bodyPr/>
        <a:lstStyle/>
        <a:p>
          <a:endParaRPr lang="en-AU"/>
        </a:p>
      </dgm:t>
    </dgm:pt>
    <dgm:pt modelId="{C5A6451D-3769-470C-9BFE-F3F5D8D6ADDA}">
      <dgm:prSet phldrT="[Text]"/>
      <dgm:spPr/>
      <dgm:t>
        <a:bodyPr/>
        <a:lstStyle/>
        <a:p>
          <a:r>
            <a:rPr lang="en-AU" b="1"/>
            <a:t>Meiosis</a:t>
          </a:r>
        </a:p>
        <a:p>
          <a:r>
            <a:rPr lang="en-AU" b="0"/>
            <a:t>Two stages</a:t>
          </a:r>
        </a:p>
        <a:p>
          <a:r>
            <a:rPr lang="en-AU" b="0"/>
            <a:t>Recombination occurs</a:t>
          </a:r>
        </a:p>
        <a:p>
          <a:r>
            <a:rPr lang="en-AU" b="0"/>
            <a:t>Four cells produced</a:t>
          </a:r>
        </a:p>
        <a:p>
          <a:r>
            <a:rPr lang="en-AU" b="0"/>
            <a:t>Gamete production</a:t>
          </a:r>
        </a:p>
        <a:p>
          <a:r>
            <a:rPr lang="en-AU" b="0"/>
            <a:t>Haploid cells produced</a:t>
          </a:r>
          <a:endParaRPr lang="en-AU"/>
        </a:p>
      </dgm:t>
    </dgm:pt>
    <dgm:pt modelId="{AB09FD89-A6E1-45A2-B8CA-0B99CC8D305E}" type="parTrans" cxnId="{9C761A30-51EA-463D-93C2-073D933D4F6C}">
      <dgm:prSet/>
      <dgm:spPr/>
      <dgm:t>
        <a:bodyPr/>
        <a:lstStyle/>
        <a:p>
          <a:endParaRPr lang="en-AU"/>
        </a:p>
      </dgm:t>
    </dgm:pt>
    <dgm:pt modelId="{E64760D6-F364-45A8-83D2-ADC6B75DF4D7}" type="sibTrans" cxnId="{9C761A30-51EA-463D-93C2-073D933D4F6C}">
      <dgm:prSet/>
      <dgm:spPr/>
      <dgm:t>
        <a:bodyPr/>
        <a:lstStyle/>
        <a:p>
          <a:endParaRPr lang="en-AU"/>
        </a:p>
      </dgm:t>
    </dgm:pt>
    <dgm:pt modelId="{D40C8522-6507-4391-9FB1-63F7146F3202}" type="pres">
      <dgm:prSet presAssocID="{3D3112C6-E131-4FC9-BE45-F5C984347B50}" presName="compositeShape" presStyleCnt="0">
        <dgm:presLayoutVars>
          <dgm:chMax val="7"/>
          <dgm:dir/>
          <dgm:resizeHandles val="exact"/>
        </dgm:presLayoutVars>
      </dgm:prSet>
      <dgm:spPr/>
    </dgm:pt>
    <dgm:pt modelId="{18448EFD-1FBE-4527-80FD-C9FF99337858}" type="pres">
      <dgm:prSet presAssocID="{92E53DFD-AF55-4633-BFDD-9BE1599CA295}" presName="circ1" presStyleLbl="vennNode1" presStyleIdx="0" presStyleCnt="2"/>
      <dgm:spPr/>
    </dgm:pt>
    <dgm:pt modelId="{7FED2B32-7A51-47D9-B9FF-A955A6B2ECC3}" type="pres">
      <dgm:prSet presAssocID="{92E53DFD-AF55-4633-BFDD-9BE1599CA295}" presName="circ1Tx" presStyleLbl="revTx" presStyleIdx="0" presStyleCnt="0">
        <dgm:presLayoutVars>
          <dgm:chMax val="0"/>
          <dgm:chPref val="0"/>
          <dgm:bulletEnabled val="1"/>
        </dgm:presLayoutVars>
      </dgm:prSet>
      <dgm:spPr/>
    </dgm:pt>
    <dgm:pt modelId="{25E98BFD-8A9A-4A42-8223-F2D7ADE4D4E8}" type="pres">
      <dgm:prSet presAssocID="{C5A6451D-3769-470C-9BFE-F3F5D8D6ADDA}" presName="circ2" presStyleLbl="vennNode1" presStyleIdx="1" presStyleCnt="2"/>
      <dgm:spPr/>
    </dgm:pt>
    <dgm:pt modelId="{96967578-C1E7-4B36-AA41-1EC081D8EB84}" type="pres">
      <dgm:prSet presAssocID="{C5A6451D-3769-470C-9BFE-F3F5D8D6ADDA}" presName="circ2Tx" presStyleLbl="revTx" presStyleIdx="0" presStyleCnt="0">
        <dgm:presLayoutVars>
          <dgm:chMax val="0"/>
          <dgm:chPref val="0"/>
          <dgm:bulletEnabled val="1"/>
        </dgm:presLayoutVars>
      </dgm:prSet>
      <dgm:spPr/>
    </dgm:pt>
  </dgm:ptLst>
  <dgm:cxnLst>
    <dgm:cxn modelId="{C5D0A90C-00AF-4811-A54E-35B30F5011C4}" srcId="{3D3112C6-E131-4FC9-BE45-F5C984347B50}" destId="{92E53DFD-AF55-4633-BFDD-9BE1599CA295}" srcOrd="0" destOrd="0" parTransId="{1405D3A0-A556-4D32-BCC6-FF049FD1B62A}" sibTransId="{E7377950-F522-48AB-B99C-C2BAD2E32AB1}"/>
    <dgm:cxn modelId="{39E64E2B-C9B2-498F-97B4-4C8AE8103E31}" type="presOf" srcId="{92E53DFD-AF55-4633-BFDD-9BE1599CA295}" destId="{18448EFD-1FBE-4527-80FD-C9FF99337858}" srcOrd="0" destOrd="0" presId="urn:microsoft.com/office/officeart/2005/8/layout/venn1"/>
    <dgm:cxn modelId="{9C761A30-51EA-463D-93C2-073D933D4F6C}" srcId="{3D3112C6-E131-4FC9-BE45-F5C984347B50}" destId="{C5A6451D-3769-470C-9BFE-F3F5D8D6ADDA}" srcOrd="1" destOrd="0" parTransId="{AB09FD89-A6E1-45A2-B8CA-0B99CC8D305E}" sibTransId="{E64760D6-F364-45A8-83D2-ADC6B75DF4D7}"/>
    <dgm:cxn modelId="{97199456-D8F6-4BCF-94B1-FDC60D3E340D}" type="presOf" srcId="{3D3112C6-E131-4FC9-BE45-F5C984347B50}" destId="{D40C8522-6507-4391-9FB1-63F7146F3202}" srcOrd="0" destOrd="0" presId="urn:microsoft.com/office/officeart/2005/8/layout/venn1"/>
    <dgm:cxn modelId="{7025B488-666E-4DEB-AFDE-6E63E97FA79E}" type="presOf" srcId="{92E53DFD-AF55-4633-BFDD-9BE1599CA295}" destId="{7FED2B32-7A51-47D9-B9FF-A955A6B2ECC3}" srcOrd="1" destOrd="0" presId="urn:microsoft.com/office/officeart/2005/8/layout/venn1"/>
    <dgm:cxn modelId="{64DC60AA-DB29-471C-805E-A7B6E7082083}" type="presOf" srcId="{C5A6451D-3769-470C-9BFE-F3F5D8D6ADDA}" destId="{25E98BFD-8A9A-4A42-8223-F2D7ADE4D4E8}" srcOrd="0" destOrd="0" presId="urn:microsoft.com/office/officeart/2005/8/layout/venn1"/>
    <dgm:cxn modelId="{355D7DF4-118A-43D0-B8F4-5E9CE25AFF13}" type="presOf" srcId="{C5A6451D-3769-470C-9BFE-F3F5D8D6ADDA}" destId="{96967578-C1E7-4B36-AA41-1EC081D8EB84}" srcOrd="1" destOrd="0" presId="urn:microsoft.com/office/officeart/2005/8/layout/venn1"/>
    <dgm:cxn modelId="{4F5D87BC-038A-460F-B981-A08A289A79A9}" type="presParOf" srcId="{D40C8522-6507-4391-9FB1-63F7146F3202}" destId="{18448EFD-1FBE-4527-80FD-C9FF99337858}" srcOrd="0" destOrd="0" presId="urn:microsoft.com/office/officeart/2005/8/layout/venn1"/>
    <dgm:cxn modelId="{27691560-A06A-4C0A-B165-EF47413B1103}" type="presParOf" srcId="{D40C8522-6507-4391-9FB1-63F7146F3202}" destId="{7FED2B32-7A51-47D9-B9FF-A955A6B2ECC3}" srcOrd="1" destOrd="0" presId="urn:microsoft.com/office/officeart/2005/8/layout/venn1"/>
    <dgm:cxn modelId="{5F86B4D5-F9E8-48BE-BE07-FE08BA461550}" type="presParOf" srcId="{D40C8522-6507-4391-9FB1-63F7146F3202}" destId="{25E98BFD-8A9A-4A42-8223-F2D7ADE4D4E8}" srcOrd="2" destOrd="0" presId="urn:microsoft.com/office/officeart/2005/8/layout/venn1"/>
    <dgm:cxn modelId="{ED77B23E-F02E-4F22-B9D7-C14F0C3707DC}" type="presParOf" srcId="{D40C8522-6507-4391-9FB1-63F7146F3202}" destId="{96967578-C1E7-4B36-AA41-1EC081D8EB84}" srcOrd="3" destOrd="0" presId="urn:microsoft.com/office/officeart/2005/8/layout/venn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8448EFD-1FBE-4527-80FD-C9FF99337858}">
      <dsp:nvSpPr>
        <dsp:cNvPr id="0" name=""/>
        <dsp:cNvSpPr/>
      </dsp:nvSpPr>
      <dsp:spPr>
        <a:xfrm>
          <a:off x="123444" y="77724"/>
          <a:ext cx="3044952" cy="3044951"/>
        </a:xfrm>
        <a:prstGeom prst="ellipse">
          <a:avLst/>
        </a:prstGeom>
        <a:solidFill>
          <a:schemeClr val="accent1">
            <a:alpha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marL="0" lvl="0" indent="0" algn="ctr" defTabSz="711200">
            <a:lnSpc>
              <a:spcPct val="90000"/>
            </a:lnSpc>
            <a:spcBef>
              <a:spcPct val="0"/>
            </a:spcBef>
            <a:spcAft>
              <a:spcPct val="35000"/>
            </a:spcAft>
            <a:buNone/>
          </a:pPr>
          <a:r>
            <a:rPr lang="en-AU" sz="1600" b="1" kern="1200"/>
            <a:t>Mitosis</a:t>
          </a:r>
        </a:p>
        <a:p>
          <a:pPr marL="0" lvl="0" indent="0" algn="ctr" defTabSz="711200">
            <a:lnSpc>
              <a:spcPct val="90000"/>
            </a:lnSpc>
            <a:spcBef>
              <a:spcPct val="0"/>
            </a:spcBef>
            <a:spcAft>
              <a:spcPct val="35000"/>
            </a:spcAft>
            <a:buNone/>
          </a:pPr>
          <a:r>
            <a:rPr lang="en-AU" sz="1600" b="0" kern="1200"/>
            <a:t>One stage</a:t>
          </a:r>
        </a:p>
        <a:p>
          <a:pPr marL="0" lvl="0" indent="0" algn="ctr" defTabSz="711200">
            <a:lnSpc>
              <a:spcPct val="90000"/>
            </a:lnSpc>
            <a:spcBef>
              <a:spcPct val="0"/>
            </a:spcBef>
            <a:spcAft>
              <a:spcPct val="35000"/>
            </a:spcAft>
            <a:buNone/>
          </a:pPr>
          <a:r>
            <a:rPr lang="en-AU" sz="1600" b="0" kern="1200"/>
            <a:t>No genetic recombination</a:t>
          </a:r>
        </a:p>
        <a:p>
          <a:pPr marL="0" lvl="0" indent="0" algn="ctr" defTabSz="711200">
            <a:lnSpc>
              <a:spcPct val="90000"/>
            </a:lnSpc>
            <a:spcBef>
              <a:spcPct val="0"/>
            </a:spcBef>
            <a:spcAft>
              <a:spcPct val="35000"/>
            </a:spcAft>
            <a:buNone/>
          </a:pPr>
          <a:r>
            <a:rPr lang="en-AU" sz="1600" b="0" kern="1200"/>
            <a:t>Two cells produced</a:t>
          </a:r>
        </a:p>
        <a:p>
          <a:pPr marL="0" lvl="0" indent="0" algn="ctr" defTabSz="711200">
            <a:lnSpc>
              <a:spcPct val="90000"/>
            </a:lnSpc>
            <a:spcBef>
              <a:spcPct val="0"/>
            </a:spcBef>
            <a:spcAft>
              <a:spcPct val="35000"/>
            </a:spcAft>
            <a:buNone/>
          </a:pPr>
          <a:r>
            <a:rPr lang="en-AU" sz="1600" b="0" kern="1200"/>
            <a:t>Diploid cells produced</a:t>
          </a:r>
        </a:p>
        <a:p>
          <a:pPr marL="0" lvl="0" indent="0" algn="ctr" defTabSz="711200">
            <a:lnSpc>
              <a:spcPct val="90000"/>
            </a:lnSpc>
            <a:spcBef>
              <a:spcPct val="0"/>
            </a:spcBef>
            <a:spcAft>
              <a:spcPct val="35000"/>
            </a:spcAft>
            <a:buNone/>
          </a:pPr>
          <a:r>
            <a:rPr lang="en-AU" sz="1600" b="0" kern="1200"/>
            <a:t>Growth and repair</a:t>
          </a:r>
        </a:p>
      </dsp:txBody>
      <dsp:txXfrm>
        <a:off x="548640" y="436789"/>
        <a:ext cx="1755648" cy="2326821"/>
      </dsp:txXfrm>
    </dsp:sp>
    <dsp:sp modelId="{25E98BFD-8A9A-4A42-8223-F2D7ADE4D4E8}">
      <dsp:nvSpPr>
        <dsp:cNvPr id="0" name=""/>
        <dsp:cNvSpPr/>
      </dsp:nvSpPr>
      <dsp:spPr>
        <a:xfrm>
          <a:off x="2318004" y="77724"/>
          <a:ext cx="3044952" cy="3044951"/>
        </a:xfrm>
        <a:prstGeom prst="ellipse">
          <a:avLst/>
        </a:prstGeom>
        <a:solidFill>
          <a:schemeClr val="accent1">
            <a:alpha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marL="0" lvl="0" indent="0" algn="ctr" defTabSz="711200">
            <a:lnSpc>
              <a:spcPct val="90000"/>
            </a:lnSpc>
            <a:spcBef>
              <a:spcPct val="0"/>
            </a:spcBef>
            <a:spcAft>
              <a:spcPct val="35000"/>
            </a:spcAft>
            <a:buNone/>
          </a:pPr>
          <a:r>
            <a:rPr lang="en-AU" sz="1600" b="1" kern="1200"/>
            <a:t>Meiosis</a:t>
          </a:r>
        </a:p>
        <a:p>
          <a:pPr marL="0" lvl="0" indent="0" algn="ctr" defTabSz="711200">
            <a:lnSpc>
              <a:spcPct val="90000"/>
            </a:lnSpc>
            <a:spcBef>
              <a:spcPct val="0"/>
            </a:spcBef>
            <a:spcAft>
              <a:spcPct val="35000"/>
            </a:spcAft>
            <a:buNone/>
          </a:pPr>
          <a:r>
            <a:rPr lang="en-AU" sz="1600" b="0" kern="1200"/>
            <a:t>Two stages</a:t>
          </a:r>
        </a:p>
        <a:p>
          <a:pPr marL="0" lvl="0" indent="0" algn="ctr" defTabSz="711200">
            <a:lnSpc>
              <a:spcPct val="90000"/>
            </a:lnSpc>
            <a:spcBef>
              <a:spcPct val="0"/>
            </a:spcBef>
            <a:spcAft>
              <a:spcPct val="35000"/>
            </a:spcAft>
            <a:buNone/>
          </a:pPr>
          <a:r>
            <a:rPr lang="en-AU" sz="1600" b="0" kern="1200"/>
            <a:t>Recombination occurs</a:t>
          </a:r>
        </a:p>
        <a:p>
          <a:pPr marL="0" lvl="0" indent="0" algn="ctr" defTabSz="711200">
            <a:lnSpc>
              <a:spcPct val="90000"/>
            </a:lnSpc>
            <a:spcBef>
              <a:spcPct val="0"/>
            </a:spcBef>
            <a:spcAft>
              <a:spcPct val="35000"/>
            </a:spcAft>
            <a:buNone/>
          </a:pPr>
          <a:r>
            <a:rPr lang="en-AU" sz="1600" b="0" kern="1200"/>
            <a:t>Four cells produced</a:t>
          </a:r>
        </a:p>
        <a:p>
          <a:pPr marL="0" lvl="0" indent="0" algn="ctr" defTabSz="711200">
            <a:lnSpc>
              <a:spcPct val="90000"/>
            </a:lnSpc>
            <a:spcBef>
              <a:spcPct val="0"/>
            </a:spcBef>
            <a:spcAft>
              <a:spcPct val="35000"/>
            </a:spcAft>
            <a:buNone/>
          </a:pPr>
          <a:r>
            <a:rPr lang="en-AU" sz="1600" b="0" kern="1200"/>
            <a:t>Gamete production</a:t>
          </a:r>
        </a:p>
        <a:p>
          <a:pPr marL="0" lvl="0" indent="0" algn="ctr" defTabSz="711200">
            <a:lnSpc>
              <a:spcPct val="90000"/>
            </a:lnSpc>
            <a:spcBef>
              <a:spcPct val="0"/>
            </a:spcBef>
            <a:spcAft>
              <a:spcPct val="35000"/>
            </a:spcAft>
            <a:buNone/>
          </a:pPr>
          <a:r>
            <a:rPr lang="en-AU" sz="1600" b="0" kern="1200"/>
            <a:t>Haploid cells produced</a:t>
          </a:r>
          <a:endParaRPr lang="en-AU" sz="1600" kern="1200"/>
        </a:p>
      </dsp:txBody>
      <dsp:txXfrm>
        <a:off x="3182112" y="436789"/>
        <a:ext cx="1755648" cy="2326821"/>
      </dsp:txXfrm>
    </dsp:sp>
  </dsp:spTree>
</dsp:drawing>
</file>

<file path=word/diagrams/layout1.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0-04-21T09:48:53.786"/>
    </inkml:context>
    <inkml:brush xml:id="br0">
      <inkml:brushProperty name="width" value="0.05" units="cm"/>
      <inkml:brushProperty name="height" value="0.05" units="cm"/>
      <inkml:brushProperty name="color" value="#E71224"/>
      <inkml:brushProperty name="ignorePressure" value="1"/>
    </inkml:brush>
  </inkml:definitions>
  <inkml:trace contextRef="#ctx0" brushRef="#br0">1 0,'0'0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67953DD3DB129419AAF4904702889DD" ma:contentTypeVersion="7" ma:contentTypeDescription="Create a new document." ma:contentTypeScope="" ma:versionID="aab0d2b7fe87ee05df783dca3ef4e875">
  <xsd:schema xmlns:xsd="http://www.w3.org/2001/XMLSchema" xmlns:xs="http://www.w3.org/2001/XMLSchema" xmlns:p="http://schemas.microsoft.com/office/2006/metadata/properties" xmlns:ns2="243e8e0d-4872-4c9b-a5c9-1ed1b86a45df" targetNamespace="http://schemas.microsoft.com/office/2006/metadata/properties" ma:root="true" ma:fieldsID="9ad9c86436ab8fb02ae3be0e24559cbe" ns2:_="">
    <xsd:import namespace="243e8e0d-4872-4c9b-a5c9-1ed1b86a45d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e8e0d-4872-4c9b-a5c9-1ed1b86a45df"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EF10C3-0BAF-45E9-ABBB-364EC7800E55}">
  <ds:schemaRefs>
    <ds:schemaRef ds:uri="http://schemas.microsoft.com/sharepoint/v3/contenttype/forms"/>
  </ds:schemaRefs>
</ds:datastoreItem>
</file>

<file path=customXml/itemProps2.xml><?xml version="1.0" encoding="utf-8"?>
<ds:datastoreItem xmlns:ds="http://schemas.openxmlformats.org/officeDocument/2006/customXml" ds:itemID="{25B291C5-C38A-4EC4-951F-5088286805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e8e0d-4872-4c9b-a5c9-1ed1b86a45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NelsonNet Worksheet template_2020</Template>
  <TotalTime>52</TotalTime>
  <Pages>15</Pages>
  <Words>3300</Words>
  <Characters>18812</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22068</CharactersWithSpaces>
  <SharedDoc>false</SharedDoc>
  <HLinks>
    <vt:vector size="6" baseType="variant">
      <vt:variant>
        <vt:i4>1835095</vt:i4>
      </vt:variant>
      <vt:variant>
        <vt:i4>0</vt:i4>
      </vt:variant>
      <vt:variant>
        <vt:i4>0</vt:i4>
      </vt:variant>
      <vt:variant>
        <vt:i4>5</vt:i4>
      </vt:variant>
      <vt:variant>
        <vt:lpwstr>http://www.nelsonnet.com.au/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Robyn Beaver</dc:creator>
  <cp:keywords/>
  <dc:description/>
  <cp:lastModifiedBy>Beaver, Robyn</cp:lastModifiedBy>
  <cp:revision>5</cp:revision>
  <dcterms:created xsi:type="dcterms:W3CDTF">2020-07-16T04:34:00Z</dcterms:created>
  <dcterms:modified xsi:type="dcterms:W3CDTF">2020-08-03T06:02:00Z</dcterms:modified>
</cp:coreProperties>
</file>